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E39" w:rsidRPr="00670F7F" w:rsidRDefault="00BC3E39" w:rsidP="008B4964">
      <w:pPr>
        <w:ind w:left="4680"/>
        <w:jc w:val="center"/>
        <w:rPr>
          <w:color w:val="000000"/>
          <w:sz w:val="28"/>
          <w:szCs w:val="28"/>
        </w:rPr>
      </w:pPr>
      <w:r w:rsidRPr="00670F7F">
        <w:rPr>
          <w:color w:val="000000"/>
          <w:sz w:val="28"/>
          <w:szCs w:val="28"/>
        </w:rPr>
        <w:t>УТВЕРЖДАЮ:</w:t>
      </w:r>
    </w:p>
    <w:p w:rsidR="00BC3E39" w:rsidRPr="00670F7F" w:rsidRDefault="00BC3E39" w:rsidP="008B4964">
      <w:pPr>
        <w:ind w:left="4680"/>
        <w:jc w:val="center"/>
        <w:rPr>
          <w:color w:val="000000"/>
          <w:sz w:val="28"/>
          <w:szCs w:val="28"/>
        </w:rPr>
      </w:pPr>
      <w:r w:rsidRPr="00670F7F">
        <w:rPr>
          <w:color w:val="000000"/>
          <w:sz w:val="28"/>
          <w:szCs w:val="28"/>
        </w:rPr>
        <w:t>Приложение №1</w:t>
      </w:r>
    </w:p>
    <w:p w:rsidR="00BC3E39" w:rsidRPr="00670F7F" w:rsidRDefault="00BC3E39" w:rsidP="008B4964">
      <w:pPr>
        <w:ind w:left="4680"/>
        <w:jc w:val="center"/>
        <w:rPr>
          <w:color w:val="000000"/>
          <w:sz w:val="28"/>
          <w:szCs w:val="28"/>
        </w:rPr>
      </w:pPr>
      <w:r w:rsidRPr="00670F7F">
        <w:rPr>
          <w:color w:val="000000"/>
          <w:sz w:val="28"/>
          <w:szCs w:val="28"/>
        </w:rPr>
        <w:t>Председатель ТСЖ «</w:t>
      </w:r>
      <w:r>
        <w:rPr>
          <w:color w:val="000000"/>
          <w:sz w:val="28"/>
          <w:szCs w:val="28"/>
        </w:rPr>
        <w:t>Котовского 84</w:t>
      </w:r>
      <w:r w:rsidRPr="00670F7F">
        <w:rPr>
          <w:color w:val="000000"/>
          <w:sz w:val="28"/>
          <w:szCs w:val="28"/>
        </w:rPr>
        <w:t>»</w:t>
      </w:r>
    </w:p>
    <w:p w:rsidR="00BC3E39" w:rsidRPr="00670F7F" w:rsidRDefault="00BC3E39" w:rsidP="008B4964">
      <w:pPr>
        <w:ind w:left="4680"/>
        <w:jc w:val="center"/>
        <w:rPr>
          <w:color w:val="000000"/>
          <w:sz w:val="28"/>
          <w:szCs w:val="28"/>
        </w:rPr>
      </w:pPr>
      <w:r w:rsidRPr="00670F7F">
        <w:rPr>
          <w:color w:val="000000"/>
          <w:sz w:val="28"/>
          <w:szCs w:val="28"/>
        </w:rPr>
        <w:t>___________</w:t>
      </w:r>
      <w:r>
        <w:rPr>
          <w:color w:val="000000"/>
          <w:sz w:val="28"/>
          <w:szCs w:val="28"/>
        </w:rPr>
        <w:t>Андреева Е.И</w:t>
      </w:r>
      <w:r w:rsidRPr="00670F7F">
        <w:rPr>
          <w:color w:val="000000"/>
          <w:sz w:val="28"/>
          <w:szCs w:val="28"/>
        </w:rPr>
        <w:t>.</w:t>
      </w:r>
    </w:p>
    <w:p w:rsidR="00BC3E39" w:rsidRPr="006A0E99" w:rsidRDefault="00BC3E39" w:rsidP="00AF5041">
      <w:pPr>
        <w:ind w:left="4680"/>
        <w:jc w:val="center"/>
        <w:rPr>
          <w:bCs/>
          <w:sz w:val="28"/>
          <w:szCs w:val="28"/>
        </w:rPr>
      </w:pPr>
      <w:r>
        <w:rPr>
          <w:color w:val="000000"/>
          <w:sz w:val="28"/>
          <w:szCs w:val="28"/>
        </w:rPr>
        <w:t>_______________________</w:t>
      </w:r>
    </w:p>
    <w:p w:rsidR="00BC3E39" w:rsidRDefault="00BC3E39" w:rsidP="004839BE">
      <w:pPr>
        <w:spacing w:after="200"/>
        <w:ind w:left="720"/>
        <w:contextualSpacing/>
        <w:jc w:val="right"/>
        <w:rPr>
          <w:b/>
          <w:sz w:val="28"/>
          <w:szCs w:val="28"/>
        </w:rPr>
      </w:pPr>
    </w:p>
    <w:p w:rsidR="00BC3E39" w:rsidRDefault="00BC3E39" w:rsidP="004839BE">
      <w:pPr>
        <w:spacing w:after="200"/>
        <w:ind w:left="720"/>
        <w:contextualSpacing/>
        <w:jc w:val="right"/>
        <w:rPr>
          <w:b/>
          <w:sz w:val="28"/>
          <w:szCs w:val="28"/>
        </w:rPr>
      </w:pPr>
    </w:p>
    <w:p w:rsidR="00BC3E39" w:rsidRPr="00503EF3" w:rsidRDefault="00BC3E39" w:rsidP="004839BE">
      <w:pPr>
        <w:spacing w:after="200"/>
        <w:ind w:left="720"/>
        <w:contextualSpacing/>
        <w:jc w:val="right"/>
        <w:rPr>
          <w:b/>
          <w:sz w:val="28"/>
          <w:szCs w:val="28"/>
        </w:rPr>
      </w:pPr>
    </w:p>
    <w:p w:rsidR="00BC3E39" w:rsidRPr="007301E4" w:rsidRDefault="00BC3E39" w:rsidP="004839BE">
      <w:pPr>
        <w:spacing w:after="200" w:line="276" w:lineRule="auto"/>
        <w:ind w:left="720"/>
        <w:contextualSpacing/>
        <w:jc w:val="center"/>
        <w:rPr>
          <w:b/>
          <w:sz w:val="28"/>
          <w:szCs w:val="28"/>
        </w:rPr>
      </w:pPr>
      <w:r>
        <w:rPr>
          <w:b/>
          <w:sz w:val="28"/>
          <w:szCs w:val="28"/>
        </w:rPr>
        <w:t>Проект</w:t>
      </w:r>
      <w:r w:rsidRPr="007301E4">
        <w:rPr>
          <w:b/>
          <w:sz w:val="28"/>
          <w:szCs w:val="28"/>
        </w:rPr>
        <w:t xml:space="preserve"> договора подряда на выполнение работ по капитальном</w:t>
      </w:r>
      <w:r>
        <w:rPr>
          <w:b/>
          <w:sz w:val="28"/>
          <w:szCs w:val="28"/>
        </w:rPr>
        <w:t>у ремонту многоквартирных домов</w:t>
      </w:r>
    </w:p>
    <w:p w:rsidR="00BC3E39" w:rsidRPr="007301E4" w:rsidRDefault="00BC3E39" w:rsidP="004839BE">
      <w:pPr>
        <w:pStyle w:val="31"/>
        <w:widowControl/>
        <w:spacing w:line="360" w:lineRule="auto"/>
        <w:ind w:firstLine="900"/>
        <w:jc w:val="center"/>
        <w:rPr>
          <w:rFonts w:ascii="Times New Roman" w:hAnsi="Times New Roman"/>
          <w:i w:val="0"/>
          <w:sz w:val="28"/>
          <w:szCs w:val="28"/>
        </w:rPr>
      </w:pPr>
      <w:r w:rsidRPr="007301E4">
        <w:rPr>
          <w:rFonts w:ascii="Times New Roman" w:hAnsi="Times New Roman"/>
          <w:i w:val="0"/>
          <w:sz w:val="28"/>
          <w:szCs w:val="28"/>
        </w:rPr>
        <w:t>Договор №___</w:t>
      </w:r>
    </w:p>
    <w:p w:rsidR="00BC3E39" w:rsidRPr="007301E4" w:rsidRDefault="00BC3E39" w:rsidP="004839BE">
      <w:pPr>
        <w:jc w:val="center"/>
        <w:rPr>
          <w:b/>
          <w:sz w:val="28"/>
          <w:szCs w:val="28"/>
        </w:rPr>
      </w:pPr>
      <w:r w:rsidRPr="007301E4">
        <w:rPr>
          <w:b/>
          <w:sz w:val="28"/>
          <w:szCs w:val="28"/>
        </w:rPr>
        <w:t>на выполнение работ по капитальному ремонту многоквартирного дома</w:t>
      </w:r>
    </w:p>
    <w:p w:rsidR="00BC3E39" w:rsidRPr="00750DD4" w:rsidRDefault="00BC3E39" w:rsidP="004839BE">
      <w:pPr>
        <w:pStyle w:val="31"/>
        <w:widowControl/>
        <w:jc w:val="right"/>
        <w:rPr>
          <w:rFonts w:ascii="Times New Roman" w:hAnsi="Times New Roman"/>
          <w:b w:val="0"/>
          <w:i w:val="0"/>
          <w:szCs w:val="24"/>
        </w:rPr>
      </w:pPr>
      <w:r w:rsidRPr="00750DD4">
        <w:rPr>
          <w:rFonts w:ascii="Times New Roman" w:hAnsi="Times New Roman"/>
          <w:b w:val="0"/>
          <w:i w:val="0"/>
          <w:szCs w:val="24"/>
        </w:rPr>
        <w:tab/>
        <w:t>«____»___________ 20__ года</w:t>
      </w:r>
    </w:p>
    <w:p w:rsidR="00BC3E39" w:rsidRDefault="00BC3E39" w:rsidP="004839BE">
      <w:pPr>
        <w:jc w:val="both"/>
      </w:pPr>
    </w:p>
    <w:p w:rsidR="00BC3E39" w:rsidRDefault="00BC3E39" w:rsidP="004839BE">
      <w:pPr>
        <w:jc w:val="both"/>
      </w:pPr>
    </w:p>
    <w:p w:rsidR="00BC3E39" w:rsidRPr="00750DD4" w:rsidRDefault="00BC3E39" w:rsidP="00F66CA5">
      <w:pPr>
        <w:ind w:firstLine="708"/>
        <w:jc w:val="both"/>
      </w:pPr>
      <w:r>
        <w:t>ТСЖ «Котовского 84</w:t>
      </w:r>
      <w:r w:rsidRPr="00670F7F">
        <w:t xml:space="preserve">» в лице председателя </w:t>
      </w:r>
      <w:r>
        <w:t>Андреевой Евгении Ивановны</w:t>
      </w:r>
      <w:r w:rsidRPr="00670F7F">
        <w:t>, действующего на основании  Устава</w:t>
      </w:r>
      <w:r>
        <w:t xml:space="preserve"> </w:t>
      </w:r>
      <w:r w:rsidRPr="00750DD4">
        <w:rPr>
          <w:i/>
        </w:rPr>
        <w:t>(далее - Заказчик)</w:t>
      </w:r>
      <w:r w:rsidRPr="00750DD4">
        <w:t xml:space="preserve"> с одной стороны и ___________________________________________________</w:t>
      </w:r>
      <w:r>
        <w:t>__________________________</w:t>
      </w:r>
    </w:p>
    <w:p w:rsidR="00BC3E39" w:rsidRPr="00750DD4" w:rsidRDefault="00BC3E39" w:rsidP="004839BE">
      <w:pPr>
        <w:jc w:val="both"/>
      </w:pPr>
      <w:r w:rsidRPr="00750DD4">
        <w:t>_____________________________________________________________________________</w:t>
      </w:r>
    </w:p>
    <w:p w:rsidR="00BC3E39" w:rsidRPr="00750DD4" w:rsidRDefault="00BC3E39" w:rsidP="004839BE">
      <w:pPr>
        <w:jc w:val="center"/>
        <w:rPr>
          <w:i/>
        </w:rPr>
      </w:pPr>
      <w:r w:rsidRPr="00750DD4">
        <w:rPr>
          <w:i/>
        </w:rPr>
        <w:t xml:space="preserve">(полное наименование подрядной организации) </w:t>
      </w:r>
    </w:p>
    <w:p w:rsidR="00BC3E39" w:rsidRPr="00750DD4" w:rsidRDefault="00BC3E39" w:rsidP="004839BE">
      <w:pPr>
        <w:jc w:val="both"/>
      </w:pPr>
      <w:r w:rsidRPr="00750DD4">
        <w:t>в лице _______________________________________________________________________, действующего на основании _______________________________________________</w:t>
      </w:r>
      <w:r w:rsidRPr="00750DD4">
        <w:rPr>
          <w:i/>
        </w:rPr>
        <w:t>(далее - Подрядчик)</w:t>
      </w:r>
      <w:r w:rsidRPr="00750DD4">
        <w:t>, именуемые в дальнейшем «Стороны» заключили настоящий Договор о нижеследующем:</w:t>
      </w:r>
    </w:p>
    <w:p w:rsidR="00BC3E39" w:rsidRPr="00750DD4" w:rsidRDefault="00BC3E39" w:rsidP="004839BE">
      <w:pPr>
        <w:jc w:val="both"/>
      </w:pPr>
    </w:p>
    <w:p w:rsidR="00BC3E39" w:rsidRPr="00750DD4" w:rsidRDefault="00BC3E39" w:rsidP="004839BE">
      <w:pPr>
        <w:ind w:left="360"/>
        <w:jc w:val="center"/>
        <w:rPr>
          <w:b/>
        </w:rPr>
      </w:pPr>
      <w:r w:rsidRPr="00750DD4">
        <w:rPr>
          <w:b/>
        </w:rPr>
        <w:t>Статья 1.</w:t>
      </w:r>
      <w:r w:rsidRPr="00750DD4">
        <w:rPr>
          <w:b/>
        </w:rPr>
        <w:tab/>
        <w:t xml:space="preserve">Предмет </w:t>
      </w:r>
      <w:r w:rsidRPr="00750DD4">
        <w:rPr>
          <w:b/>
          <w:iCs/>
        </w:rPr>
        <w:t xml:space="preserve">и существенные условия </w:t>
      </w:r>
      <w:r w:rsidRPr="00750DD4">
        <w:rPr>
          <w:b/>
        </w:rPr>
        <w:t>договора</w:t>
      </w:r>
    </w:p>
    <w:p w:rsidR="00BC3E39" w:rsidRPr="00750DD4" w:rsidRDefault="00BC3E39" w:rsidP="004839BE">
      <w:pPr>
        <w:ind w:left="360"/>
        <w:jc w:val="center"/>
        <w:rPr>
          <w:b/>
        </w:rPr>
      </w:pPr>
    </w:p>
    <w:p w:rsidR="00BC3E39" w:rsidRPr="00750DD4" w:rsidRDefault="00BC3E39" w:rsidP="004839BE">
      <w:pPr>
        <w:widowControl w:val="0"/>
        <w:numPr>
          <w:ilvl w:val="1"/>
          <w:numId w:val="1"/>
        </w:numPr>
        <w:autoSpaceDE w:val="0"/>
        <w:autoSpaceDN w:val="0"/>
        <w:adjustRightInd w:val="0"/>
        <w:ind w:left="0" w:firstLine="567"/>
        <w:jc w:val="both"/>
      </w:pPr>
      <w:r w:rsidRPr="00670F7F">
        <w:t xml:space="preserve">Заказчик поручает, а Подрядчик принимает на себя обязательства по выполнению работ по </w:t>
      </w:r>
      <w:r w:rsidRPr="004C5A5E">
        <w:t xml:space="preserve">установке коллективных (общедомовых) приборов учёта потребления ресурсов и узлов управления  </w:t>
      </w:r>
      <w:r w:rsidRPr="00670F7F">
        <w:rPr>
          <w:i/>
        </w:rPr>
        <w:t xml:space="preserve">(далее - работы) </w:t>
      </w:r>
      <w:r w:rsidRPr="00670F7F">
        <w:t xml:space="preserve">многоквартирного дома </w:t>
      </w:r>
      <w:r w:rsidRPr="00670F7F">
        <w:rPr>
          <w:i/>
        </w:rPr>
        <w:t>(далее – объект),</w:t>
      </w:r>
      <w:r w:rsidRPr="00670F7F">
        <w:t xml:space="preserve"> расположенного по адресу: г.Краснодар, ул.</w:t>
      </w:r>
      <w:r>
        <w:t>Котовского, 84</w:t>
      </w:r>
      <w:r w:rsidRPr="00670F7F">
        <w:t xml:space="preserve"> </w:t>
      </w:r>
      <w:r w:rsidRPr="00750DD4">
        <w:t>в соответствии с технической  и сметной документацией, прилагаемой к Договору.</w:t>
      </w:r>
    </w:p>
    <w:p w:rsidR="00BC3E39" w:rsidRPr="00750DD4" w:rsidRDefault="00BC3E39" w:rsidP="004839BE">
      <w:pPr>
        <w:widowControl w:val="0"/>
        <w:numPr>
          <w:ilvl w:val="1"/>
          <w:numId w:val="1"/>
        </w:numPr>
        <w:autoSpaceDE w:val="0"/>
        <w:autoSpaceDN w:val="0"/>
        <w:adjustRightInd w:val="0"/>
        <w:ind w:left="0" w:firstLine="567"/>
        <w:jc w:val="both"/>
      </w:pPr>
      <w:r w:rsidRPr="00750DD4">
        <w:rPr>
          <w:bCs/>
        </w:rPr>
        <w:t xml:space="preserve">Общая стоимость работ по Договору составляет___________________________ рублей, в том числе НДС__________________________________________________ рублей. </w:t>
      </w:r>
    </w:p>
    <w:p w:rsidR="00BC3E39" w:rsidRPr="00750DD4" w:rsidRDefault="00BC3E39" w:rsidP="004839BE">
      <w:pPr>
        <w:ind w:firstLine="567"/>
        <w:jc w:val="both"/>
        <w:rPr>
          <w:bCs/>
        </w:rPr>
      </w:pPr>
      <w:r w:rsidRPr="00750DD4">
        <w:rPr>
          <w:bCs/>
        </w:rPr>
        <w:t>Стоимость по видам работ составляет:</w:t>
      </w:r>
    </w:p>
    <w:p w:rsidR="00BC3E39" w:rsidRPr="00750DD4" w:rsidRDefault="00BC3E39" w:rsidP="004839BE">
      <w:pPr>
        <w:jc w:val="both"/>
        <w:rPr>
          <w:bCs/>
        </w:rPr>
      </w:pPr>
      <w:r w:rsidRPr="00750DD4">
        <w:rPr>
          <w:bCs/>
        </w:rPr>
        <w:t>______________________________________________________________________ рублей,</w:t>
      </w:r>
    </w:p>
    <w:p w:rsidR="00BC3E39" w:rsidRPr="00750DD4" w:rsidRDefault="00BC3E39" w:rsidP="004839BE">
      <w:pPr>
        <w:ind w:firstLine="993"/>
        <w:jc w:val="center"/>
        <w:rPr>
          <w:bCs/>
          <w:i/>
        </w:rPr>
      </w:pPr>
      <w:r w:rsidRPr="00750DD4">
        <w:rPr>
          <w:bCs/>
          <w:i/>
        </w:rPr>
        <w:t>(вид работ)</w:t>
      </w:r>
    </w:p>
    <w:p w:rsidR="00BC3E39" w:rsidRPr="00750DD4" w:rsidRDefault="00BC3E39" w:rsidP="004839BE">
      <w:pPr>
        <w:jc w:val="both"/>
        <w:rPr>
          <w:bCs/>
        </w:rPr>
      </w:pPr>
      <w:r w:rsidRPr="00750DD4">
        <w:rPr>
          <w:bCs/>
        </w:rPr>
        <w:t>______________________________________________________________________ рублей;</w:t>
      </w:r>
    </w:p>
    <w:p w:rsidR="00BC3E39" w:rsidRPr="00750DD4" w:rsidRDefault="00BC3E39" w:rsidP="004839BE">
      <w:pPr>
        <w:ind w:firstLine="993"/>
        <w:jc w:val="center"/>
        <w:rPr>
          <w:bCs/>
          <w:i/>
        </w:rPr>
      </w:pPr>
      <w:r w:rsidRPr="00750DD4">
        <w:rPr>
          <w:bCs/>
          <w:i/>
        </w:rPr>
        <w:t>(вид работ)</w:t>
      </w:r>
    </w:p>
    <w:p w:rsidR="00BC3E39" w:rsidRPr="00750DD4" w:rsidRDefault="00BC3E39" w:rsidP="004839BE">
      <w:pPr>
        <w:jc w:val="both"/>
        <w:rPr>
          <w:bCs/>
        </w:rPr>
      </w:pPr>
      <w:r w:rsidRPr="00750DD4">
        <w:rPr>
          <w:bCs/>
        </w:rPr>
        <w:t>_____________</w:t>
      </w:r>
      <w:r w:rsidRPr="00750DD4">
        <w:rPr>
          <w:bCs/>
          <w:lang w:val="en-US"/>
        </w:rPr>
        <w:t>________</w:t>
      </w:r>
      <w:r w:rsidRPr="00750DD4">
        <w:rPr>
          <w:bCs/>
        </w:rPr>
        <w:t>_________________________________________________ рублей,.</w:t>
      </w:r>
    </w:p>
    <w:p w:rsidR="00BC3E39" w:rsidRPr="00750DD4" w:rsidRDefault="00BC3E39" w:rsidP="004839BE">
      <w:pPr>
        <w:ind w:firstLine="993"/>
        <w:jc w:val="center"/>
        <w:rPr>
          <w:bCs/>
          <w:i/>
        </w:rPr>
      </w:pPr>
      <w:r w:rsidRPr="00750DD4">
        <w:rPr>
          <w:bCs/>
          <w:i/>
        </w:rPr>
        <w:t>(вид работ)</w:t>
      </w:r>
    </w:p>
    <w:p w:rsidR="00BC3E39" w:rsidRPr="00750DD4" w:rsidRDefault="00BC3E39" w:rsidP="00F73454">
      <w:pPr>
        <w:numPr>
          <w:ilvl w:val="1"/>
          <w:numId w:val="2"/>
        </w:numPr>
        <w:ind w:left="0" w:firstLine="540"/>
        <w:jc w:val="both"/>
        <w:rPr>
          <w:bCs/>
        </w:rPr>
      </w:pPr>
      <w:r w:rsidRPr="00750DD4">
        <w:rPr>
          <w:bCs/>
        </w:rPr>
        <w:t>Указанная в пункте 1.2 стоимость работ увеличению не подлежит</w:t>
      </w:r>
      <w:r>
        <w:rPr>
          <w:bCs/>
        </w:rPr>
        <w:t>, за исключением случаев, указанных в статье 11 настоящего Договора</w:t>
      </w:r>
      <w:r w:rsidRPr="00750DD4">
        <w:rPr>
          <w:bCs/>
        </w:rPr>
        <w:t>.</w:t>
      </w:r>
    </w:p>
    <w:p w:rsidR="00BC3E39" w:rsidRPr="00750DD4" w:rsidRDefault="00BC3E39" w:rsidP="004839BE">
      <w:pPr>
        <w:numPr>
          <w:ilvl w:val="1"/>
          <w:numId w:val="2"/>
        </w:numPr>
        <w:jc w:val="both"/>
        <w:rPr>
          <w:bCs/>
        </w:rPr>
      </w:pPr>
      <w:r w:rsidRPr="00750DD4">
        <w:rPr>
          <w:bCs/>
        </w:rPr>
        <w:t xml:space="preserve">Срок выполнения работ составляет </w:t>
      </w:r>
      <w:r>
        <w:rPr>
          <w:bCs/>
        </w:rPr>
        <w:t>50</w:t>
      </w:r>
      <w:r w:rsidRPr="00750DD4">
        <w:rPr>
          <w:bCs/>
        </w:rPr>
        <w:t xml:space="preserve"> дней.</w:t>
      </w:r>
      <w:r w:rsidRPr="00750DD4">
        <w:rPr>
          <w:bCs/>
          <w:i/>
        </w:rPr>
        <w:t xml:space="preserve"> </w:t>
      </w:r>
    </w:p>
    <w:p w:rsidR="00BC3E39" w:rsidRPr="00750DD4" w:rsidRDefault="00BC3E39" w:rsidP="004839BE">
      <w:pPr>
        <w:numPr>
          <w:ilvl w:val="1"/>
          <w:numId w:val="2"/>
        </w:numPr>
        <w:ind w:left="0" w:firstLine="540"/>
        <w:jc w:val="both"/>
        <w:rPr>
          <w:bCs/>
        </w:rPr>
      </w:pPr>
      <w:r w:rsidRPr="00750DD4">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BC3E39" w:rsidRPr="00750DD4" w:rsidRDefault="00BC3E39" w:rsidP="004839BE">
      <w:pPr>
        <w:numPr>
          <w:ilvl w:val="1"/>
          <w:numId w:val="2"/>
        </w:numPr>
        <w:ind w:left="0" w:firstLine="540"/>
        <w:jc w:val="both"/>
        <w:rPr>
          <w:bCs/>
        </w:rPr>
      </w:pPr>
      <w:r w:rsidRPr="00750DD4">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BC3E39" w:rsidRPr="00750DD4" w:rsidRDefault="00BC3E39" w:rsidP="004839BE">
      <w:pPr>
        <w:pStyle w:val="ListParagraph"/>
        <w:spacing w:line="240" w:lineRule="auto"/>
        <w:ind w:left="0" w:firstLine="540"/>
        <w:rPr>
          <w:sz w:val="24"/>
          <w:szCs w:val="24"/>
        </w:rPr>
      </w:pPr>
    </w:p>
    <w:p w:rsidR="00BC3E39" w:rsidRPr="00750DD4" w:rsidRDefault="00BC3E39" w:rsidP="004839BE">
      <w:pPr>
        <w:numPr>
          <w:ilvl w:val="1"/>
          <w:numId w:val="2"/>
        </w:numPr>
        <w:ind w:left="0" w:firstLine="540"/>
        <w:jc w:val="both"/>
        <w:rPr>
          <w:bCs/>
        </w:rPr>
      </w:pPr>
      <w:r w:rsidRPr="00750DD4">
        <w:t>Основанием для заключения настоящего Договора является _________________ ______________№ __________ от «___»________20__ г.</w:t>
      </w:r>
    </w:p>
    <w:p w:rsidR="00BC3E39" w:rsidRPr="00750DD4" w:rsidRDefault="00BC3E39" w:rsidP="004839BE">
      <w:pPr>
        <w:ind w:firstLine="426"/>
        <w:jc w:val="center"/>
        <w:rPr>
          <w:b/>
        </w:rPr>
      </w:pPr>
    </w:p>
    <w:p w:rsidR="00BC3E39" w:rsidRPr="00750DD4" w:rsidRDefault="00BC3E39" w:rsidP="004839BE">
      <w:pPr>
        <w:ind w:firstLine="426"/>
        <w:jc w:val="center"/>
        <w:rPr>
          <w:b/>
        </w:rPr>
      </w:pPr>
      <w:r w:rsidRPr="00750DD4">
        <w:rPr>
          <w:b/>
        </w:rPr>
        <w:t>Статья 2.</w:t>
      </w:r>
      <w:r w:rsidRPr="00750DD4">
        <w:rPr>
          <w:b/>
        </w:rPr>
        <w:tab/>
        <w:t>Обеспечение исполнения обязательств подрядчика</w:t>
      </w:r>
    </w:p>
    <w:p w:rsidR="00BC3E39" w:rsidRPr="00750DD4" w:rsidRDefault="00BC3E39" w:rsidP="004839BE">
      <w:pPr>
        <w:ind w:firstLine="426"/>
        <w:jc w:val="center"/>
        <w:rPr>
          <w:b/>
        </w:rPr>
      </w:pPr>
    </w:p>
    <w:p w:rsidR="00BC3E39" w:rsidRPr="00750DD4" w:rsidRDefault="00BC3E39" w:rsidP="004839BE">
      <w:pPr>
        <w:ind w:firstLine="567"/>
        <w:jc w:val="both"/>
      </w:pPr>
      <w:r w:rsidRPr="00750DD4">
        <w:t>2.1.</w:t>
      </w:r>
      <w:r w:rsidRPr="00750DD4">
        <w:tab/>
      </w:r>
      <w:r>
        <w:t xml:space="preserve">Обеспечением исполнения обязательств Подрядчика по Договору </w:t>
      </w:r>
      <w:r w:rsidRPr="00750DD4">
        <w:t xml:space="preserve"> </w:t>
      </w:r>
      <w:r>
        <w:t>является _____________ (безотзывная банковская гарантия, договор поручительства или передача Заказчику денежных средств. Способ обеспечения исполнения договора выбирается Подрядчиком самостоятельно) в размере 10% от начальной (максимальной) цены договора подряда на сумму в размере 50 529,24</w:t>
      </w:r>
      <w:r w:rsidRPr="003B7D29">
        <w:t xml:space="preserve"> </w:t>
      </w:r>
      <w:r>
        <w:t>рубль. Подрядчик обязан представить Заказчику обеспечение исполнения обязательств по Договору до даты подписания Договора Сторонами.</w:t>
      </w:r>
    </w:p>
    <w:p w:rsidR="00BC3E39" w:rsidRPr="00750DD4" w:rsidRDefault="00BC3E39" w:rsidP="004839BE">
      <w:pPr>
        <w:pStyle w:val="Style19"/>
        <w:widowControl/>
        <w:spacing w:line="240" w:lineRule="auto"/>
        <w:ind w:firstLine="567"/>
      </w:pPr>
      <w:r w:rsidRPr="00750DD4">
        <w:t>2.2.</w:t>
      </w:r>
      <w:r w:rsidRPr="00750DD4">
        <w:tab/>
        <w:t>Обеспечением исполнения обязательств Подрядчика по устранению выявленных дефектов в гарантийный период является ______________________ на сумму___________________рублей,</w:t>
      </w:r>
      <w:r w:rsidRPr="00750DD4">
        <w:rPr>
          <w:rStyle w:val="FontStyle29"/>
          <w:sz w:val="24"/>
          <w:szCs w:val="24"/>
        </w:rPr>
        <w:t xml:space="preserve"> действующее до истечения гарантийного периода. Подрядчик обязан представить Заказчику данное </w:t>
      </w:r>
      <w:r w:rsidRPr="00750DD4">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 законченных работ по капитальному ремонту объекта по всем видам работ.</w:t>
      </w:r>
    </w:p>
    <w:p w:rsidR="00BC3E39" w:rsidRPr="00750DD4" w:rsidRDefault="00BC3E39" w:rsidP="004839BE">
      <w:pPr>
        <w:pStyle w:val="Style19"/>
        <w:widowControl/>
        <w:spacing w:before="0" w:after="0" w:line="240" w:lineRule="auto"/>
        <w:ind w:firstLine="567"/>
      </w:pPr>
    </w:p>
    <w:p w:rsidR="00BC3E39" w:rsidRPr="00750DD4" w:rsidRDefault="00BC3E39" w:rsidP="004839BE">
      <w:pPr>
        <w:ind w:firstLine="706"/>
        <w:jc w:val="center"/>
        <w:rPr>
          <w:b/>
        </w:rPr>
      </w:pPr>
      <w:r w:rsidRPr="00750DD4">
        <w:rPr>
          <w:b/>
        </w:rPr>
        <w:t>Статья 3.</w:t>
      </w:r>
      <w:r w:rsidRPr="00750DD4">
        <w:rPr>
          <w:b/>
        </w:rPr>
        <w:tab/>
        <w:t>Порядок оплаты работ</w:t>
      </w:r>
    </w:p>
    <w:p w:rsidR="00BC3E39" w:rsidRPr="00750DD4" w:rsidRDefault="00BC3E39" w:rsidP="004839BE">
      <w:pPr>
        <w:ind w:firstLine="706"/>
        <w:jc w:val="both"/>
        <w:rPr>
          <w:b/>
        </w:rPr>
      </w:pPr>
    </w:p>
    <w:p w:rsidR="00BC3E39" w:rsidRPr="00750DD4" w:rsidRDefault="00BC3E39" w:rsidP="00CF2533">
      <w:pPr>
        <w:pStyle w:val="BodyTextIndent"/>
        <w:spacing w:after="0"/>
        <w:ind w:firstLine="284"/>
        <w:jc w:val="both"/>
        <w:rPr>
          <w:rFonts w:ascii="Times New Roman" w:hAnsi="Times New Roman" w:cs="Times New Roman"/>
          <w:sz w:val="24"/>
          <w:szCs w:val="24"/>
        </w:rPr>
      </w:pPr>
      <w:r>
        <w:rPr>
          <w:rFonts w:ascii="Times New Roman" w:hAnsi="Times New Roman" w:cs="Times New Roman"/>
          <w:sz w:val="24"/>
          <w:szCs w:val="24"/>
        </w:rPr>
        <w:t>3.1.</w:t>
      </w:r>
      <w:r>
        <w:rPr>
          <w:rFonts w:ascii="Times New Roman" w:hAnsi="Times New Roman" w:cs="Times New Roman"/>
          <w:sz w:val="24"/>
          <w:szCs w:val="24"/>
        </w:rPr>
        <w:tab/>
        <w:t>Оплата за выполненные работы</w:t>
      </w:r>
      <w:r w:rsidRPr="00750DD4">
        <w:rPr>
          <w:rFonts w:ascii="Times New Roman" w:hAnsi="Times New Roman" w:cs="Times New Roman"/>
          <w:sz w:val="24"/>
          <w:szCs w:val="24"/>
        </w:rPr>
        <w:t xml:space="preserve"> осуществляется</w:t>
      </w:r>
      <w:r>
        <w:rPr>
          <w:rFonts w:ascii="Times New Roman" w:hAnsi="Times New Roman" w:cs="Times New Roman"/>
          <w:sz w:val="24"/>
          <w:szCs w:val="24"/>
        </w:rPr>
        <w:t xml:space="preserve"> </w:t>
      </w:r>
      <w:r w:rsidRPr="00750DD4">
        <w:rPr>
          <w:rFonts w:ascii="Times New Roman" w:hAnsi="Times New Roman" w:cs="Times New Roman"/>
          <w:sz w:val="24"/>
          <w:szCs w:val="24"/>
        </w:rPr>
        <w:t>по завершению ра</w:t>
      </w:r>
      <w:r>
        <w:rPr>
          <w:rFonts w:ascii="Times New Roman" w:hAnsi="Times New Roman" w:cs="Times New Roman"/>
          <w:sz w:val="24"/>
          <w:szCs w:val="24"/>
        </w:rPr>
        <w:t>бот</w:t>
      </w:r>
      <w:r w:rsidRPr="00750DD4">
        <w:rPr>
          <w:rFonts w:ascii="Times New Roman" w:hAnsi="Times New Roman" w:cs="Times New Roman"/>
          <w:sz w:val="24"/>
          <w:szCs w:val="24"/>
        </w:rPr>
        <w:t xml:space="preserve"> на основании акта по форме КС-2 и справки по форме КС-3 в </w:t>
      </w:r>
      <w:r>
        <w:rPr>
          <w:rFonts w:ascii="Times New Roman" w:hAnsi="Times New Roman" w:cs="Times New Roman"/>
          <w:sz w:val="24"/>
          <w:szCs w:val="24"/>
        </w:rPr>
        <w:t>течение 15</w:t>
      </w:r>
      <w:r w:rsidRPr="00750DD4">
        <w:rPr>
          <w:rFonts w:ascii="Times New Roman" w:hAnsi="Times New Roman" w:cs="Times New Roman"/>
          <w:sz w:val="24"/>
          <w:szCs w:val="24"/>
        </w:rPr>
        <w:t xml:space="preserve"> </w:t>
      </w:r>
      <w:r>
        <w:rPr>
          <w:rFonts w:ascii="Times New Roman" w:hAnsi="Times New Roman" w:cs="Times New Roman"/>
          <w:sz w:val="24"/>
          <w:szCs w:val="24"/>
        </w:rPr>
        <w:t xml:space="preserve">дней </w:t>
      </w:r>
      <w:r w:rsidRPr="00750DD4">
        <w:rPr>
          <w:rFonts w:ascii="Times New Roman" w:hAnsi="Times New Roman" w:cs="Times New Roman"/>
          <w:sz w:val="24"/>
          <w:szCs w:val="24"/>
        </w:rPr>
        <w:t xml:space="preserve">с даты подписания Заказчиком указанных документов </w:t>
      </w:r>
    </w:p>
    <w:p w:rsidR="00BC3E39" w:rsidRPr="00750DD4" w:rsidRDefault="00BC3E39" w:rsidP="004839BE">
      <w:pPr>
        <w:pStyle w:val="xl42"/>
        <w:pBdr>
          <w:left w:val="none" w:sz="0" w:space="0" w:color="auto"/>
          <w:right w:val="none" w:sz="0" w:space="0" w:color="auto"/>
        </w:pBdr>
        <w:spacing w:before="240" w:beforeAutospacing="0" w:after="0" w:afterAutospacing="0"/>
        <w:ind w:firstLine="360"/>
        <w:textAlignment w:val="auto"/>
        <w:rPr>
          <w:rFonts w:ascii="Times New Roman" w:hAnsi="Times New Roman"/>
          <w:bCs w:val="0"/>
          <w:iCs/>
        </w:rPr>
      </w:pPr>
      <w:r w:rsidRPr="00750DD4">
        <w:rPr>
          <w:rFonts w:ascii="Times New Roman" w:hAnsi="Times New Roman"/>
          <w:bCs w:val="0"/>
          <w:iCs/>
        </w:rPr>
        <w:t>Статья 4.</w:t>
      </w:r>
      <w:r w:rsidRPr="00750DD4">
        <w:rPr>
          <w:rFonts w:ascii="Times New Roman" w:hAnsi="Times New Roman"/>
          <w:bCs w:val="0"/>
          <w:iCs/>
        </w:rPr>
        <w:tab/>
        <w:t>Сроки выполнения работ</w:t>
      </w:r>
    </w:p>
    <w:p w:rsidR="00BC3E39" w:rsidRPr="00750DD4" w:rsidRDefault="00BC3E39" w:rsidP="004839BE">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bCs w:val="0"/>
          <w:iCs/>
        </w:rPr>
      </w:pPr>
    </w:p>
    <w:p w:rsidR="00BC3E39" w:rsidRPr="00750DD4" w:rsidRDefault="00BC3E39" w:rsidP="004839BE">
      <w:pPr>
        <w:ind w:firstLine="567"/>
        <w:jc w:val="both"/>
      </w:pPr>
      <w:r w:rsidRPr="00750DD4">
        <w:rPr>
          <w:rStyle w:val="FontStyle29"/>
          <w:sz w:val="24"/>
          <w:szCs w:val="24"/>
        </w:rPr>
        <w:t>4.1.</w:t>
      </w:r>
      <w:r w:rsidRPr="00750DD4">
        <w:rPr>
          <w:rStyle w:val="FontStyle29"/>
          <w:sz w:val="24"/>
          <w:szCs w:val="24"/>
        </w:rPr>
        <w:tab/>
      </w:r>
      <w:r w:rsidRPr="00750DD4">
        <w:t>Срок начала работ: не позднее «____»______________20___года.</w:t>
      </w:r>
    </w:p>
    <w:p w:rsidR="00BC3E39" w:rsidRPr="00750DD4" w:rsidRDefault="00BC3E39" w:rsidP="004839BE">
      <w:pPr>
        <w:ind w:firstLine="567"/>
        <w:jc w:val="both"/>
      </w:pPr>
      <w:r w:rsidRPr="00750DD4">
        <w:t>4</w:t>
      </w:r>
      <w:bookmarkStart w:id="0" w:name="_Hlk258793356"/>
      <w:r w:rsidRPr="00750DD4">
        <w:t>.2.</w:t>
      </w:r>
      <w:r w:rsidRPr="00750DD4">
        <w:tab/>
        <w:t xml:space="preserve">Срок окончания работ не позднее: «____»______________20___года. </w:t>
      </w:r>
      <w:bookmarkEnd w:id="0"/>
    </w:p>
    <w:p w:rsidR="00BC3E39" w:rsidRPr="00750DD4" w:rsidRDefault="00BC3E39" w:rsidP="004839BE">
      <w:pPr>
        <w:ind w:firstLine="567"/>
        <w:jc w:val="both"/>
        <w:rPr>
          <w:rStyle w:val="FontStyle30"/>
          <w:b w:val="0"/>
          <w:bCs w:val="0"/>
          <w:sz w:val="24"/>
          <w:szCs w:val="24"/>
        </w:rPr>
      </w:pPr>
      <w:r w:rsidRPr="00750DD4">
        <w:t>4.3.</w:t>
      </w:r>
      <w:r w:rsidRPr="00750DD4">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BC3E39" w:rsidRPr="00750DD4" w:rsidRDefault="00BC3E39" w:rsidP="004839BE">
      <w:pPr>
        <w:pStyle w:val="Style12"/>
        <w:widowControl/>
        <w:spacing w:after="0" w:line="240" w:lineRule="auto"/>
        <w:jc w:val="center"/>
        <w:rPr>
          <w:rStyle w:val="FontStyle30"/>
          <w:sz w:val="24"/>
          <w:szCs w:val="24"/>
        </w:rPr>
      </w:pPr>
    </w:p>
    <w:p w:rsidR="00BC3E39" w:rsidRPr="00750DD4" w:rsidRDefault="00BC3E39" w:rsidP="004839BE">
      <w:pPr>
        <w:pStyle w:val="Style12"/>
        <w:widowControl/>
        <w:spacing w:after="0" w:line="240" w:lineRule="auto"/>
        <w:jc w:val="center"/>
        <w:rPr>
          <w:rStyle w:val="FontStyle30"/>
          <w:sz w:val="24"/>
          <w:szCs w:val="24"/>
        </w:rPr>
      </w:pPr>
      <w:r w:rsidRPr="00750DD4">
        <w:rPr>
          <w:rStyle w:val="FontStyle30"/>
          <w:sz w:val="24"/>
          <w:szCs w:val="24"/>
        </w:rPr>
        <w:t>Статья 5.</w:t>
      </w:r>
      <w:r w:rsidRPr="00750DD4">
        <w:rPr>
          <w:rStyle w:val="FontStyle30"/>
          <w:sz w:val="24"/>
          <w:szCs w:val="24"/>
        </w:rPr>
        <w:tab/>
        <w:t>Заказчик</w:t>
      </w:r>
    </w:p>
    <w:p w:rsidR="00BC3E39" w:rsidRPr="00750DD4" w:rsidRDefault="00BC3E39" w:rsidP="004839BE">
      <w:pPr>
        <w:pStyle w:val="Style12"/>
        <w:widowControl/>
        <w:spacing w:before="0" w:after="0" w:line="240" w:lineRule="auto"/>
        <w:jc w:val="center"/>
        <w:rPr>
          <w:rStyle w:val="FontStyle30"/>
          <w:sz w:val="24"/>
          <w:szCs w:val="24"/>
        </w:rPr>
      </w:pPr>
    </w:p>
    <w:p w:rsidR="00BC3E39" w:rsidRPr="00750DD4" w:rsidRDefault="00BC3E39" w:rsidP="004839BE">
      <w:pPr>
        <w:tabs>
          <w:tab w:val="left" w:pos="1418"/>
        </w:tabs>
        <w:ind w:firstLine="567"/>
        <w:jc w:val="both"/>
      </w:pPr>
      <w:r w:rsidRPr="00750DD4">
        <w:t>5.1.</w:t>
      </w:r>
      <w:r w:rsidRPr="00750DD4">
        <w:tab/>
        <w:t xml:space="preserve">При выполнении настоящего Договора Заказчик обязан: </w:t>
      </w:r>
    </w:p>
    <w:p w:rsidR="00BC3E39" w:rsidRPr="00750DD4" w:rsidRDefault="00BC3E39" w:rsidP="004839BE">
      <w:pPr>
        <w:pStyle w:val="Style14"/>
        <w:widowControl/>
        <w:tabs>
          <w:tab w:val="left" w:pos="1418"/>
          <w:tab w:val="left" w:pos="1560"/>
        </w:tabs>
        <w:spacing w:before="0" w:after="0" w:line="240" w:lineRule="auto"/>
        <w:ind w:firstLine="567"/>
        <w:rPr>
          <w:rStyle w:val="FontStyle29"/>
          <w:sz w:val="24"/>
          <w:szCs w:val="24"/>
        </w:rPr>
      </w:pPr>
      <w:r w:rsidRPr="00750DD4">
        <w:rPr>
          <w:rStyle w:val="FontStyle29"/>
          <w:sz w:val="24"/>
          <w:szCs w:val="24"/>
        </w:rPr>
        <w:t>5.1.1.</w:t>
      </w:r>
      <w:r w:rsidRPr="00750DD4">
        <w:rPr>
          <w:rStyle w:val="FontStyle29"/>
          <w:sz w:val="24"/>
          <w:szCs w:val="24"/>
        </w:rPr>
        <w:tab/>
        <w:t>П</w:t>
      </w:r>
      <w:r w:rsidRPr="00750DD4">
        <w:t xml:space="preserve">ередать </w:t>
      </w:r>
      <w:r w:rsidRPr="00750DD4">
        <w:rPr>
          <w:rStyle w:val="FontStyle29"/>
          <w:sz w:val="24"/>
          <w:szCs w:val="24"/>
        </w:rPr>
        <w:t xml:space="preserve">Подрядчику по акту объект в течение </w:t>
      </w:r>
      <w:r>
        <w:rPr>
          <w:rStyle w:val="FontStyle29"/>
          <w:sz w:val="24"/>
          <w:szCs w:val="24"/>
        </w:rPr>
        <w:t xml:space="preserve">3 </w:t>
      </w:r>
      <w:r w:rsidRPr="00750DD4">
        <w:rPr>
          <w:rStyle w:val="FontStyle29"/>
          <w:sz w:val="24"/>
          <w:szCs w:val="24"/>
        </w:rPr>
        <w:t xml:space="preserve">дней со дня подписания Договора Сторонами. </w:t>
      </w:r>
    </w:p>
    <w:p w:rsidR="00BC3E39" w:rsidRPr="00750DD4" w:rsidRDefault="00BC3E39" w:rsidP="004839BE">
      <w:pPr>
        <w:pStyle w:val="Style14"/>
        <w:widowControl/>
        <w:tabs>
          <w:tab w:val="left" w:pos="1418"/>
          <w:tab w:val="left" w:pos="1560"/>
        </w:tabs>
        <w:spacing w:before="0" w:after="0" w:line="240" w:lineRule="auto"/>
        <w:ind w:firstLine="567"/>
        <w:rPr>
          <w:rStyle w:val="FontStyle29"/>
          <w:sz w:val="24"/>
          <w:szCs w:val="24"/>
        </w:rPr>
      </w:pPr>
      <w:r w:rsidRPr="00750DD4">
        <w:rPr>
          <w:rStyle w:val="FontStyle29"/>
          <w:sz w:val="24"/>
          <w:szCs w:val="24"/>
        </w:rPr>
        <w:t>5.1.2.</w:t>
      </w:r>
      <w:r w:rsidRPr="00750DD4">
        <w:rPr>
          <w:rStyle w:val="FontStyle29"/>
          <w:sz w:val="24"/>
          <w:szCs w:val="24"/>
        </w:rPr>
        <w:tab/>
        <w:t>Обеспечить организацию технического надзора в течение всего периода производства работ.</w:t>
      </w:r>
    </w:p>
    <w:p w:rsidR="00BC3E39" w:rsidRPr="00750DD4" w:rsidRDefault="00BC3E39" w:rsidP="004839BE">
      <w:pPr>
        <w:pStyle w:val="Style14"/>
        <w:widowControl/>
        <w:tabs>
          <w:tab w:val="left" w:pos="1418"/>
          <w:tab w:val="left" w:pos="1560"/>
        </w:tabs>
        <w:spacing w:before="0" w:after="0" w:line="240" w:lineRule="auto"/>
        <w:ind w:firstLine="567"/>
        <w:rPr>
          <w:rStyle w:val="FontStyle29"/>
          <w:sz w:val="24"/>
          <w:szCs w:val="24"/>
        </w:rPr>
      </w:pPr>
      <w:r w:rsidRPr="00750DD4">
        <w:t>5.1.3.</w:t>
      </w:r>
      <w:r w:rsidRPr="00750DD4">
        <w:tab/>
        <w:t>Создать рабочую (приемочную) комиссию и организовать приемку и ввод в эксплуатацию объекта после капитального ремонта.</w:t>
      </w:r>
    </w:p>
    <w:p w:rsidR="00BC3E39" w:rsidRPr="00750DD4" w:rsidRDefault="00BC3E39" w:rsidP="004839BE">
      <w:pPr>
        <w:pStyle w:val="Style14"/>
        <w:widowControl/>
        <w:tabs>
          <w:tab w:val="left" w:pos="1418"/>
          <w:tab w:val="left" w:pos="1560"/>
        </w:tabs>
        <w:spacing w:before="0" w:after="0" w:line="240" w:lineRule="auto"/>
        <w:ind w:firstLine="567"/>
      </w:pPr>
      <w:r w:rsidRPr="00750DD4">
        <w:rPr>
          <w:rStyle w:val="FontStyle29"/>
          <w:sz w:val="24"/>
          <w:szCs w:val="24"/>
        </w:rPr>
        <w:t>5.1.4.</w:t>
      </w:r>
      <w:r w:rsidRPr="00750DD4">
        <w:rPr>
          <w:rStyle w:val="FontStyle29"/>
          <w:sz w:val="24"/>
          <w:szCs w:val="24"/>
        </w:rPr>
        <w:tab/>
        <w:t xml:space="preserve">Рассматривать и подписывать </w:t>
      </w:r>
      <w:r w:rsidRPr="00750DD4">
        <w:t xml:space="preserve">акты по форме КС-2 и справки по форме </w:t>
      </w:r>
      <w:r w:rsidRPr="00750DD4">
        <w:br/>
        <w:t>КС-3.</w:t>
      </w:r>
    </w:p>
    <w:p w:rsidR="00BC3E39" w:rsidRPr="00750DD4" w:rsidRDefault="00BC3E39" w:rsidP="004839BE">
      <w:pPr>
        <w:tabs>
          <w:tab w:val="left" w:pos="1418"/>
        </w:tabs>
        <w:ind w:firstLine="567"/>
        <w:jc w:val="both"/>
      </w:pPr>
      <w:r w:rsidRPr="00750DD4">
        <w:rPr>
          <w:rStyle w:val="FontStyle29"/>
          <w:sz w:val="24"/>
          <w:szCs w:val="24"/>
        </w:rPr>
        <w:t>5.2.</w:t>
      </w:r>
      <w:r w:rsidRPr="00750DD4">
        <w:rPr>
          <w:rStyle w:val="FontStyle29"/>
          <w:sz w:val="24"/>
          <w:szCs w:val="24"/>
        </w:rPr>
        <w:tab/>
        <w:t xml:space="preserve">Заказчик </w:t>
      </w:r>
      <w:r w:rsidRPr="00750DD4">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BC3E39" w:rsidRPr="00750DD4" w:rsidRDefault="00BC3E39" w:rsidP="004839BE">
      <w:pPr>
        <w:pStyle w:val="Style12"/>
        <w:widowControl/>
        <w:spacing w:after="0" w:line="240" w:lineRule="auto"/>
        <w:jc w:val="center"/>
        <w:rPr>
          <w:rStyle w:val="FontStyle30"/>
          <w:sz w:val="24"/>
          <w:szCs w:val="24"/>
        </w:rPr>
      </w:pPr>
      <w:r w:rsidRPr="00750DD4">
        <w:rPr>
          <w:rStyle w:val="FontStyle30"/>
          <w:sz w:val="24"/>
          <w:szCs w:val="24"/>
        </w:rPr>
        <w:t>Статья 6.</w:t>
      </w:r>
      <w:r w:rsidRPr="00750DD4">
        <w:rPr>
          <w:rStyle w:val="FontStyle30"/>
          <w:sz w:val="24"/>
          <w:szCs w:val="24"/>
        </w:rPr>
        <w:tab/>
        <w:t>Подрядчик</w:t>
      </w:r>
    </w:p>
    <w:p w:rsidR="00BC3E39" w:rsidRPr="00750DD4" w:rsidRDefault="00BC3E39" w:rsidP="004839BE">
      <w:pPr>
        <w:pStyle w:val="Style12"/>
        <w:widowControl/>
        <w:spacing w:before="0" w:after="0" w:line="240" w:lineRule="auto"/>
        <w:jc w:val="center"/>
        <w:rPr>
          <w:rStyle w:val="FontStyle30"/>
          <w:sz w:val="24"/>
          <w:szCs w:val="24"/>
        </w:rPr>
      </w:pPr>
    </w:p>
    <w:p w:rsidR="00BC3E39" w:rsidRPr="00750DD4" w:rsidRDefault="00BC3E39" w:rsidP="004839BE">
      <w:pPr>
        <w:ind w:firstLine="567"/>
        <w:jc w:val="both"/>
      </w:pPr>
      <w:r w:rsidRPr="00750DD4">
        <w:t>6.1.</w:t>
      </w:r>
      <w:r w:rsidRPr="00750DD4">
        <w:tab/>
        <w:t xml:space="preserve">При выполнении Договора Подрядчик обязан: </w:t>
      </w:r>
    </w:p>
    <w:p w:rsidR="00BC3E39" w:rsidRPr="00750DD4" w:rsidRDefault="00BC3E39" w:rsidP="004839BE">
      <w:pPr>
        <w:pStyle w:val="Style14"/>
        <w:widowControl/>
        <w:spacing w:before="0" w:after="0" w:line="240" w:lineRule="auto"/>
        <w:ind w:firstLine="567"/>
      </w:pPr>
      <w:r w:rsidRPr="00750DD4">
        <w:t>6.1.1.</w:t>
      </w:r>
      <w:r w:rsidRPr="00750DD4">
        <w:tab/>
        <w:t xml:space="preserve">Принять от Заказчика по акту объект в срок, указанный в пункте 5.1.1. </w:t>
      </w:r>
    </w:p>
    <w:p w:rsidR="00BC3E39" w:rsidRPr="00750DD4" w:rsidRDefault="00BC3E39" w:rsidP="004839BE">
      <w:pPr>
        <w:ind w:firstLine="567"/>
        <w:jc w:val="both"/>
      </w:pPr>
      <w:r w:rsidRPr="00750DD4">
        <w:t>6.1.2.</w:t>
      </w:r>
      <w:r w:rsidRPr="00750DD4">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BC3E39" w:rsidRPr="00750DD4" w:rsidRDefault="00BC3E39" w:rsidP="004839BE">
      <w:pPr>
        <w:ind w:firstLine="567"/>
        <w:jc w:val="both"/>
      </w:pPr>
      <w:r w:rsidRPr="00750DD4">
        <w:t>6.1.3.</w:t>
      </w:r>
      <w:r w:rsidRPr="00750DD4">
        <w:tab/>
      </w:r>
      <w:r w:rsidRPr="00750DD4">
        <w:rPr>
          <w:rStyle w:val="FontStyle29"/>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750DD4">
        <w:t>.</w:t>
      </w:r>
    </w:p>
    <w:p w:rsidR="00BC3E39" w:rsidRPr="00750DD4" w:rsidRDefault="00BC3E39" w:rsidP="004839BE">
      <w:pPr>
        <w:ind w:firstLine="567"/>
        <w:jc w:val="both"/>
        <w:rPr>
          <w:rStyle w:val="FontStyle29"/>
          <w:sz w:val="24"/>
          <w:szCs w:val="24"/>
        </w:rPr>
      </w:pPr>
      <w:r w:rsidRPr="00750DD4">
        <w:t>6.1.4.</w:t>
      </w:r>
      <w:r w:rsidRPr="00750DD4">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750DD4">
        <w:rPr>
          <w:rStyle w:val="FontStyle29"/>
          <w:sz w:val="24"/>
          <w:szCs w:val="24"/>
        </w:rPr>
        <w:t xml:space="preserve">. </w:t>
      </w:r>
    </w:p>
    <w:p w:rsidR="00BC3E39" w:rsidRPr="00750DD4" w:rsidRDefault="00BC3E39" w:rsidP="004839BE">
      <w:pPr>
        <w:ind w:firstLine="567"/>
        <w:jc w:val="both"/>
      </w:pPr>
      <w:r w:rsidRPr="00750DD4">
        <w:t>6.1.5.</w:t>
      </w:r>
      <w:r w:rsidRPr="00750DD4">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BC3E39" w:rsidRPr="00750DD4" w:rsidRDefault="00BC3E39" w:rsidP="004839BE">
      <w:pPr>
        <w:ind w:firstLine="567"/>
        <w:jc w:val="both"/>
        <w:rPr>
          <w:rStyle w:val="FontStyle29"/>
          <w:sz w:val="24"/>
          <w:szCs w:val="24"/>
        </w:rPr>
      </w:pPr>
      <w:r w:rsidRPr="00750DD4">
        <w:t>6.1.6.</w:t>
      </w:r>
      <w:r w:rsidRPr="00750DD4">
        <w:tab/>
      </w:r>
      <w:r w:rsidRPr="00750DD4">
        <w:rPr>
          <w:rStyle w:val="FontStyle29"/>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BC3E39" w:rsidRPr="00750DD4" w:rsidRDefault="00BC3E39" w:rsidP="00030FD3">
      <w:pPr>
        <w:ind w:firstLine="567"/>
        <w:jc w:val="both"/>
      </w:pPr>
      <w:r w:rsidRPr="00750DD4">
        <w:rPr>
          <w:rStyle w:val="FontStyle29"/>
          <w:sz w:val="24"/>
          <w:szCs w:val="24"/>
        </w:rPr>
        <w:t>6.1.7.</w:t>
      </w:r>
      <w:r w:rsidRPr="00750DD4">
        <w:rPr>
          <w:rStyle w:val="FontStyle29"/>
          <w:sz w:val="24"/>
          <w:szCs w:val="24"/>
        </w:rPr>
        <w:tab/>
      </w:r>
      <w:r w:rsidRPr="00750DD4">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BC3E39" w:rsidRPr="00750DD4" w:rsidRDefault="00BC3E39" w:rsidP="00030FD3">
      <w:pPr>
        <w:pStyle w:val="Style14"/>
        <w:widowControl/>
        <w:tabs>
          <w:tab w:val="left" w:pos="1128"/>
        </w:tabs>
        <w:spacing w:before="0" w:after="0" w:line="240" w:lineRule="auto"/>
        <w:ind w:firstLine="567"/>
      </w:pPr>
      <w:r w:rsidRPr="00750DD4">
        <w:t>6.1.8.</w:t>
      </w:r>
      <w:r w:rsidRPr="00750DD4">
        <w:tab/>
      </w:r>
      <w:r w:rsidRPr="00750DD4">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BC3E39" w:rsidRPr="00750DD4" w:rsidRDefault="00BC3E39" w:rsidP="00030FD3">
      <w:pPr>
        <w:pStyle w:val="Style14"/>
        <w:widowControl/>
        <w:tabs>
          <w:tab w:val="left" w:pos="709"/>
        </w:tabs>
        <w:spacing w:before="0" w:after="0" w:line="240" w:lineRule="auto"/>
        <w:ind w:firstLine="567"/>
      </w:pPr>
      <w:r w:rsidRPr="00750DD4">
        <w:t xml:space="preserve">6.1.9. </w:t>
      </w:r>
      <w:r w:rsidRPr="00750DD4">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BC3E39" w:rsidRPr="00750DD4" w:rsidRDefault="00BC3E39" w:rsidP="00030FD3">
      <w:pPr>
        <w:pStyle w:val="Style14"/>
        <w:widowControl/>
        <w:spacing w:before="0" w:after="0" w:line="240" w:lineRule="auto"/>
        <w:ind w:firstLine="567"/>
      </w:pPr>
      <w:r w:rsidRPr="00750DD4">
        <w:t>6.1.10.</w:t>
      </w:r>
      <w:r w:rsidRPr="00750DD4">
        <w:tab/>
      </w:r>
      <w:r w:rsidRPr="00750DD4">
        <w:rPr>
          <w:rStyle w:val="FontStyle29"/>
          <w:sz w:val="24"/>
          <w:szCs w:val="24"/>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BC3E39" w:rsidRPr="00750DD4" w:rsidRDefault="00BC3E39" w:rsidP="00030FD3">
      <w:pPr>
        <w:pStyle w:val="Style14"/>
        <w:widowControl/>
        <w:tabs>
          <w:tab w:val="left" w:pos="1128"/>
        </w:tabs>
        <w:spacing w:before="0" w:after="0" w:line="240" w:lineRule="auto"/>
        <w:ind w:firstLine="567"/>
        <w:rPr>
          <w:rStyle w:val="FontStyle29"/>
          <w:sz w:val="24"/>
          <w:szCs w:val="24"/>
        </w:rPr>
      </w:pPr>
      <w:r w:rsidRPr="00750DD4">
        <w:rPr>
          <w:rStyle w:val="FontStyle29"/>
          <w:sz w:val="24"/>
          <w:szCs w:val="24"/>
        </w:rPr>
        <w:t>6.1.11.</w:t>
      </w:r>
      <w:r w:rsidRPr="00750DD4">
        <w:rPr>
          <w:rStyle w:val="FontStyle29"/>
          <w:sz w:val="24"/>
          <w:szCs w:val="24"/>
        </w:rPr>
        <w:tab/>
        <w:t xml:space="preserve">По первому требованию представителя Заказчика представлять всю необходимую информацию о ходе ремонтных работ. </w:t>
      </w:r>
    </w:p>
    <w:p w:rsidR="00BC3E39" w:rsidRPr="00750DD4" w:rsidRDefault="00BC3E39" w:rsidP="00030FD3">
      <w:pPr>
        <w:pStyle w:val="Style14"/>
        <w:widowControl/>
        <w:tabs>
          <w:tab w:val="left" w:pos="709"/>
        </w:tabs>
        <w:spacing w:before="0" w:after="0" w:line="240" w:lineRule="auto"/>
        <w:ind w:firstLine="567"/>
        <w:rPr>
          <w:rStyle w:val="FontStyle29"/>
          <w:sz w:val="24"/>
          <w:szCs w:val="24"/>
        </w:rPr>
      </w:pPr>
      <w:r w:rsidRPr="00750DD4">
        <w:rPr>
          <w:rStyle w:val="FontStyle29"/>
          <w:sz w:val="24"/>
          <w:szCs w:val="24"/>
        </w:rPr>
        <w:t>6.1.12.</w:t>
      </w:r>
      <w:r w:rsidRPr="00750DD4">
        <w:rPr>
          <w:rStyle w:val="FontStyle29"/>
          <w:sz w:val="24"/>
          <w:szCs w:val="24"/>
        </w:rPr>
        <w:tab/>
        <w:t xml:space="preserve">Обеспечить представителю Заказчика необходимые условия для исполнения им своих обязанностей на объекте. </w:t>
      </w:r>
    </w:p>
    <w:p w:rsidR="00BC3E39" w:rsidRPr="00750DD4" w:rsidRDefault="00BC3E39" w:rsidP="00030FD3">
      <w:pPr>
        <w:ind w:firstLine="567"/>
        <w:jc w:val="both"/>
      </w:pPr>
      <w:r w:rsidRPr="00750DD4">
        <w:t>6.1.13.</w:t>
      </w:r>
      <w:r w:rsidRPr="00750DD4">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BC3E39" w:rsidRPr="00750DD4" w:rsidRDefault="00BC3E39" w:rsidP="00030FD3">
      <w:pPr>
        <w:pStyle w:val="21"/>
        <w:widowControl/>
        <w:ind w:firstLine="567"/>
        <w:rPr>
          <w:rStyle w:val="FontStyle29"/>
          <w:sz w:val="24"/>
          <w:szCs w:val="24"/>
        </w:rPr>
      </w:pPr>
      <w:r w:rsidRPr="00750DD4">
        <w:rPr>
          <w:rFonts w:ascii="Times New Roman" w:hAnsi="Times New Roman"/>
          <w:szCs w:val="24"/>
        </w:rPr>
        <w:t>6.1.14.</w:t>
      </w:r>
      <w:r w:rsidRPr="00750DD4">
        <w:rPr>
          <w:rFonts w:ascii="Times New Roman" w:hAnsi="Times New Roman"/>
          <w:szCs w:val="24"/>
        </w:rPr>
        <w:tab/>
      </w:r>
      <w:r w:rsidRPr="00750DD4">
        <w:rPr>
          <w:rStyle w:val="FontStyle29"/>
          <w:sz w:val="24"/>
          <w:szCs w:val="24"/>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BC3E39" w:rsidRPr="00750DD4" w:rsidRDefault="00BC3E39" w:rsidP="004839BE">
      <w:pPr>
        <w:tabs>
          <w:tab w:val="left" w:pos="1068"/>
        </w:tabs>
        <w:ind w:firstLine="567"/>
        <w:jc w:val="both"/>
      </w:pPr>
      <w:r w:rsidRPr="00750DD4">
        <w:t>6.1.15.</w:t>
      </w:r>
      <w:r w:rsidRPr="00750DD4">
        <w:tab/>
        <w:t>Соблюдать установленный законодательством порядок привлечения и использование иностранных работников.</w:t>
      </w:r>
    </w:p>
    <w:p w:rsidR="00BC3E39" w:rsidRPr="00750DD4" w:rsidRDefault="00BC3E39" w:rsidP="004839BE">
      <w:pPr>
        <w:ind w:firstLine="567"/>
        <w:jc w:val="both"/>
      </w:pPr>
      <w:r w:rsidRPr="00750DD4">
        <w:t>6.2.</w:t>
      </w:r>
      <w:r w:rsidRPr="00750DD4">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BC3E39" w:rsidRPr="00750DD4" w:rsidRDefault="00BC3E39" w:rsidP="004839BE">
      <w:pPr>
        <w:pStyle w:val="Style12"/>
        <w:widowControl/>
        <w:spacing w:after="0" w:line="240" w:lineRule="auto"/>
        <w:jc w:val="center"/>
        <w:rPr>
          <w:rStyle w:val="FontStyle30"/>
          <w:sz w:val="24"/>
          <w:szCs w:val="24"/>
        </w:rPr>
      </w:pPr>
      <w:r w:rsidRPr="00750DD4">
        <w:rPr>
          <w:rStyle w:val="FontStyle30"/>
          <w:sz w:val="24"/>
          <w:szCs w:val="24"/>
        </w:rPr>
        <w:t>Статья 7.</w:t>
      </w:r>
      <w:r w:rsidRPr="00750DD4">
        <w:rPr>
          <w:rStyle w:val="FontStyle30"/>
          <w:sz w:val="24"/>
          <w:szCs w:val="24"/>
        </w:rPr>
        <w:tab/>
        <w:t>Выполнение работ</w:t>
      </w:r>
    </w:p>
    <w:p w:rsidR="00BC3E39" w:rsidRPr="008F46F0" w:rsidRDefault="00BC3E39" w:rsidP="00F73454">
      <w:pPr>
        <w:pStyle w:val="Style8"/>
        <w:widowControl/>
        <w:spacing w:line="240" w:lineRule="auto"/>
        <w:ind w:firstLine="567"/>
        <w:rPr>
          <w:sz w:val="18"/>
          <w:szCs w:val="18"/>
        </w:rPr>
      </w:pPr>
      <w:r>
        <w:t xml:space="preserve">7.1. </w:t>
      </w:r>
      <w:r w:rsidRPr="00750DD4">
        <w:t>Полномочным представителем Заказчика</w:t>
      </w:r>
      <w:r>
        <w:t xml:space="preserve"> является   </w:t>
      </w:r>
      <w:r w:rsidRPr="008F46F0">
        <w:rPr>
          <w:sz w:val="18"/>
          <w:szCs w:val="18"/>
        </w:rPr>
        <w:t>____</w:t>
      </w:r>
      <w:r>
        <w:rPr>
          <w:sz w:val="18"/>
          <w:szCs w:val="18"/>
        </w:rPr>
        <w:t>____________________</w:t>
      </w:r>
      <w:r w:rsidRPr="008F46F0">
        <w:rPr>
          <w:sz w:val="18"/>
          <w:szCs w:val="18"/>
        </w:rPr>
        <w:t>________</w:t>
      </w:r>
      <w:r>
        <w:rPr>
          <w:sz w:val="18"/>
          <w:szCs w:val="18"/>
        </w:rPr>
        <w:t>_________________</w:t>
      </w:r>
      <w:r w:rsidRPr="008F46F0">
        <w:rPr>
          <w:sz w:val="18"/>
          <w:szCs w:val="18"/>
        </w:rPr>
        <w:t>______________________________</w:t>
      </w:r>
      <w:r>
        <w:rPr>
          <w:sz w:val="18"/>
          <w:szCs w:val="18"/>
        </w:rPr>
        <w:t>________________</w:t>
      </w:r>
      <w:r w:rsidRPr="008F46F0">
        <w:rPr>
          <w:sz w:val="18"/>
          <w:szCs w:val="18"/>
        </w:rPr>
        <w:t>________</w:t>
      </w:r>
    </w:p>
    <w:p w:rsidR="00BC3E39" w:rsidRPr="00750DD4" w:rsidRDefault="00BC3E39" w:rsidP="008F46F0">
      <w:pPr>
        <w:pStyle w:val="Style10"/>
        <w:widowControl/>
        <w:spacing w:line="240" w:lineRule="auto"/>
        <w:jc w:val="center"/>
        <w:rPr>
          <w:rStyle w:val="FontStyle28"/>
          <w:sz w:val="24"/>
          <w:szCs w:val="24"/>
        </w:rPr>
      </w:pPr>
      <w:r w:rsidRPr="00750DD4">
        <w:rPr>
          <w:rStyle w:val="FontStyle28"/>
          <w:sz w:val="24"/>
          <w:szCs w:val="24"/>
        </w:rPr>
        <w:t xml:space="preserve"> (должность, Ф.И.О., документ, подтверждающий полномочия,  адрес, контактные телефоны)</w:t>
      </w:r>
    </w:p>
    <w:p w:rsidR="00BC3E39" w:rsidRPr="00750DD4" w:rsidRDefault="00BC3E39" w:rsidP="004839BE">
      <w:pPr>
        <w:pStyle w:val="Style12"/>
        <w:widowControl/>
        <w:spacing w:after="0" w:line="240" w:lineRule="auto"/>
        <w:ind w:firstLine="567"/>
        <w:jc w:val="both"/>
      </w:pPr>
      <w:r w:rsidRPr="00750DD4">
        <w:t>7.2.</w:t>
      </w:r>
      <w:r>
        <w:t xml:space="preserve"> </w:t>
      </w:r>
      <w:r w:rsidRPr="00750DD4">
        <w:t>Полномочным представителем Подрядчика является:</w:t>
      </w:r>
    </w:p>
    <w:p w:rsidR="00BC3E39" w:rsidRPr="00750DD4" w:rsidRDefault="00BC3E39" w:rsidP="004839BE">
      <w:pPr>
        <w:pStyle w:val="Style7"/>
        <w:widowControl/>
        <w:tabs>
          <w:tab w:val="left" w:leader="underscore" w:pos="9254"/>
        </w:tabs>
        <w:spacing w:before="96" w:line="240" w:lineRule="auto"/>
        <w:jc w:val="both"/>
        <w:rPr>
          <w:rStyle w:val="FontStyle27"/>
          <w:sz w:val="24"/>
          <w:szCs w:val="24"/>
        </w:rPr>
      </w:pPr>
      <w:r w:rsidRPr="00750DD4">
        <w:rPr>
          <w:rStyle w:val="FontStyle27"/>
          <w:sz w:val="24"/>
          <w:szCs w:val="24"/>
        </w:rPr>
        <w:tab/>
      </w:r>
    </w:p>
    <w:p w:rsidR="00BC3E39" w:rsidRPr="00750DD4" w:rsidRDefault="00BC3E39" w:rsidP="004839BE">
      <w:pPr>
        <w:pStyle w:val="Style10"/>
        <w:widowControl/>
        <w:spacing w:before="53" w:line="240" w:lineRule="auto"/>
        <w:jc w:val="center"/>
        <w:rPr>
          <w:rStyle w:val="FontStyle28"/>
          <w:sz w:val="24"/>
          <w:szCs w:val="24"/>
        </w:rPr>
      </w:pPr>
      <w:r w:rsidRPr="00750DD4">
        <w:rPr>
          <w:rStyle w:val="FontStyle28"/>
          <w:sz w:val="24"/>
          <w:szCs w:val="24"/>
        </w:rPr>
        <w:t>(должность, Ф.И.О., документ, подтверждающий полномочия</w:t>
      </w:r>
      <w:r>
        <w:rPr>
          <w:rStyle w:val="FontStyle28"/>
          <w:sz w:val="24"/>
          <w:szCs w:val="24"/>
        </w:rPr>
        <w:t>, адрес, контактные телефоны</w:t>
      </w:r>
      <w:r w:rsidRPr="00750DD4">
        <w:rPr>
          <w:rStyle w:val="FontStyle28"/>
          <w:sz w:val="24"/>
          <w:szCs w:val="24"/>
        </w:rPr>
        <w:t>)</w:t>
      </w:r>
    </w:p>
    <w:p w:rsidR="00BC3E39" w:rsidRPr="00750DD4" w:rsidRDefault="00BC3E39" w:rsidP="00030FD3">
      <w:pPr>
        <w:pStyle w:val="Style12"/>
        <w:widowControl/>
        <w:spacing w:before="0" w:after="0" w:line="240" w:lineRule="auto"/>
        <w:ind w:firstLine="567"/>
        <w:jc w:val="both"/>
      </w:pPr>
      <w:r w:rsidRPr="00750DD4">
        <w:t>7.3.</w:t>
      </w:r>
      <w:r w:rsidRPr="00750DD4">
        <w:tab/>
        <w:t>Замена представителя Заказчика или Подрядчика, осуществляется с обязательным письменным уведомлением об этом соответствующей Стороны.</w:t>
      </w:r>
    </w:p>
    <w:p w:rsidR="00BC3E39" w:rsidRPr="00750DD4" w:rsidRDefault="00BC3E39" w:rsidP="00030FD3">
      <w:pPr>
        <w:pStyle w:val="Style12"/>
        <w:widowControl/>
        <w:spacing w:before="0" w:after="0" w:line="240" w:lineRule="auto"/>
        <w:ind w:firstLine="567"/>
        <w:jc w:val="both"/>
      </w:pPr>
      <w:r w:rsidRPr="00750DD4">
        <w:t>7.4.</w:t>
      </w:r>
      <w:r w:rsidRPr="00750DD4">
        <w:tab/>
        <w:t>Представитель Заказчика выполняет следующие функции:</w:t>
      </w:r>
    </w:p>
    <w:p w:rsidR="00BC3E39" w:rsidRPr="00750DD4" w:rsidRDefault="00BC3E39" w:rsidP="00030FD3">
      <w:pPr>
        <w:pStyle w:val="Style12"/>
        <w:widowControl/>
        <w:spacing w:before="0" w:after="0" w:line="240" w:lineRule="auto"/>
        <w:ind w:firstLine="567"/>
        <w:jc w:val="both"/>
      </w:pPr>
      <w:r w:rsidRPr="00750DD4">
        <w:t>7.4.1.</w:t>
      </w:r>
      <w:r w:rsidRPr="00750DD4">
        <w:tab/>
        <w:t>Контроль за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BC3E39" w:rsidRPr="00750DD4" w:rsidRDefault="00BC3E39" w:rsidP="00030FD3">
      <w:pPr>
        <w:pStyle w:val="Style12"/>
        <w:widowControl/>
        <w:spacing w:before="0" w:after="0" w:line="240" w:lineRule="auto"/>
        <w:ind w:firstLine="567"/>
        <w:jc w:val="both"/>
      </w:pPr>
      <w:r w:rsidRPr="00750DD4">
        <w:t>7.4.2.</w:t>
      </w:r>
      <w:r w:rsidRPr="00750DD4">
        <w:tab/>
        <w:t>Принятие своевременных мер и контроль за устранением выявленных дефектов в технической и сметной документации;</w:t>
      </w:r>
    </w:p>
    <w:p w:rsidR="00BC3E39" w:rsidRPr="00750DD4" w:rsidRDefault="00BC3E39" w:rsidP="00630903">
      <w:pPr>
        <w:pStyle w:val="Style12"/>
        <w:widowControl/>
        <w:spacing w:before="0" w:after="0" w:line="240" w:lineRule="auto"/>
        <w:ind w:firstLine="567"/>
        <w:jc w:val="both"/>
      </w:pPr>
      <w:r w:rsidRPr="00750DD4">
        <w:t>7.4.3.</w:t>
      </w:r>
      <w:r w:rsidRPr="00750DD4">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BC3E39" w:rsidRPr="00750DD4" w:rsidRDefault="00BC3E39" w:rsidP="00630903">
      <w:pPr>
        <w:pStyle w:val="Style12"/>
        <w:widowControl/>
        <w:spacing w:before="0" w:after="0" w:line="240" w:lineRule="auto"/>
        <w:ind w:firstLine="567"/>
        <w:jc w:val="both"/>
      </w:pPr>
      <w:r w:rsidRPr="00750DD4">
        <w:t>7.4.4.</w:t>
      </w:r>
      <w:r w:rsidRPr="00750DD4">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BC3E39" w:rsidRPr="00750DD4" w:rsidRDefault="00BC3E39" w:rsidP="00630903">
      <w:pPr>
        <w:pStyle w:val="Style12"/>
        <w:widowControl/>
        <w:spacing w:before="0" w:after="0" w:line="240" w:lineRule="auto"/>
        <w:ind w:firstLine="567"/>
        <w:jc w:val="both"/>
      </w:pPr>
      <w:r w:rsidRPr="00750DD4">
        <w:t>7.4.5.</w:t>
      </w:r>
      <w:r w:rsidRPr="00750DD4">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BC3E39" w:rsidRPr="00750DD4" w:rsidRDefault="00BC3E39" w:rsidP="00630903">
      <w:pPr>
        <w:pStyle w:val="Style12"/>
        <w:widowControl/>
        <w:spacing w:before="0" w:after="0" w:line="240" w:lineRule="auto"/>
        <w:ind w:firstLine="567"/>
        <w:jc w:val="both"/>
      </w:pPr>
      <w:r w:rsidRPr="00750DD4">
        <w:t>7.4.6.</w:t>
      </w:r>
      <w:r w:rsidRPr="00750DD4">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BC3E39" w:rsidRPr="00750DD4" w:rsidRDefault="00BC3E39" w:rsidP="00630903">
      <w:pPr>
        <w:pStyle w:val="Style12"/>
        <w:widowControl/>
        <w:spacing w:before="0" w:after="0" w:line="240" w:lineRule="auto"/>
        <w:ind w:firstLine="567"/>
        <w:jc w:val="both"/>
      </w:pPr>
      <w:r w:rsidRPr="00750DD4">
        <w:t>7.5.</w:t>
      </w:r>
      <w:r w:rsidRPr="00750DD4">
        <w:tab/>
        <w:t>С целью выполнения функций, указанных в пункте 7.4, представитель Заказчика имеет право:</w:t>
      </w:r>
    </w:p>
    <w:p w:rsidR="00BC3E39" w:rsidRPr="00750DD4" w:rsidRDefault="00BC3E39" w:rsidP="00630903">
      <w:pPr>
        <w:pStyle w:val="Style12"/>
        <w:widowControl/>
        <w:spacing w:before="0" w:after="0" w:line="240" w:lineRule="auto"/>
        <w:ind w:firstLine="567"/>
        <w:jc w:val="both"/>
      </w:pPr>
      <w:r w:rsidRPr="00750DD4">
        <w:t>7.5.1.</w:t>
      </w:r>
      <w:r w:rsidRPr="00750DD4">
        <w:tab/>
        <w:t>Проводить совещания  с Подрядчиком и участвовать в совещаниях, проводящихся по инициативе Заказчика или Подрядчика;</w:t>
      </w:r>
    </w:p>
    <w:p w:rsidR="00BC3E39" w:rsidRPr="00750DD4" w:rsidRDefault="00BC3E39" w:rsidP="00630903">
      <w:pPr>
        <w:pStyle w:val="Style12"/>
        <w:widowControl/>
        <w:spacing w:before="0" w:after="0" w:line="240" w:lineRule="auto"/>
        <w:ind w:firstLine="567"/>
        <w:jc w:val="both"/>
      </w:pPr>
      <w:r w:rsidRPr="00750DD4">
        <w:t>7.5.2.</w:t>
      </w:r>
      <w:r w:rsidRPr="00750DD4">
        <w:tab/>
        <w:t>Давать в письменной форме замечания Подрядчику и требовать от него устранения указанных в замечаниях недостатков.</w:t>
      </w:r>
    </w:p>
    <w:p w:rsidR="00BC3E39" w:rsidRPr="00750DD4" w:rsidRDefault="00BC3E39" w:rsidP="00630903">
      <w:pPr>
        <w:pStyle w:val="Style12"/>
        <w:widowControl/>
        <w:spacing w:before="0" w:after="0" w:line="240" w:lineRule="auto"/>
        <w:ind w:firstLine="567"/>
        <w:jc w:val="both"/>
      </w:pPr>
      <w:r w:rsidRPr="00750DD4">
        <w:t>7.6.</w:t>
      </w:r>
      <w:r w:rsidRPr="00750DD4">
        <w:tab/>
        <w:t>Представитель Заказчика не имеет права вносить изменения в Договор или требовать от Подрядчика действий, нарушающих условия Договора.</w:t>
      </w:r>
    </w:p>
    <w:p w:rsidR="00BC3E39" w:rsidRPr="00750DD4" w:rsidRDefault="00BC3E39" w:rsidP="00630903">
      <w:pPr>
        <w:pStyle w:val="Style12"/>
        <w:widowControl/>
        <w:spacing w:before="0" w:after="0" w:line="240" w:lineRule="auto"/>
        <w:ind w:firstLine="567"/>
        <w:jc w:val="both"/>
      </w:pPr>
      <w:r w:rsidRPr="00750DD4">
        <w:t>7.7.</w:t>
      </w:r>
      <w:r w:rsidRPr="00750DD4">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BC3E39" w:rsidRPr="00750DD4" w:rsidRDefault="00BC3E39" w:rsidP="00630903">
      <w:pPr>
        <w:pStyle w:val="Style5"/>
        <w:widowControl/>
        <w:tabs>
          <w:tab w:val="left" w:pos="1418"/>
        </w:tabs>
        <w:spacing w:before="0" w:after="0" w:line="240" w:lineRule="auto"/>
        <w:ind w:firstLine="567"/>
        <w:rPr>
          <w:rStyle w:val="FontStyle29"/>
          <w:sz w:val="24"/>
          <w:szCs w:val="24"/>
        </w:rPr>
      </w:pPr>
      <w:r w:rsidRPr="00750DD4">
        <w:t>7.8.</w:t>
      </w:r>
      <w:r w:rsidRPr="00750DD4">
        <w:tab/>
      </w:r>
      <w:r w:rsidRPr="00750DD4">
        <w:rPr>
          <w:rStyle w:val="FontStyle29"/>
          <w:sz w:val="24"/>
          <w:szCs w:val="24"/>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BC3E39" w:rsidRPr="00750DD4" w:rsidRDefault="00BC3E39" w:rsidP="00630903">
      <w:pPr>
        <w:pStyle w:val="Style5"/>
        <w:widowControl/>
        <w:tabs>
          <w:tab w:val="left" w:pos="1418"/>
        </w:tabs>
        <w:spacing w:before="0" w:after="0" w:line="240" w:lineRule="auto"/>
        <w:ind w:firstLine="567"/>
        <w:rPr>
          <w:rStyle w:val="FontStyle29"/>
          <w:sz w:val="24"/>
          <w:szCs w:val="24"/>
        </w:rPr>
      </w:pPr>
      <w:r w:rsidRPr="00750DD4">
        <w:rPr>
          <w:rStyle w:val="FontStyle29"/>
          <w:sz w:val="24"/>
          <w:szCs w:val="24"/>
        </w:rPr>
        <w:t>7.9.</w:t>
      </w:r>
      <w:r w:rsidRPr="00750DD4">
        <w:rPr>
          <w:rStyle w:val="FontStyle29"/>
          <w:sz w:val="24"/>
          <w:szCs w:val="24"/>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BC3E39" w:rsidRPr="00750DD4" w:rsidRDefault="00BC3E39" w:rsidP="00630903">
      <w:pPr>
        <w:pStyle w:val="Style12"/>
        <w:widowControl/>
        <w:spacing w:before="0" w:after="0" w:line="240" w:lineRule="auto"/>
        <w:ind w:firstLine="567"/>
        <w:jc w:val="both"/>
        <w:rPr>
          <w:rStyle w:val="FontStyle29"/>
          <w:sz w:val="24"/>
          <w:szCs w:val="24"/>
        </w:rPr>
      </w:pPr>
      <w:r w:rsidRPr="00750DD4">
        <w:t>7.10.</w:t>
      </w:r>
      <w:r w:rsidRPr="00750DD4">
        <w:tab/>
        <w:t xml:space="preserve">Представитель Заказчика </w:t>
      </w:r>
      <w:r w:rsidRPr="00750DD4">
        <w:rPr>
          <w:rStyle w:val="FontStyle29"/>
          <w:sz w:val="24"/>
          <w:szCs w:val="24"/>
        </w:rPr>
        <w:t>по приглашению представителя Подрядчика</w:t>
      </w:r>
      <w:r w:rsidRPr="00750DD4">
        <w:t xml:space="preserve"> обязан </w:t>
      </w:r>
      <w:r w:rsidRPr="00750DD4">
        <w:rPr>
          <w:rStyle w:val="FontStyle29"/>
          <w:sz w:val="24"/>
          <w:szCs w:val="24"/>
        </w:rPr>
        <w:t xml:space="preserve">принимать участие в совещаниях для обсуждения вопросов, связанных с работами. </w:t>
      </w:r>
    </w:p>
    <w:p w:rsidR="00BC3E39" w:rsidRPr="00750DD4" w:rsidRDefault="00BC3E39" w:rsidP="00630903">
      <w:pPr>
        <w:pStyle w:val="Style12"/>
        <w:widowControl/>
        <w:spacing w:before="0" w:after="0" w:line="240" w:lineRule="auto"/>
        <w:ind w:firstLine="567"/>
        <w:jc w:val="both"/>
        <w:rPr>
          <w:color w:val="000000"/>
        </w:rPr>
      </w:pPr>
      <w:r w:rsidRPr="00750DD4">
        <w:rPr>
          <w:rStyle w:val="FontStyle29"/>
          <w:sz w:val="24"/>
          <w:szCs w:val="24"/>
        </w:rPr>
        <w:t>7.11.</w:t>
      </w:r>
      <w:r w:rsidRPr="00750DD4">
        <w:rPr>
          <w:rStyle w:val="FontStyle29"/>
          <w:sz w:val="24"/>
          <w:szCs w:val="24"/>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BC3E39" w:rsidRPr="00750DD4" w:rsidRDefault="00BC3E39" w:rsidP="00630903">
      <w:pPr>
        <w:pStyle w:val="ConsPlusNormal"/>
        <w:ind w:firstLine="567"/>
        <w:jc w:val="both"/>
        <w:rPr>
          <w:rFonts w:ascii="Times New Roman" w:hAnsi="Times New Roman" w:cs="Times New Roman"/>
          <w:sz w:val="24"/>
          <w:szCs w:val="24"/>
        </w:rPr>
      </w:pPr>
      <w:r w:rsidRPr="00750DD4">
        <w:rPr>
          <w:rFonts w:ascii="Times New Roman" w:hAnsi="Times New Roman" w:cs="Times New Roman"/>
          <w:sz w:val="24"/>
          <w:szCs w:val="24"/>
        </w:rPr>
        <w:t>7.12.</w:t>
      </w:r>
      <w:r w:rsidRPr="00750DD4">
        <w:rPr>
          <w:rFonts w:ascii="Times New Roman" w:hAnsi="Times New Roman" w:cs="Times New Roman"/>
          <w:sz w:val="24"/>
          <w:szCs w:val="24"/>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w:t>
      </w:r>
      <w:smartTag w:uri="urn:schemas-microsoft-com:office:smarttags" w:element="metricconverter">
        <w:smartTagPr>
          <w:attr w:name="ProductID" w:val="2004 г"/>
        </w:smartTagPr>
        <w:r w:rsidRPr="00750DD4">
          <w:rPr>
            <w:rFonts w:ascii="Times New Roman" w:hAnsi="Times New Roman" w:cs="Times New Roman"/>
            <w:sz w:val="24"/>
            <w:szCs w:val="24"/>
          </w:rPr>
          <w:t>2004 г</w:t>
        </w:r>
      </w:smartTag>
      <w:r w:rsidRPr="00750DD4">
        <w:rPr>
          <w:rFonts w:ascii="Times New Roman" w:hAnsi="Times New Roman" w:cs="Times New Roman"/>
          <w:sz w:val="24"/>
          <w:szCs w:val="24"/>
        </w:rPr>
        <w:t xml:space="preserve">. N 70 «Организация строительства». </w:t>
      </w:r>
    </w:p>
    <w:p w:rsidR="00BC3E39" w:rsidRPr="00750DD4" w:rsidRDefault="00BC3E39" w:rsidP="00630903">
      <w:pPr>
        <w:pStyle w:val="Closing"/>
        <w:spacing w:line="240" w:lineRule="auto"/>
        <w:ind w:left="45" w:firstLine="567"/>
        <w:jc w:val="both"/>
        <w:rPr>
          <w:rStyle w:val="FontStyle29"/>
          <w:sz w:val="24"/>
          <w:szCs w:val="24"/>
        </w:rPr>
      </w:pPr>
      <w:r w:rsidRPr="00750DD4">
        <w:rPr>
          <w:rStyle w:val="FontStyle29"/>
          <w:sz w:val="24"/>
          <w:szCs w:val="24"/>
        </w:rPr>
        <w:t>7.13.</w:t>
      </w:r>
      <w:r w:rsidRPr="00750DD4">
        <w:rPr>
          <w:rStyle w:val="FontStyle29"/>
          <w:sz w:val="24"/>
          <w:szCs w:val="24"/>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BC3E39" w:rsidRPr="00750DD4" w:rsidRDefault="00BC3E39" w:rsidP="00630903">
      <w:pPr>
        <w:pStyle w:val="Closing"/>
        <w:spacing w:line="240" w:lineRule="auto"/>
        <w:ind w:left="45" w:firstLine="567"/>
        <w:jc w:val="both"/>
        <w:rPr>
          <w:rStyle w:val="FontStyle29"/>
          <w:sz w:val="24"/>
          <w:szCs w:val="24"/>
        </w:rPr>
      </w:pPr>
      <w:r w:rsidRPr="00750DD4">
        <w:rPr>
          <w:rStyle w:val="FontStyle29"/>
          <w:sz w:val="24"/>
          <w:szCs w:val="24"/>
        </w:rPr>
        <w:t>7.14.</w:t>
      </w:r>
      <w:r w:rsidRPr="00750DD4">
        <w:rPr>
          <w:rStyle w:val="FontStyle29"/>
          <w:sz w:val="24"/>
          <w:szCs w:val="24"/>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BC3E39" w:rsidRPr="00750DD4" w:rsidRDefault="00BC3E39" w:rsidP="004839BE">
      <w:pPr>
        <w:pStyle w:val="Style12"/>
        <w:widowControl/>
        <w:spacing w:after="0" w:line="240" w:lineRule="auto"/>
        <w:jc w:val="center"/>
        <w:rPr>
          <w:rStyle w:val="FontStyle30"/>
          <w:sz w:val="24"/>
          <w:szCs w:val="24"/>
        </w:rPr>
      </w:pPr>
      <w:r>
        <w:rPr>
          <w:rStyle w:val="FontStyle30"/>
          <w:sz w:val="24"/>
          <w:szCs w:val="24"/>
        </w:rPr>
        <w:t>С</w:t>
      </w:r>
      <w:r w:rsidRPr="00750DD4">
        <w:rPr>
          <w:rStyle w:val="FontStyle30"/>
          <w:sz w:val="24"/>
          <w:szCs w:val="24"/>
        </w:rPr>
        <w:t>татья 8.</w:t>
      </w:r>
      <w:r w:rsidRPr="00750DD4">
        <w:rPr>
          <w:rStyle w:val="FontStyle30"/>
          <w:sz w:val="24"/>
          <w:szCs w:val="24"/>
        </w:rPr>
        <w:tab/>
        <w:t>Сдача и приемка объекта в эксплуатацию</w:t>
      </w:r>
    </w:p>
    <w:p w:rsidR="00BC3E39" w:rsidRPr="00750DD4" w:rsidRDefault="00BC3E39" w:rsidP="004839BE">
      <w:pPr>
        <w:pStyle w:val="Style12"/>
        <w:widowControl/>
        <w:spacing w:before="0" w:after="0" w:line="240" w:lineRule="auto"/>
        <w:jc w:val="center"/>
        <w:rPr>
          <w:rStyle w:val="FontStyle30"/>
          <w:sz w:val="24"/>
          <w:szCs w:val="24"/>
        </w:rPr>
      </w:pPr>
    </w:p>
    <w:p w:rsidR="00BC3E39" w:rsidRPr="00750DD4" w:rsidRDefault="00BC3E39" w:rsidP="004839BE">
      <w:pPr>
        <w:tabs>
          <w:tab w:val="left" w:pos="720"/>
        </w:tabs>
        <w:ind w:firstLine="567"/>
        <w:jc w:val="both"/>
      </w:pPr>
      <w:r w:rsidRPr="00750DD4">
        <w:t>8.1.</w:t>
      </w:r>
      <w:r w:rsidRPr="00750DD4">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BC3E39" w:rsidRPr="00750DD4" w:rsidRDefault="00BC3E39" w:rsidP="004839BE">
      <w:pPr>
        <w:ind w:firstLine="567"/>
        <w:jc w:val="both"/>
      </w:pPr>
    </w:p>
    <w:p w:rsidR="00BC3E39" w:rsidRPr="00750DD4" w:rsidRDefault="00BC3E39" w:rsidP="00630903">
      <w:pPr>
        <w:tabs>
          <w:tab w:val="left" w:pos="720"/>
        </w:tabs>
        <w:ind w:firstLine="567"/>
        <w:jc w:val="both"/>
      </w:pPr>
      <w:r w:rsidRPr="00750DD4">
        <w:t>8.2.</w:t>
      </w:r>
      <w:r w:rsidRPr="00750DD4">
        <w:tab/>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w:t>
      </w:r>
      <w:r w:rsidRPr="00750DD4">
        <w:br/>
        <w:t>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BC3E39" w:rsidRPr="00750DD4" w:rsidRDefault="00BC3E39" w:rsidP="00630903">
      <w:pPr>
        <w:pStyle w:val="Style5"/>
        <w:widowControl/>
        <w:spacing w:before="0" w:after="0" w:line="240" w:lineRule="auto"/>
        <w:ind w:firstLine="567"/>
      </w:pPr>
      <w:r w:rsidRPr="00750DD4">
        <w:t>8.3.</w:t>
      </w:r>
      <w:r w:rsidRPr="00750DD4">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BC3E39" w:rsidRPr="00750DD4" w:rsidRDefault="00BC3E39" w:rsidP="00630903">
      <w:pPr>
        <w:pStyle w:val="Style5"/>
        <w:widowControl/>
        <w:spacing w:before="0" w:after="0" w:line="240" w:lineRule="auto"/>
        <w:ind w:firstLine="567"/>
      </w:pPr>
      <w:r w:rsidRPr="00750DD4">
        <w:t>8.4.</w:t>
      </w:r>
      <w:r w:rsidRPr="00750DD4">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BC3E39" w:rsidRPr="00750DD4" w:rsidRDefault="00BC3E39" w:rsidP="00630903">
      <w:pPr>
        <w:pStyle w:val="Style5"/>
        <w:widowControl/>
        <w:spacing w:before="0" w:after="0" w:line="240" w:lineRule="auto"/>
        <w:ind w:firstLine="567"/>
      </w:pPr>
      <w:r w:rsidRPr="00750DD4">
        <w:t>8.5.</w:t>
      </w:r>
      <w:r w:rsidRPr="00750DD4">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BC3E39" w:rsidRPr="00750DD4" w:rsidRDefault="00BC3E39" w:rsidP="00630903">
      <w:pPr>
        <w:pStyle w:val="Style14"/>
        <w:widowControl/>
        <w:tabs>
          <w:tab w:val="left" w:pos="709"/>
        </w:tabs>
        <w:spacing w:before="0" w:after="0" w:line="240" w:lineRule="auto"/>
        <w:ind w:firstLine="567"/>
      </w:pPr>
      <w:r w:rsidRPr="00750DD4">
        <w:rPr>
          <w:rStyle w:val="FontStyle29"/>
          <w:sz w:val="24"/>
          <w:szCs w:val="24"/>
        </w:rPr>
        <w:t>8.6.</w:t>
      </w:r>
      <w:r w:rsidRPr="00750DD4">
        <w:rPr>
          <w:rStyle w:val="FontStyle29"/>
          <w:sz w:val="24"/>
          <w:szCs w:val="24"/>
        </w:rPr>
        <w:tab/>
        <w:t xml:space="preserve">С </w:t>
      </w:r>
      <w:r w:rsidRPr="00750DD4">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BC3E39" w:rsidRDefault="00BC3E39" w:rsidP="004839BE">
      <w:pPr>
        <w:pStyle w:val="Style12"/>
        <w:widowControl/>
        <w:spacing w:after="0" w:line="240" w:lineRule="auto"/>
        <w:jc w:val="center"/>
        <w:rPr>
          <w:rStyle w:val="FontStyle30"/>
          <w:sz w:val="24"/>
          <w:szCs w:val="24"/>
        </w:rPr>
      </w:pPr>
      <w:r w:rsidRPr="00750DD4">
        <w:rPr>
          <w:rStyle w:val="FontStyle30"/>
          <w:sz w:val="24"/>
          <w:szCs w:val="24"/>
        </w:rPr>
        <w:t>Статья 9.</w:t>
      </w:r>
      <w:r w:rsidRPr="00750DD4">
        <w:rPr>
          <w:rStyle w:val="FontStyle30"/>
          <w:sz w:val="24"/>
          <w:szCs w:val="24"/>
        </w:rPr>
        <w:tab/>
        <w:t>Гарантии качества по сданным работам</w:t>
      </w:r>
    </w:p>
    <w:p w:rsidR="00BC3E39" w:rsidRPr="00750DD4" w:rsidRDefault="00BC3E39" w:rsidP="004839BE">
      <w:pPr>
        <w:pStyle w:val="Style12"/>
        <w:widowControl/>
        <w:spacing w:after="0" w:line="240" w:lineRule="auto"/>
        <w:jc w:val="center"/>
        <w:rPr>
          <w:rStyle w:val="FontStyle30"/>
          <w:sz w:val="24"/>
          <w:szCs w:val="24"/>
        </w:rPr>
      </w:pPr>
    </w:p>
    <w:p w:rsidR="00BC3E39" w:rsidRPr="00750DD4" w:rsidRDefault="00BC3E39" w:rsidP="00630903">
      <w:pPr>
        <w:pStyle w:val="Style14"/>
        <w:widowControl/>
        <w:tabs>
          <w:tab w:val="left" w:pos="1450"/>
        </w:tabs>
        <w:spacing w:before="0" w:after="0" w:line="240" w:lineRule="auto"/>
        <w:ind w:firstLine="567"/>
      </w:pPr>
      <w:r w:rsidRPr="00750DD4">
        <w:t>9.1.</w:t>
      </w:r>
      <w:r w:rsidRPr="00750DD4">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BC3E39" w:rsidRPr="00750DD4" w:rsidRDefault="00BC3E39" w:rsidP="00630903">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b w:val="0"/>
          <w:bCs w:val="0"/>
          <w:iCs/>
        </w:rPr>
      </w:pPr>
      <w:r w:rsidRPr="00750DD4">
        <w:rPr>
          <w:rFonts w:ascii="Times New Roman" w:hAnsi="Times New Roman"/>
          <w:b w:val="0"/>
        </w:rPr>
        <w:t>9.2.</w:t>
      </w:r>
      <w:r w:rsidRPr="00750DD4">
        <w:rPr>
          <w:rFonts w:ascii="Times New Roman" w:hAnsi="Times New Roman"/>
          <w:b w:val="0"/>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BC3E39" w:rsidRPr="00750DD4" w:rsidRDefault="00BC3E39" w:rsidP="00630903">
      <w:pPr>
        <w:pStyle w:val="Style14"/>
        <w:widowControl/>
        <w:tabs>
          <w:tab w:val="left" w:pos="1234"/>
        </w:tabs>
        <w:spacing w:before="0" w:after="0" w:line="240" w:lineRule="auto"/>
        <w:ind w:firstLine="567"/>
        <w:rPr>
          <w:rStyle w:val="FontStyle29"/>
          <w:sz w:val="24"/>
          <w:szCs w:val="24"/>
        </w:rPr>
      </w:pPr>
      <w:r w:rsidRPr="00750DD4">
        <w:rPr>
          <w:rStyle w:val="FontStyle29"/>
          <w:sz w:val="24"/>
          <w:szCs w:val="24"/>
        </w:rPr>
        <w:t>9.3.</w:t>
      </w:r>
      <w:r w:rsidRPr="00750DD4">
        <w:rPr>
          <w:rStyle w:val="FontStyle29"/>
          <w:sz w:val="24"/>
          <w:szCs w:val="24"/>
        </w:rPr>
        <w:tab/>
        <w:t xml:space="preserve">При обнаружении дефектов </w:t>
      </w:r>
      <w:r w:rsidRPr="00750DD4">
        <w:t xml:space="preserve">Заказчик должен письменно известить об этом Подрядчика. </w:t>
      </w:r>
      <w:r w:rsidRPr="00750DD4">
        <w:rPr>
          <w:rStyle w:val="FontStyle29"/>
          <w:sz w:val="24"/>
          <w:szCs w:val="24"/>
        </w:rPr>
        <w:t>Подрядчик направляет с</w:t>
      </w:r>
      <w:r>
        <w:rPr>
          <w:rStyle w:val="FontStyle29"/>
          <w:sz w:val="24"/>
          <w:szCs w:val="24"/>
        </w:rPr>
        <w:t>воего представителя не позднее 7</w:t>
      </w:r>
      <w:r w:rsidRPr="00750DD4">
        <w:rPr>
          <w:rStyle w:val="FontStyle29"/>
          <w:sz w:val="24"/>
          <w:szCs w:val="24"/>
        </w:rPr>
        <w:t xml:space="preserve">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750DD4">
        <w:t xml:space="preserve"> </w:t>
      </w:r>
      <w:r w:rsidRPr="00750DD4">
        <w:rPr>
          <w:rStyle w:val="FontStyle29"/>
          <w:sz w:val="24"/>
          <w:szCs w:val="24"/>
        </w:rPr>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BC3E39" w:rsidRPr="00750DD4" w:rsidRDefault="00BC3E39" w:rsidP="00630903">
      <w:pPr>
        <w:pStyle w:val="Style14"/>
        <w:widowControl/>
        <w:tabs>
          <w:tab w:val="left" w:pos="1234"/>
        </w:tabs>
        <w:spacing w:before="0" w:after="0" w:line="240" w:lineRule="auto"/>
        <w:ind w:firstLine="567"/>
        <w:rPr>
          <w:rStyle w:val="FontStyle29"/>
          <w:sz w:val="24"/>
          <w:szCs w:val="24"/>
        </w:rPr>
      </w:pPr>
      <w:r w:rsidRPr="00750DD4">
        <w:rPr>
          <w:rStyle w:val="FontStyle29"/>
          <w:sz w:val="24"/>
          <w:szCs w:val="24"/>
        </w:rPr>
        <w:t>9.4.</w:t>
      </w:r>
      <w:r w:rsidRPr="00750DD4">
        <w:rPr>
          <w:rStyle w:val="FontStyle29"/>
          <w:sz w:val="24"/>
          <w:szCs w:val="24"/>
        </w:rPr>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BC3E39" w:rsidRPr="00750DD4" w:rsidRDefault="00BC3E39" w:rsidP="00630903">
      <w:pPr>
        <w:pStyle w:val="Style14"/>
        <w:widowControl/>
        <w:tabs>
          <w:tab w:val="left" w:pos="1234"/>
        </w:tabs>
        <w:spacing w:before="0" w:after="0" w:line="240" w:lineRule="auto"/>
        <w:ind w:firstLine="567"/>
        <w:rPr>
          <w:rStyle w:val="FontStyle29"/>
          <w:sz w:val="24"/>
          <w:szCs w:val="24"/>
        </w:rPr>
      </w:pPr>
      <w:r w:rsidRPr="00750DD4">
        <w:rPr>
          <w:rStyle w:val="FontStyle29"/>
          <w:sz w:val="24"/>
          <w:szCs w:val="24"/>
        </w:rPr>
        <w:t>9.5.</w:t>
      </w:r>
      <w:r w:rsidRPr="00750DD4">
        <w:rPr>
          <w:rStyle w:val="FontStyle29"/>
          <w:sz w:val="24"/>
          <w:szCs w:val="24"/>
        </w:rPr>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750DD4">
        <w:t xml:space="preserve"> исполнения его обязательств по устранению выявленных дефектов в гарантийный период. </w:t>
      </w:r>
    </w:p>
    <w:p w:rsidR="00BC3E39" w:rsidRPr="00750DD4" w:rsidRDefault="00BC3E39" w:rsidP="004839BE">
      <w:pPr>
        <w:pStyle w:val="Style12"/>
        <w:widowControl/>
        <w:spacing w:after="0" w:line="240" w:lineRule="auto"/>
        <w:ind w:firstLine="567"/>
        <w:jc w:val="center"/>
        <w:rPr>
          <w:rStyle w:val="FontStyle30"/>
          <w:sz w:val="24"/>
          <w:szCs w:val="24"/>
        </w:rPr>
      </w:pPr>
      <w:r w:rsidRPr="00750DD4">
        <w:rPr>
          <w:rStyle w:val="FontStyle30"/>
          <w:sz w:val="24"/>
          <w:szCs w:val="24"/>
        </w:rPr>
        <w:t>Статья 10.</w:t>
      </w:r>
      <w:r w:rsidRPr="00750DD4">
        <w:rPr>
          <w:rStyle w:val="FontStyle30"/>
          <w:sz w:val="24"/>
          <w:szCs w:val="24"/>
        </w:rPr>
        <w:tab/>
        <w:t>Ответственность сторон</w:t>
      </w:r>
    </w:p>
    <w:p w:rsidR="00BC3E39" w:rsidRPr="00750DD4" w:rsidRDefault="00BC3E39" w:rsidP="004839BE">
      <w:pPr>
        <w:pStyle w:val="Style14"/>
        <w:tabs>
          <w:tab w:val="left" w:pos="1464"/>
        </w:tabs>
        <w:spacing w:after="0" w:line="240" w:lineRule="auto"/>
        <w:ind w:firstLine="567"/>
        <w:rPr>
          <w:rStyle w:val="FontStyle29"/>
          <w:sz w:val="24"/>
          <w:szCs w:val="24"/>
        </w:rPr>
      </w:pPr>
      <w:r w:rsidRPr="00750DD4">
        <w:rPr>
          <w:rStyle w:val="FontStyle29"/>
          <w:sz w:val="24"/>
          <w:szCs w:val="24"/>
        </w:rPr>
        <w:t>10.1.</w:t>
      </w:r>
      <w:r w:rsidRPr="00750DD4">
        <w:rPr>
          <w:rStyle w:val="FontStyle29"/>
          <w:sz w:val="24"/>
          <w:szCs w:val="24"/>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BC3E39" w:rsidRPr="00750DD4" w:rsidRDefault="00BC3E39" w:rsidP="004839BE">
      <w:pPr>
        <w:ind w:firstLine="567"/>
        <w:jc w:val="both"/>
      </w:pPr>
      <w:r w:rsidRPr="00750DD4">
        <w:t>10.2.</w:t>
      </w:r>
      <w:r w:rsidRPr="00750DD4">
        <w:tab/>
        <w:t>За нарушение сроков исполнения обязательств по Договору Заказчиком или Подрядчиком виновная Сторона не</w:t>
      </w:r>
      <w:r>
        <w:t>сет ответственность в виде пени</w:t>
      </w:r>
      <w:r w:rsidRPr="00750DD4">
        <w:t xml:space="preserve"> в размере 0,1% (ноль целых одна десятая процента) от</w:t>
      </w:r>
      <w:r w:rsidRPr="00750DD4">
        <w:rPr>
          <w:color w:val="00B050"/>
        </w:rPr>
        <w:t xml:space="preserve"> </w:t>
      </w:r>
      <w:r w:rsidRPr="00750DD4">
        <w:t>стоимости, указанной в пункте 1.2 Договора за каждый день просрочки до фактического исполнения обязательств.</w:t>
      </w:r>
    </w:p>
    <w:p w:rsidR="00BC3E39" w:rsidRPr="00750DD4" w:rsidRDefault="00BC3E39" w:rsidP="004839BE">
      <w:pPr>
        <w:ind w:firstLine="567"/>
        <w:jc w:val="both"/>
        <w:rPr>
          <w:rStyle w:val="FontStyle29"/>
          <w:sz w:val="24"/>
          <w:szCs w:val="24"/>
        </w:rPr>
      </w:pPr>
      <w:r w:rsidRPr="00750DD4">
        <w:t>10.3.</w:t>
      </w:r>
      <w:r w:rsidRPr="00750DD4">
        <w:tab/>
      </w:r>
      <w:r w:rsidRPr="00750DD4">
        <w:rPr>
          <w:rStyle w:val="FontStyle29"/>
          <w:sz w:val="24"/>
          <w:szCs w:val="24"/>
        </w:rPr>
        <w:t xml:space="preserve">За заключение договора субподряда без согласования с Заказчиком </w:t>
      </w:r>
      <w:r w:rsidRPr="00750DD4">
        <w:t>Подрядчик выплачивает Заказчику штраф в размере</w:t>
      </w:r>
      <w:r w:rsidRPr="00750DD4">
        <w:rPr>
          <w:rStyle w:val="FontStyle29"/>
          <w:sz w:val="24"/>
          <w:szCs w:val="24"/>
        </w:rPr>
        <w:t xml:space="preserve"> 1 % </w:t>
      </w:r>
      <w:r w:rsidRPr="00750DD4">
        <w:t xml:space="preserve">(один процент) </w:t>
      </w:r>
      <w:r w:rsidRPr="00750DD4">
        <w:rPr>
          <w:rStyle w:val="FontStyle29"/>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BC3E39" w:rsidRPr="00750DD4" w:rsidRDefault="00BC3E39" w:rsidP="004839BE">
      <w:pPr>
        <w:ind w:firstLine="567"/>
        <w:jc w:val="both"/>
      </w:pPr>
      <w:r w:rsidRPr="00750DD4">
        <w:rPr>
          <w:rStyle w:val="FontStyle29"/>
          <w:sz w:val="24"/>
          <w:szCs w:val="24"/>
        </w:rPr>
        <w:t>10.4.</w:t>
      </w:r>
      <w:r w:rsidRPr="00750DD4">
        <w:rPr>
          <w:rStyle w:val="FontStyle29"/>
          <w:sz w:val="24"/>
          <w:szCs w:val="24"/>
        </w:rPr>
        <w:tab/>
      </w:r>
      <w:r w:rsidRPr="00750DD4">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BC3E39" w:rsidRPr="00750DD4" w:rsidRDefault="00BC3E39" w:rsidP="004839BE">
      <w:pPr>
        <w:ind w:firstLine="567"/>
        <w:jc w:val="both"/>
      </w:pPr>
      <w:r w:rsidRPr="00750DD4">
        <w:t>10.5.</w:t>
      </w:r>
      <w:r w:rsidRPr="00750DD4">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BC3E39" w:rsidRPr="00750DD4" w:rsidRDefault="00BC3E39" w:rsidP="004839BE">
      <w:pPr>
        <w:ind w:firstLine="567"/>
        <w:jc w:val="both"/>
      </w:pPr>
      <w:r w:rsidRPr="00750DD4">
        <w:t>10.6.</w:t>
      </w:r>
      <w:r w:rsidRPr="00750DD4">
        <w:tab/>
        <w:t>Указанные в настоящей статье штрафы взимаются за каждое нарушение в отдельности.</w:t>
      </w:r>
    </w:p>
    <w:p w:rsidR="00BC3E39" w:rsidRPr="00750DD4" w:rsidRDefault="00BC3E39" w:rsidP="004839BE">
      <w:pPr>
        <w:ind w:firstLine="567"/>
        <w:jc w:val="both"/>
      </w:pPr>
      <w:r w:rsidRPr="00750DD4">
        <w:t>10.7.</w:t>
      </w:r>
      <w:r w:rsidRPr="00750DD4">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BC3E39" w:rsidRPr="00750DD4" w:rsidRDefault="00BC3E39" w:rsidP="004839BE">
      <w:pPr>
        <w:pStyle w:val="Style12"/>
        <w:widowControl/>
        <w:spacing w:after="0" w:line="240" w:lineRule="auto"/>
        <w:jc w:val="center"/>
        <w:rPr>
          <w:rStyle w:val="FontStyle30"/>
          <w:sz w:val="24"/>
          <w:szCs w:val="24"/>
        </w:rPr>
      </w:pPr>
      <w:r w:rsidRPr="00750DD4">
        <w:rPr>
          <w:rStyle w:val="FontStyle30"/>
          <w:sz w:val="24"/>
          <w:szCs w:val="24"/>
        </w:rPr>
        <w:t>Статья 11.</w:t>
      </w:r>
      <w:r w:rsidRPr="00750DD4">
        <w:rPr>
          <w:rStyle w:val="FontStyle30"/>
          <w:sz w:val="24"/>
          <w:szCs w:val="24"/>
        </w:rPr>
        <w:tab/>
        <w:t>Внесение изменений в техническую документацию</w:t>
      </w:r>
    </w:p>
    <w:p w:rsidR="00BC3E39" w:rsidRPr="00750DD4" w:rsidRDefault="00BC3E39" w:rsidP="004839BE">
      <w:pPr>
        <w:pStyle w:val="text-1"/>
        <w:spacing w:before="240" w:beforeAutospacing="0" w:after="0" w:afterAutospacing="0"/>
        <w:ind w:firstLine="567"/>
        <w:jc w:val="both"/>
      </w:pPr>
      <w:r w:rsidRPr="00750DD4">
        <w:t>11.1.</w:t>
      </w:r>
      <w:r w:rsidRPr="00750DD4">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BC3E39" w:rsidRPr="00750DD4" w:rsidRDefault="00BC3E39" w:rsidP="00630903">
      <w:pPr>
        <w:ind w:firstLine="567"/>
        <w:jc w:val="both"/>
      </w:pPr>
      <w:r w:rsidRPr="00750DD4">
        <w:t>11.2.</w:t>
      </w:r>
      <w:r w:rsidRPr="00750DD4">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BC3E39" w:rsidRPr="00750DD4" w:rsidRDefault="00BC3E39" w:rsidP="00630903">
      <w:pPr>
        <w:pStyle w:val="text-1"/>
        <w:spacing w:before="0" w:beforeAutospacing="0" w:after="0" w:afterAutospacing="0"/>
        <w:ind w:firstLine="567"/>
        <w:jc w:val="both"/>
      </w:pPr>
      <w:r w:rsidRPr="00750DD4">
        <w:t>11.3.</w:t>
      </w:r>
      <w:r w:rsidRPr="00750DD4">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750DD4">
        <w:rPr>
          <w:rStyle w:val="FontStyle29"/>
          <w:sz w:val="24"/>
          <w:szCs w:val="24"/>
        </w:rPr>
        <w:t>оформлением дополнительного соглашения</w:t>
      </w:r>
      <w:r w:rsidRPr="00750DD4">
        <w:t>.</w:t>
      </w:r>
    </w:p>
    <w:p w:rsidR="00BC3E39" w:rsidRPr="00750DD4" w:rsidRDefault="00BC3E39" w:rsidP="004839BE">
      <w:pPr>
        <w:pStyle w:val="Style14"/>
        <w:widowControl/>
        <w:tabs>
          <w:tab w:val="left" w:pos="709"/>
        </w:tabs>
        <w:spacing w:after="0" w:line="240" w:lineRule="auto"/>
        <w:ind w:firstLine="567"/>
        <w:rPr>
          <w:rStyle w:val="FontStyle29"/>
          <w:sz w:val="24"/>
          <w:szCs w:val="24"/>
        </w:rPr>
      </w:pPr>
    </w:p>
    <w:p w:rsidR="00BC3E39" w:rsidRPr="00750DD4" w:rsidRDefault="00BC3E39" w:rsidP="004839BE">
      <w:pPr>
        <w:pStyle w:val="Style12"/>
        <w:widowControl/>
        <w:spacing w:after="0" w:line="240" w:lineRule="auto"/>
        <w:jc w:val="center"/>
        <w:rPr>
          <w:rStyle w:val="FontStyle30"/>
          <w:sz w:val="24"/>
          <w:szCs w:val="24"/>
        </w:rPr>
      </w:pPr>
      <w:r w:rsidRPr="00750DD4">
        <w:rPr>
          <w:rStyle w:val="FontStyle30"/>
          <w:sz w:val="24"/>
          <w:szCs w:val="24"/>
        </w:rPr>
        <w:t>Статья 12.</w:t>
      </w:r>
      <w:r w:rsidRPr="00750DD4">
        <w:rPr>
          <w:rStyle w:val="FontStyle30"/>
          <w:sz w:val="24"/>
          <w:szCs w:val="24"/>
        </w:rPr>
        <w:tab/>
        <w:t>Обстоятельства непреодолимой силы</w:t>
      </w:r>
    </w:p>
    <w:p w:rsidR="00BC3E39" w:rsidRPr="00750DD4" w:rsidRDefault="00BC3E39" w:rsidP="004839BE">
      <w:pPr>
        <w:ind w:firstLine="567"/>
        <w:jc w:val="both"/>
        <w:rPr>
          <w:rStyle w:val="FontStyle29"/>
          <w:sz w:val="24"/>
          <w:szCs w:val="24"/>
        </w:rPr>
      </w:pPr>
    </w:p>
    <w:p w:rsidR="00BC3E39" w:rsidRPr="00750DD4" w:rsidRDefault="00BC3E39" w:rsidP="004839BE">
      <w:pPr>
        <w:ind w:firstLine="567"/>
        <w:jc w:val="both"/>
      </w:pPr>
      <w:r w:rsidRPr="00750DD4">
        <w:rPr>
          <w:rStyle w:val="FontStyle29"/>
          <w:sz w:val="24"/>
          <w:szCs w:val="24"/>
        </w:rPr>
        <w:t>12.1.</w:t>
      </w:r>
      <w:r w:rsidRPr="00750DD4">
        <w:rPr>
          <w:rStyle w:val="FontStyle29"/>
          <w:sz w:val="24"/>
          <w:szCs w:val="24"/>
        </w:rPr>
        <w:tab/>
      </w:r>
      <w:r w:rsidRPr="00750DD4">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BC3E39" w:rsidRPr="00750DD4" w:rsidRDefault="00BC3E39" w:rsidP="004839BE">
      <w:pPr>
        <w:ind w:firstLine="567"/>
        <w:jc w:val="both"/>
      </w:pPr>
      <w:r w:rsidRPr="00750DD4">
        <w:t>12.2.</w:t>
      </w:r>
      <w:r w:rsidRPr="00750DD4">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BC3E39" w:rsidRPr="00750DD4" w:rsidRDefault="00BC3E39" w:rsidP="004839BE">
      <w:pPr>
        <w:ind w:firstLine="567"/>
        <w:jc w:val="both"/>
      </w:pPr>
      <w:r w:rsidRPr="00750DD4">
        <w:t>12.3.</w:t>
      </w:r>
      <w:r w:rsidRPr="00750DD4">
        <w:tab/>
        <w:t>С момента наступления форс-мажорных обстоятельств действие Договора приостанавливается до момента, определяемого Сторонами.</w:t>
      </w:r>
    </w:p>
    <w:p w:rsidR="00BC3E39" w:rsidRPr="00750DD4" w:rsidRDefault="00BC3E39" w:rsidP="004839BE">
      <w:pPr>
        <w:pStyle w:val="Style12"/>
        <w:widowControl/>
        <w:spacing w:after="0" w:line="240" w:lineRule="auto"/>
        <w:jc w:val="center"/>
        <w:rPr>
          <w:rStyle w:val="FontStyle30"/>
          <w:sz w:val="24"/>
          <w:szCs w:val="24"/>
        </w:rPr>
      </w:pPr>
      <w:r w:rsidRPr="00750DD4">
        <w:rPr>
          <w:rStyle w:val="FontStyle30"/>
          <w:sz w:val="24"/>
          <w:szCs w:val="24"/>
        </w:rPr>
        <w:t>Статья 13.</w:t>
      </w:r>
      <w:r w:rsidRPr="00750DD4">
        <w:rPr>
          <w:rStyle w:val="FontStyle30"/>
          <w:sz w:val="24"/>
          <w:szCs w:val="24"/>
        </w:rPr>
        <w:tab/>
        <w:t>Порядок расторжения договора</w:t>
      </w:r>
    </w:p>
    <w:p w:rsidR="00BC3E39" w:rsidRPr="00750DD4" w:rsidRDefault="00BC3E39" w:rsidP="004839BE">
      <w:pPr>
        <w:pStyle w:val="Style12"/>
        <w:widowControl/>
        <w:spacing w:after="0" w:line="240" w:lineRule="auto"/>
        <w:jc w:val="center"/>
        <w:rPr>
          <w:rStyle w:val="FontStyle30"/>
          <w:sz w:val="24"/>
          <w:szCs w:val="24"/>
        </w:rPr>
      </w:pPr>
    </w:p>
    <w:p w:rsidR="00BC3E39" w:rsidRPr="00750DD4" w:rsidRDefault="00BC3E39" w:rsidP="004839BE">
      <w:pPr>
        <w:ind w:firstLine="567"/>
        <w:jc w:val="both"/>
      </w:pPr>
      <w:r w:rsidRPr="00750DD4">
        <w:t>13.1.</w:t>
      </w:r>
      <w:r w:rsidRPr="00750DD4">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BC3E39" w:rsidRPr="00750DD4" w:rsidRDefault="00BC3E39" w:rsidP="004839BE">
      <w:pPr>
        <w:pStyle w:val="Char"/>
        <w:widowControl/>
        <w:tabs>
          <w:tab w:val="left" w:pos="1068"/>
        </w:tabs>
        <w:adjustRightInd/>
        <w:spacing w:after="0" w:line="240" w:lineRule="auto"/>
        <w:ind w:firstLine="567"/>
        <w:jc w:val="both"/>
        <w:rPr>
          <w:rFonts w:ascii="Times New Roman" w:hAnsi="Times New Roman" w:cs="Times New Roman"/>
          <w:sz w:val="24"/>
          <w:szCs w:val="24"/>
          <w:lang w:val="ru-RU"/>
        </w:rPr>
      </w:pPr>
      <w:r w:rsidRPr="00750DD4">
        <w:rPr>
          <w:rFonts w:ascii="Times New Roman" w:hAnsi="Times New Roman" w:cs="Times New Roman"/>
          <w:sz w:val="24"/>
          <w:szCs w:val="24"/>
          <w:lang w:val="ru-RU"/>
        </w:rPr>
        <w:t>13.1.</w:t>
      </w:r>
      <w:r>
        <w:rPr>
          <w:rFonts w:ascii="Times New Roman" w:hAnsi="Times New Roman" w:cs="Times New Roman"/>
          <w:sz w:val="24"/>
          <w:szCs w:val="24"/>
          <w:lang w:val="ru-RU"/>
        </w:rPr>
        <w:t>1</w:t>
      </w:r>
      <w:r w:rsidRPr="00750DD4">
        <w:rPr>
          <w:rFonts w:ascii="Times New Roman" w:hAnsi="Times New Roman" w:cs="Times New Roman"/>
          <w:sz w:val="24"/>
          <w:szCs w:val="24"/>
          <w:lang w:val="ru-RU"/>
        </w:rPr>
        <w:t>.</w:t>
      </w:r>
      <w:r w:rsidRPr="00750DD4">
        <w:rPr>
          <w:rFonts w:ascii="Times New Roman" w:hAnsi="Times New Roman" w:cs="Times New Roman"/>
          <w:sz w:val="24"/>
          <w:szCs w:val="24"/>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BC3E39" w:rsidRPr="00750DD4" w:rsidRDefault="00BC3E39" w:rsidP="004839BE">
      <w:pPr>
        <w:tabs>
          <w:tab w:val="left" w:pos="1068"/>
        </w:tabs>
        <w:ind w:firstLine="567"/>
        <w:jc w:val="both"/>
      </w:pPr>
      <w:r w:rsidRPr="00750DD4">
        <w:t>13.1.</w:t>
      </w:r>
      <w:r>
        <w:t>2</w:t>
      </w:r>
      <w:r w:rsidRPr="00750DD4">
        <w:t>.</w:t>
      </w:r>
      <w:r w:rsidRPr="00750DD4">
        <w:tab/>
        <w:t>В случае неоднократного нарушения Подрядчиком обязательств по Договору.</w:t>
      </w:r>
    </w:p>
    <w:p w:rsidR="00BC3E39" w:rsidRPr="00750DD4" w:rsidRDefault="00BC3E39" w:rsidP="004839BE">
      <w:pPr>
        <w:ind w:firstLine="567"/>
        <w:jc w:val="both"/>
      </w:pPr>
      <w:r w:rsidRPr="00750DD4">
        <w:t>13.2.</w:t>
      </w:r>
      <w:r w:rsidRPr="00750DD4">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BC3E39" w:rsidRPr="00750DD4" w:rsidRDefault="00BC3E39" w:rsidP="004839BE">
      <w:pPr>
        <w:ind w:firstLine="567"/>
        <w:jc w:val="both"/>
      </w:pPr>
      <w:r w:rsidRPr="00750DD4">
        <w:t>13.3.</w:t>
      </w:r>
      <w:r w:rsidRPr="00750DD4">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BC3E39" w:rsidRDefault="00BC3E39" w:rsidP="004839BE">
      <w:pPr>
        <w:pStyle w:val="Style12"/>
        <w:widowControl/>
        <w:spacing w:after="0" w:line="240" w:lineRule="auto"/>
        <w:jc w:val="center"/>
        <w:rPr>
          <w:rStyle w:val="FontStyle30"/>
          <w:sz w:val="24"/>
          <w:szCs w:val="24"/>
        </w:rPr>
      </w:pPr>
      <w:r w:rsidRPr="00750DD4">
        <w:rPr>
          <w:rStyle w:val="FontStyle30"/>
          <w:sz w:val="24"/>
          <w:szCs w:val="24"/>
        </w:rPr>
        <w:t>Статья 14.</w:t>
      </w:r>
      <w:r w:rsidRPr="00750DD4">
        <w:rPr>
          <w:rStyle w:val="FontStyle30"/>
          <w:sz w:val="24"/>
          <w:szCs w:val="24"/>
        </w:rPr>
        <w:tab/>
        <w:t>Разрешение споров</w:t>
      </w:r>
    </w:p>
    <w:p w:rsidR="00BC3E39" w:rsidRPr="00750DD4" w:rsidRDefault="00BC3E39" w:rsidP="004839BE">
      <w:pPr>
        <w:pStyle w:val="Style12"/>
        <w:widowControl/>
        <w:spacing w:after="0" w:line="240" w:lineRule="auto"/>
        <w:jc w:val="center"/>
        <w:rPr>
          <w:rStyle w:val="FontStyle30"/>
          <w:sz w:val="24"/>
          <w:szCs w:val="24"/>
        </w:rPr>
      </w:pPr>
    </w:p>
    <w:p w:rsidR="00BC3E39" w:rsidRPr="00750DD4" w:rsidRDefault="00BC3E39" w:rsidP="00630903">
      <w:pPr>
        <w:pStyle w:val="Style14"/>
        <w:widowControl/>
        <w:tabs>
          <w:tab w:val="left" w:pos="709"/>
        </w:tabs>
        <w:spacing w:before="0" w:after="0" w:line="240" w:lineRule="auto"/>
        <w:ind w:firstLine="567"/>
        <w:rPr>
          <w:rStyle w:val="FontStyle29"/>
          <w:sz w:val="24"/>
          <w:szCs w:val="24"/>
        </w:rPr>
      </w:pPr>
      <w:r w:rsidRPr="00750DD4">
        <w:rPr>
          <w:rStyle w:val="FontStyle29"/>
          <w:sz w:val="24"/>
          <w:szCs w:val="24"/>
        </w:rPr>
        <w:t>14.1.</w:t>
      </w:r>
      <w:r w:rsidRPr="00750DD4">
        <w:rPr>
          <w:rStyle w:val="FontStyle29"/>
          <w:sz w:val="24"/>
          <w:szCs w:val="24"/>
        </w:rPr>
        <w:tab/>
        <w:t>Спорные вопросы, возникающие в ходе исполнения Договора, разрешаются сторонами путем переговоров.</w:t>
      </w:r>
    </w:p>
    <w:p w:rsidR="00BC3E39" w:rsidRPr="00750DD4" w:rsidRDefault="00BC3E39" w:rsidP="00630903">
      <w:pPr>
        <w:pStyle w:val="Style14"/>
        <w:widowControl/>
        <w:tabs>
          <w:tab w:val="left" w:pos="709"/>
        </w:tabs>
        <w:spacing w:before="0" w:after="0" w:line="240" w:lineRule="auto"/>
        <w:ind w:firstLine="567"/>
        <w:rPr>
          <w:rStyle w:val="FontStyle29"/>
          <w:sz w:val="24"/>
          <w:szCs w:val="24"/>
        </w:rPr>
      </w:pPr>
      <w:r w:rsidRPr="00750DD4">
        <w:rPr>
          <w:rStyle w:val="FontStyle29"/>
          <w:sz w:val="24"/>
          <w:szCs w:val="24"/>
        </w:rPr>
        <w:t>14.2.</w:t>
      </w:r>
      <w:r w:rsidRPr="00750DD4">
        <w:rPr>
          <w:rStyle w:val="FontStyle29"/>
          <w:sz w:val="24"/>
          <w:szCs w:val="24"/>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BC3E39" w:rsidRPr="00750DD4" w:rsidRDefault="00BC3E39" w:rsidP="00630903">
      <w:pPr>
        <w:pStyle w:val="Style14"/>
        <w:widowControl/>
        <w:tabs>
          <w:tab w:val="left" w:pos="709"/>
        </w:tabs>
        <w:spacing w:before="0" w:after="0" w:line="240" w:lineRule="auto"/>
        <w:ind w:firstLine="567"/>
        <w:rPr>
          <w:rStyle w:val="FontStyle29"/>
          <w:sz w:val="24"/>
          <w:szCs w:val="24"/>
        </w:rPr>
      </w:pPr>
      <w:r w:rsidRPr="00750DD4">
        <w:rPr>
          <w:rStyle w:val="FontStyle29"/>
          <w:sz w:val="24"/>
          <w:szCs w:val="24"/>
        </w:rPr>
        <w:t>14.3.</w:t>
      </w:r>
      <w:r w:rsidRPr="00750DD4">
        <w:rPr>
          <w:rStyle w:val="FontStyle29"/>
          <w:sz w:val="24"/>
          <w:szCs w:val="24"/>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BC3E39" w:rsidRPr="00750DD4" w:rsidRDefault="00BC3E39" w:rsidP="00630903">
      <w:pPr>
        <w:pStyle w:val="Style14"/>
        <w:widowControl/>
        <w:tabs>
          <w:tab w:val="left" w:pos="709"/>
        </w:tabs>
        <w:spacing w:before="0" w:after="0" w:line="240" w:lineRule="auto"/>
        <w:ind w:firstLine="0"/>
        <w:jc w:val="center"/>
        <w:rPr>
          <w:b/>
        </w:rPr>
      </w:pPr>
    </w:p>
    <w:p w:rsidR="00BC3E39" w:rsidRPr="00750DD4" w:rsidRDefault="00BC3E39" w:rsidP="004839BE">
      <w:pPr>
        <w:pStyle w:val="Style14"/>
        <w:widowControl/>
        <w:tabs>
          <w:tab w:val="left" w:pos="709"/>
        </w:tabs>
        <w:spacing w:after="0" w:line="240" w:lineRule="auto"/>
        <w:ind w:firstLine="0"/>
        <w:jc w:val="center"/>
        <w:rPr>
          <w:rStyle w:val="FontStyle30"/>
          <w:sz w:val="24"/>
          <w:szCs w:val="24"/>
        </w:rPr>
      </w:pPr>
      <w:r w:rsidRPr="00750DD4">
        <w:rPr>
          <w:b/>
        </w:rPr>
        <w:t>Статья</w:t>
      </w:r>
      <w:r w:rsidRPr="00750DD4">
        <w:t xml:space="preserve"> </w:t>
      </w:r>
      <w:r w:rsidRPr="00750DD4">
        <w:rPr>
          <w:rStyle w:val="FontStyle30"/>
          <w:sz w:val="24"/>
          <w:szCs w:val="24"/>
        </w:rPr>
        <w:t>15.</w:t>
      </w:r>
      <w:r w:rsidRPr="00750DD4">
        <w:rPr>
          <w:rStyle w:val="FontStyle30"/>
          <w:sz w:val="24"/>
          <w:szCs w:val="24"/>
        </w:rPr>
        <w:tab/>
        <w:t>Особые условия</w:t>
      </w:r>
    </w:p>
    <w:p w:rsidR="00BC3E39" w:rsidRPr="00013DC2" w:rsidRDefault="00BC3E39" w:rsidP="00B90F33">
      <w:pPr>
        <w:pStyle w:val="NormalWeb"/>
        <w:jc w:val="both"/>
        <w:rPr>
          <w:sz w:val="28"/>
          <w:szCs w:val="28"/>
        </w:rPr>
      </w:pPr>
      <w:r>
        <w:rPr>
          <w:rStyle w:val="FontStyle30"/>
          <w:sz w:val="24"/>
          <w:szCs w:val="24"/>
        </w:rPr>
        <w:t>15.1.</w:t>
      </w:r>
      <w:r w:rsidRPr="00B90F33">
        <w:rPr>
          <w:color w:val="FF0000"/>
          <w:sz w:val="28"/>
          <w:szCs w:val="28"/>
        </w:rPr>
        <w:t xml:space="preserve"> </w:t>
      </w:r>
      <w:r w:rsidRPr="00B90F33">
        <w:t xml:space="preserve">При составлении акта выполненных работ подрядчик руководствуется методическими указаниями МДС 81-35.2004 «Методика определения стоимости строительной продукции на территории Российской Федерации» (утв. </w:t>
      </w:r>
      <w:hyperlink r:id="rId7" w:history="1">
        <w:r w:rsidRPr="00B90F33">
          <w:t>постановлением Госстроя России от 05.03.2004 №15/1</w:t>
        </w:r>
      </w:hyperlink>
      <w:r w:rsidRPr="00B90F33">
        <w:t xml:space="preserve">), методическими указаниями МДС 81-33.2004 «Методические указания по определению величины накладных расходов в строительстве» (утв. постановлением Госстроя России от 12 января 2004 № 6), методическими указаниями МДС 81-25.2001   «Методические указания по определению величины сметной прибыли в строительстве» (утв. постановлением Госстроя России от 28.02.2001 № 15), а также </w:t>
      </w:r>
      <w:bookmarkStart w:id="1" w:name="searchresult0"/>
      <w:r w:rsidRPr="00B90F33">
        <w:t xml:space="preserve">инструкцией </w:t>
      </w:r>
      <w:hyperlink r:id="rId8" w:anchor="searchresult0" w:history="1">
        <w:r w:rsidRPr="00B90F33">
          <w:t>МДС</w:t>
        </w:r>
      </w:hyperlink>
      <w:bookmarkEnd w:id="1"/>
      <w:r w:rsidRPr="00B90F33">
        <w:t xml:space="preserve"> </w:t>
      </w:r>
      <w:bookmarkStart w:id="2" w:name="searchresult1"/>
      <w:r w:rsidRPr="00B90F33">
        <w:fldChar w:fldCharType="begin"/>
      </w:r>
      <w:r w:rsidRPr="00B90F33">
        <w:instrText xml:space="preserve"> HYPERLINK "siref://0.0/Pages/0/" \l "searchresult1" </w:instrText>
      </w:r>
      <w:r w:rsidRPr="00B90F33">
        <w:fldChar w:fldCharType="separate"/>
      </w:r>
      <w:r w:rsidRPr="00B90F33">
        <w:t>13-1.99 </w:t>
      </w:r>
      <w:r w:rsidRPr="00B90F33">
        <w:fldChar w:fldCharType="end"/>
      </w:r>
      <w:bookmarkEnd w:id="2"/>
      <w:r w:rsidRPr="00B90F33">
        <w:t xml:space="preserve"> «Инструкция о составе, порядке разработки, согласования и утверждения проектно-сметной документации на капитальный ремонт жилых зданий» (утв. постановлением Госстроя России от 17 декабря </w:t>
      </w:r>
      <w:smartTag w:uri="urn:schemas-microsoft-com:office:smarttags" w:element="metricconverter">
        <w:smartTagPr>
          <w:attr w:name="ProductID" w:val="1999 г"/>
        </w:smartTagPr>
        <w:r w:rsidRPr="00B90F33">
          <w:t>1999 г</w:t>
        </w:r>
      </w:smartTag>
      <w:r w:rsidRPr="00B90F33">
        <w:t xml:space="preserve">. № 79) , письмами Министерства регионального развития Российской Федерации №41099-КК/08 от 07.12.2010, №3757-КК/08 от 21.02.2011, №20246-АП/08 от 28.07.2011г. Порядок применения коэффициентов к нормам затрат труда, оплате труда рабочих, нормам времени и затратам на эксплуатацию машин  при наличии условий отличных от принятых в сметно-нормативной базе регламентируется методическими указаниями МДС 81-35.2004 «Методика определения стоимости строительной продукции на территории Российской Федерации» (утв. </w:t>
      </w:r>
      <w:hyperlink r:id="rId9" w:history="1">
        <w:r w:rsidRPr="00B90F33">
          <w:t>постановлением Госстроя России от 05.03.2004 №15/1</w:t>
        </w:r>
      </w:hyperlink>
      <w:r w:rsidRPr="00B90F33">
        <w:t xml:space="preserve">), письмом Федерального агентства по строительству и жилищно-коммунальному хозяйству от 23.06.2004 г. № АП-3230/06 «О порядке применения Приложения №1 к Методике определения стоимости строительной продукции на территории Российской Федерации (МДС 81-35.2004), инструкцией </w:t>
      </w:r>
      <w:hyperlink r:id="rId10" w:anchor="searchresult0" w:history="1">
        <w:r w:rsidRPr="00B90F33">
          <w:t>МДС</w:t>
        </w:r>
      </w:hyperlink>
      <w:r w:rsidRPr="00B90F33">
        <w:t xml:space="preserve"> </w:t>
      </w:r>
      <w:hyperlink r:id="rId11" w:anchor="searchresult1" w:history="1">
        <w:r w:rsidRPr="00B90F33">
          <w:t>13-1.99 </w:t>
        </w:r>
      </w:hyperlink>
      <w:r w:rsidRPr="00B90F33">
        <w:t xml:space="preserve"> «Инструкция о составе, порядке разработки, согласования и утверждения проектно-сметной документации на капитальный ремонт жилых зданий» (утв. постановлением Госстроя России от 17 декабря </w:t>
      </w:r>
      <w:smartTag w:uri="urn:schemas-microsoft-com:office:smarttags" w:element="metricconverter">
        <w:smartTagPr>
          <w:attr w:name="ProductID" w:val="1999 г"/>
        </w:smartTagPr>
        <w:r w:rsidRPr="00B90F33">
          <w:t>1999 г</w:t>
        </w:r>
      </w:smartTag>
      <w:r w:rsidRPr="00B90F33">
        <w:t>. № 79).</w:t>
      </w:r>
    </w:p>
    <w:p w:rsidR="00BC3E39" w:rsidRPr="00750DD4" w:rsidRDefault="00BC3E39" w:rsidP="004839BE">
      <w:pPr>
        <w:pStyle w:val="Header"/>
        <w:tabs>
          <w:tab w:val="clear" w:pos="4677"/>
          <w:tab w:val="center" w:pos="4111"/>
        </w:tabs>
        <w:ind w:left="425"/>
        <w:jc w:val="center"/>
        <w:rPr>
          <w:rStyle w:val="FontStyle30"/>
          <w:sz w:val="24"/>
          <w:szCs w:val="24"/>
        </w:rPr>
      </w:pPr>
      <w:r w:rsidRPr="00750DD4">
        <w:rPr>
          <w:b/>
        </w:rPr>
        <w:t>Статья</w:t>
      </w:r>
      <w:r w:rsidRPr="00750DD4">
        <w:t xml:space="preserve"> </w:t>
      </w:r>
      <w:r w:rsidRPr="00750DD4">
        <w:rPr>
          <w:rStyle w:val="FontStyle30"/>
          <w:sz w:val="24"/>
          <w:szCs w:val="24"/>
        </w:rPr>
        <w:t>16.Прочие условия</w:t>
      </w:r>
    </w:p>
    <w:p w:rsidR="00BC3E39" w:rsidRPr="00750DD4" w:rsidRDefault="00BC3E39" w:rsidP="004839BE">
      <w:pPr>
        <w:ind w:firstLine="567"/>
        <w:jc w:val="both"/>
      </w:pPr>
    </w:p>
    <w:p w:rsidR="00BC3E39" w:rsidRPr="00750DD4" w:rsidRDefault="00BC3E39" w:rsidP="004839BE">
      <w:pPr>
        <w:ind w:firstLine="567"/>
        <w:jc w:val="both"/>
      </w:pPr>
      <w:r w:rsidRPr="00750DD4">
        <w:t>16.1.</w:t>
      </w:r>
      <w:r w:rsidRPr="00750DD4">
        <w:tab/>
        <w:t xml:space="preserve">Все изменения и дополнения к Договору считаются действительными, если они оформлены в письменной форме и подписаны  Сторонами. </w:t>
      </w:r>
    </w:p>
    <w:p w:rsidR="00BC3E39" w:rsidRPr="00750DD4" w:rsidRDefault="00BC3E39" w:rsidP="004839BE">
      <w:pPr>
        <w:ind w:firstLine="567"/>
        <w:jc w:val="both"/>
      </w:pPr>
      <w:r w:rsidRPr="00750DD4">
        <w:t>16.2.</w:t>
      </w:r>
      <w:r w:rsidRPr="00750DD4">
        <w:tab/>
        <w:t>В случае изменения адреса либо иных реквизитов Стороны обязаны уведомить об этом друг друга в недельный срок со дня таких изменений.</w:t>
      </w:r>
    </w:p>
    <w:p w:rsidR="00BC3E39" w:rsidRPr="00750DD4" w:rsidRDefault="00BC3E39" w:rsidP="004839BE">
      <w:pPr>
        <w:ind w:firstLine="567"/>
        <w:jc w:val="both"/>
      </w:pPr>
      <w:r w:rsidRPr="00750DD4">
        <w:t>16.3.</w:t>
      </w:r>
      <w:r w:rsidRPr="00750DD4">
        <w:tab/>
        <w:t xml:space="preserve">Договор составлен в </w:t>
      </w:r>
      <w:r>
        <w:t>3</w:t>
      </w:r>
      <w:r w:rsidRPr="00750DD4">
        <w:t>-х подлинных экземплярах, имеющих равную юридическую силу, а именно: 1 экземпляр Заказчику, 1 экземпляр Подрядчику</w:t>
      </w:r>
      <w:r>
        <w:t>, 1 экземпляр Организатору торгов</w:t>
      </w:r>
      <w:r w:rsidRPr="00750DD4">
        <w:t>.</w:t>
      </w:r>
    </w:p>
    <w:p w:rsidR="00BC3E39" w:rsidRPr="00750DD4" w:rsidRDefault="00BC3E39" w:rsidP="004839BE">
      <w:pPr>
        <w:ind w:firstLine="567"/>
        <w:jc w:val="both"/>
        <w:rPr>
          <w:color w:val="FF0000"/>
        </w:rPr>
      </w:pPr>
      <w:r w:rsidRPr="00750DD4">
        <w:t>16.4.</w:t>
      </w:r>
      <w:r w:rsidRPr="00750DD4">
        <w:tab/>
        <w:t>Договор считается заключенным с момента его подписания Сторонами</w:t>
      </w:r>
      <w:r w:rsidRPr="00750DD4">
        <w:rPr>
          <w:color w:val="FF0000"/>
        </w:rPr>
        <w:t xml:space="preserve"> </w:t>
      </w:r>
      <w:r w:rsidRPr="00750DD4">
        <w:t xml:space="preserve">и действует до исполнения Сторонами своих обязательств. </w:t>
      </w:r>
    </w:p>
    <w:p w:rsidR="00BC3E39" w:rsidRPr="00750DD4" w:rsidRDefault="00BC3E39" w:rsidP="004839BE">
      <w:pPr>
        <w:pStyle w:val="Header"/>
        <w:ind w:left="425"/>
        <w:jc w:val="center"/>
        <w:rPr>
          <w:b/>
        </w:rPr>
      </w:pPr>
    </w:p>
    <w:p w:rsidR="00BC3E39" w:rsidRPr="00750DD4" w:rsidRDefault="00BC3E39" w:rsidP="004839BE">
      <w:pPr>
        <w:pStyle w:val="Header"/>
        <w:ind w:left="425"/>
        <w:jc w:val="center"/>
        <w:rPr>
          <w:rStyle w:val="FontStyle30"/>
          <w:color w:val="FF0000"/>
          <w:sz w:val="24"/>
          <w:szCs w:val="24"/>
        </w:rPr>
      </w:pPr>
      <w:r w:rsidRPr="00750DD4">
        <w:rPr>
          <w:b/>
        </w:rPr>
        <w:t>Статья</w:t>
      </w:r>
      <w:r w:rsidRPr="00750DD4">
        <w:t xml:space="preserve"> </w:t>
      </w:r>
      <w:r w:rsidRPr="00750DD4">
        <w:rPr>
          <w:rStyle w:val="FontStyle30"/>
          <w:sz w:val="24"/>
          <w:szCs w:val="24"/>
        </w:rPr>
        <w:t>17.</w:t>
      </w:r>
      <w:r w:rsidRPr="00750DD4">
        <w:rPr>
          <w:rStyle w:val="FontStyle30"/>
          <w:sz w:val="24"/>
          <w:szCs w:val="24"/>
        </w:rPr>
        <w:tab/>
        <w:t>Приложения к настоящему договору</w:t>
      </w:r>
    </w:p>
    <w:p w:rsidR="00BC3E39" w:rsidRPr="00750DD4" w:rsidRDefault="00BC3E39" w:rsidP="004839BE">
      <w:pPr>
        <w:pStyle w:val="Header"/>
        <w:ind w:firstLine="425"/>
        <w:rPr>
          <w:bCs/>
        </w:rPr>
      </w:pPr>
    </w:p>
    <w:p w:rsidR="00BC3E39" w:rsidRPr="00750DD4" w:rsidRDefault="00BC3E39" w:rsidP="004839BE">
      <w:pPr>
        <w:pStyle w:val="Header"/>
        <w:ind w:firstLine="425"/>
        <w:rPr>
          <w:bCs/>
        </w:rPr>
      </w:pPr>
      <w:r w:rsidRPr="00750DD4">
        <w:rPr>
          <w:bCs/>
        </w:rPr>
        <w:t>Приложениями к настоящему договору, составляющими его неотъемлемую часть, являются следующие документы:</w:t>
      </w:r>
    </w:p>
    <w:p w:rsidR="00BC3E39" w:rsidRPr="007B7852" w:rsidRDefault="00BC3E39" w:rsidP="008B4964">
      <w:pPr>
        <w:pStyle w:val="Header"/>
        <w:rPr>
          <w:bCs/>
        </w:rPr>
      </w:pPr>
      <w:r w:rsidRPr="007B7852">
        <w:rPr>
          <w:bCs/>
        </w:rPr>
        <w:t>№ 1.Техническое задание на 3-х листах;</w:t>
      </w:r>
    </w:p>
    <w:p w:rsidR="00BC3E39" w:rsidRPr="007B7852" w:rsidRDefault="00BC3E39" w:rsidP="008B4964">
      <w:pPr>
        <w:pStyle w:val="Header"/>
        <w:rPr>
          <w:bCs/>
        </w:rPr>
      </w:pPr>
      <w:r w:rsidRPr="007B7852">
        <w:rPr>
          <w:bCs/>
        </w:rPr>
        <w:t xml:space="preserve">№ 2. Локальный сметный расчет </w:t>
      </w:r>
      <w:r w:rsidRPr="007B7852">
        <w:rPr>
          <w:szCs w:val="28"/>
        </w:rPr>
        <w:t xml:space="preserve">по установке коллективных (общедомовых) приборов учёта потребления ресурсов и узлов управления  </w:t>
      </w:r>
      <w:r w:rsidRPr="007B7852">
        <w:rPr>
          <w:bCs/>
        </w:rPr>
        <w:t xml:space="preserve">на </w:t>
      </w:r>
      <w:r>
        <w:rPr>
          <w:bCs/>
        </w:rPr>
        <w:t>8</w:t>
      </w:r>
      <w:r w:rsidRPr="007B7852">
        <w:rPr>
          <w:bCs/>
        </w:rPr>
        <w:t>-и листах;</w:t>
      </w:r>
    </w:p>
    <w:p w:rsidR="00BC3E39" w:rsidRPr="00040122" w:rsidRDefault="00BC3E39" w:rsidP="008B4964">
      <w:pPr>
        <w:pStyle w:val="Header"/>
        <w:rPr>
          <w:bCs/>
        </w:rPr>
      </w:pPr>
      <w:r w:rsidRPr="007B7852">
        <w:rPr>
          <w:bCs/>
        </w:rPr>
        <w:t>№ 3. Ведомость объемов работ на 2-х листах.</w:t>
      </w:r>
    </w:p>
    <w:p w:rsidR="00BC3E39" w:rsidRDefault="00BC3E39" w:rsidP="004839BE">
      <w:pPr>
        <w:pStyle w:val="BodyText"/>
        <w:jc w:val="center"/>
        <w:rPr>
          <w:b/>
          <w:bCs/>
        </w:rPr>
      </w:pPr>
    </w:p>
    <w:p w:rsidR="00BC3E39" w:rsidRPr="00750DD4" w:rsidRDefault="00BC3E39" w:rsidP="004839BE">
      <w:pPr>
        <w:pStyle w:val="BodyText"/>
        <w:jc w:val="center"/>
        <w:rPr>
          <w:b/>
          <w:bCs/>
        </w:rPr>
      </w:pPr>
    </w:p>
    <w:p w:rsidR="00BC3E39" w:rsidRPr="00750DD4" w:rsidRDefault="00BC3E39" w:rsidP="004839BE">
      <w:pPr>
        <w:pStyle w:val="BodyText"/>
        <w:jc w:val="center"/>
        <w:rPr>
          <w:b/>
          <w:bCs/>
        </w:rPr>
      </w:pPr>
      <w:r w:rsidRPr="00750DD4">
        <w:rPr>
          <w:b/>
          <w:bCs/>
        </w:rPr>
        <w:t>Статья18.</w:t>
      </w:r>
      <w:r w:rsidRPr="00750DD4">
        <w:rPr>
          <w:b/>
          <w:bCs/>
        </w:rPr>
        <w:tab/>
        <w:t xml:space="preserve"> Местонахождение </w:t>
      </w:r>
      <w:r>
        <w:rPr>
          <w:b/>
          <w:bCs/>
        </w:rPr>
        <w:t>и</w:t>
      </w:r>
      <w:r w:rsidRPr="00750DD4">
        <w:rPr>
          <w:b/>
          <w:bCs/>
        </w:rPr>
        <w:t xml:space="preserve"> реквизиты сторон</w:t>
      </w:r>
    </w:p>
    <w:p w:rsidR="00BC3E39" w:rsidRPr="00750DD4" w:rsidRDefault="00BC3E39" w:rsidP="004839BE">
      <w:pPr>
        <w:ind w:firstLine="426"/>
        <w:jc w:val="both"/>
        <w:rPr>
          <w:b/>
        </w:rPr>
      </w:pPr>
    </w:p>
    <w:p w:rsidR="00BC3E39" w:rsidRPr="00750DD4" w:rsidRDefault="00BC3E39" w:rsidP="004839BE">
      <w:pPr>
        <w:ind w:firstLine="426"/>
        <w:jc w:val="both"/>
        <w:rPr>
          <w:b/>
        </w:rPr>
      </w:pPr>
      <w:r w:rsidRPr="00750DD4">
        <w:rPr>
          <w:b/>
        </w:rPr>
        <w:t>18.1.</w:t>
      </w:r>
      <w:r w:rsidRPr="00750DD4">
        <w:rPr>
          <w:b/>
        </w:rPr>
        <w:tab/>
      </w:r>
      <w:r w:rsidRPr="00750DD4">
        <w:rPr>
          <w:b/>
          <w:bCs/>
          <w:iCs/>
        </w:rPr>
        <w:t>Заказчик</w:t>
      </w:r>
      <w:r w:rsidRPr="00750DD4">
        <w:rPr>
          <w:b/>
        </w:rPr>
        <w:t xml:space="preserve">: </w:t>
      </w:r>
    </w:p>
    <w:p w:rsidR="00BC3E39" w:rsidRPr="00040122" w:rsidRDefault="00BC3E39" w:rsidP="008B4964">
      <w:r w:rsidRPr="00040122">
        <w:t>Местонахождение: г.Краснодар, ул.</w:t>
      </w:r>
      <w:r>
        <w:t>Котовского, 84</w:t>
      </w:r>
      <w:r w:rsidRPr="00040122">
        <w:t xml:space="preserve">. </w:t>
      </w:r>
    </w:p>
    <w:p w:rsidR="00BC3E39" w:rsidRDefault="00BC3E39" w:rsidP="008B4964">
      <w:pPr>
        <w:pBdr>
          <w:bottom w:val="single" w:sz="12" w:space="7" w:color="auto"/>
        </w:pBdr>
      </w:pPr>
      <w:r w:rsidRPr="00040122">
        <w:t>Реквизиты: ИНН 2</w:t>
      </w:r>
      <w:r>
        <w:t>308157600, ОГРН 1092308004007</w:t>
      </w:r>
      <w:r w:rsidRPr="00040122">
        <w:t xml:space="preserve">, р/сч </w:t>
      </w:r>
      <w:r>
        <w:t>40703810730000030132</w:t>
      </w:r>
    </w:p>
    <w:p w:rsidR="00BC3E39" w:rsidRDefault="00BC3E39" w:rsidP="008B4964">
      <w:pPr>
        <w:pBdr>
          <w:bottom w:val="single" w:sz="12" w:space="7" w:color="auto"/>
        </w:pBdr>
      </w:pPr>
    </w:p>
    <w:p w:rsidR="00BC3E39" w:rsidRPr="00750DD4" w:rsidRDefault="00BC3E39" w:rsidP="004839BE">
      <w:pPr>
        <w:rPr>
          <w:b/>
        </w:rPr>
      </w:pPr>
    </w:p>
    <w:p w:rsidR="00BC3E39" w:rsidRPr="00750DD4" w:rsidRDefault="00BC3E39" w:rsidP="004839BE">
      <w:pPr>
        <w:ind w:firstLine="426"/>
        <w:rPr>
          <w:b/>
        </w:rPr>
      </w:pPr>
      <w:r w:rsidRPr="00750DD4">
        <w:rPr>
          <w:b/>
        </w:rPr>
        <w:t>18.2.</w:t>
      </w:r>
      <w:r w:rsidRPr="00750DD4">
        <w:rPr>
          <w:b/>
        </w:rPr>
        <w:tab/>
        <w:t>Подрядчик:_______________________________________________________</w:t>
      </w:r>
    </w:p>
    <w:p w:rsidR="00BC3E39" w:rsidRPr="00750DD4" w:rsidRDefault="00BC3E39" w:rsidP="004839BE">
      <w:r w:rsidRPr="00750DD4">
        <w:t>Местонахождение:_____________________________________________________________</w:t>
      </w:r>
    </w:p>
    <w:p w:rsidR="00BC3E39" w:rsidRPr="00750DD4" w:rsidRDefault="00BC3E39" w:rsidP="004839BE">
      <w:r w:rsidRPr="00750DD4">
        <w:t>Реквизиты:____________________________________________________________________</w:t>
      </w:r>
    </w:p>
    <w:p w:rsidR="00BC3E39" w:rsidRDefault="00BC3E39" w:rsidP="004839BE">
      <w:pPr>
        <w:ind w:firstLine="567"/>
        <w:jc w:val="center"/>
        <w:rPr>
          <w:b/>
        </w:rPr>
      </w:pPr>
    </w:p>
    <w:p w:rsidR="00BC3E39" w:rsidRDefault="00BC3E39" w:rsidP="004839BE">
      <w:pPr>
        <w:ind w:firstLine="567"/>
        <w:jc w:val="center"/>
        <w:rPr>
          <w:b/>
        </w:rPr>
      </w:pPr>
    </w:p>
    <w:p w:rsidR="00BC3E39" w:rsidRDefault="00BC3E39" w:rsidP="004839BE">
      <w:pPr>
        <w:ind w:firstLine="567"/>
        <w:jc w:val="center"/>
        <w:rPr>
          <w:b/>
        </w:rPr>
      </w:pPr>
    </w:p>
    <w:p w:rsidR="00BC3E39" w:rsidRDefault="00BC3E39" w:rsidP="004839BE">
      <w:pPr>
        <w:ind w:firstLine="567"/>
        <w:jc w:val="center"/>
        <w:rPr>
          <w:b/>
        </w:rPr>
      </w:pPr>
    </w:p>
    <w:p w:rsidR="00BC3E39" w:rsidRPr="00750DD4" w:rsidRDefault="00BC3E39" w:rsidP="004839BE">
      <w:pPr>
        <w:ind w:firstLine="567"/>
        <w:jc w:val="center"/>
        <w:rPr>
          <w:b/>
        </w:rPr>
      </w:pPr>
      <w:r w:rsidRPr="00750DD4">
        <w:rPr>
          <w:b/>
        </w:rPr>
        <w:t>Подписи сторон</w:t>
      </w:r>
    </w:p>
    <w:p w:rsidR="00BC3E39" w:rsidRPr="00750DD4" w:rsidRDefault="00BC3E39" w:rsidP="004839BE">
      <w:pPr>
        <w:jc w:val="both"/>
        <w:rPr>
          <w:b/>
        </w:rPr>
      </w:pPr>
    </w:p>
    <w:p w:rsidR="00BC3E39" w:rsidRDefault="00BC3E39" w:rsidP="004839BE">
      <w:pPr>
        <w:jc w:val="both"/>
        <w:rPr>
          <w:b/>
        </w:rPr>
      </w:pPr>
      <w:r w:rsidRPr="00750DD4">
        <w:rPr>
          <w:b/>
        </w:rPr>
        <w:t xml:space="preserve">Заказчик </w:t>
      </w:r>
      <w:r w:rsidRPr="00750DD4">
        <w:rPr>
          <w:b/>
        </w:rPr>
        <w:tab/>
      </w:r>
      <w:r>
        <w:rPr>
          <w:b/>
        </w:rPr>
        <w:tab/>
      </w:r>
      <w:r>
        <w:rPr>
          <w:b/>
        </w:rPr>
        <w:tab/>
      </w:r>
      <w:r>
        <w:rPr>
          <w:b/>
        </w:rPr>
        <w:tab/>
      </w:r>
      <w:r>
        <w:rPr>
          <w:b/>
        </w:rPr>
        <w:tab/>
      </w:r>
      <w:r>
        <w:rPr>
          <w:b/>
        </w:rPr>
        <w:tab/>
      </w:r>
      <w:r>
        <w:rPr>
          <w:b/>
        </w:rPr>
        <w:tab/>
      </w:r>
      <w:r>
        <w:rPr>
          <w:b/>
        </w:rPr>
        <w:tab/>
      </w:r>
      <w:r w:rsidRPr="00750DD4">
        <w:rPr>
          <w:b/>
        </w:rPr>
        <w:t>Подрядчик</w:t>
      </w:r>
    </w:p>
    <w:p w:rsidR="00BC3E39" w:rsidRPr="00040122" w:rsidRDefault="00BC3E39" w:rsidP="008B4964">
      <w:pPr>
        <w:jc w:val="both"/>
        <w:rPr>
          <w:b/>
        </w:rPr>
      </w:pPr>
      <w:r w:rsidRPr="00040122">
        <w:rPr>
          <w:b/>
        </w:rPr>
        <w:t>Председатель ТСЖ «</w:t>
      </w:r>
      <w:r>
        <w:rPr>
          <w:b/>
        </w:rPr>
        <w:t>Котовского 84</w:t>
      </w:r>
      <w:r w:rsidRPr="00040122">
        <w:rPr>
          <w:b/>
        </w:rPr>
        <w:t>»</w:t>
      </w:r>
      <w:r w:rsidRPr="00040122">
        <w:rPr>
          <w:b/>
        </w:rPr>
        <w:tab/>
      </w:r>
      <w:r w:rsidRPr="00040122">
        <w:rPr>
          <w:b/>
        </w:rPr>
        <w:tab/>
      </w:r>
      <w:r w:rsidRPr="00040122">
        <w:rPr>
          <w:b/>
        </w:rPr>
        <w:tab/>
      </w:r>
      <w:r w:rsidRPr="00040122">
        <w:rPr>
          <w:b/>
        </w:rPr>
        <w:tab/>
      </w:r>
      <w:r w:rsidRPr="00040122">
        <w:rPr>
          <w:b/>
        </w:rPr>
        <w:tab/>
      </w:r>
      <w:r w:rsidRPr="00040122">
        <w:rPr>
          <w:b/>
        </w:rPr>
        <w:tab/>
      </w:r>
      <w:r w:rsidRPr="00040122">
        <w:rPr>
          <w:b/>
        </w:rPr>
        <w:tab/>
      </w:r>
      <w:r w:rsidRPr="00040122">
        <w:rPr>
          <w:b/>
        </w:rPr>
        <w:tab/>
      </w:r>
    </w:p>
    <w:p w:rsidR="00BC3E39" w:rsidRPr="00040122" w:rsidRDefault="00BC3E39" w:rsidP="008B4964">
      <w:pPr>
        <w:jc w:val="both"/>
      </w:pPr>
    </w:p>
    <w:p w:rsidR="00BC3E39" w:rsidRDefault="00BC3E39" w:rsidP="008B4964">
      <w:pPr>
        <w:jc w:val="both"/>
      </w:pPr>
      <w:r w:rsidRPr="00040122">
        <w:t>_______________</w:t>
      </w:r>
      <w:r>
        <w:t>Е.И.Андреева</w:t>
      </w:r>
      <w:r>
        <w:tab/>
      </w:r>
      <w:r>
        <w:tab/>
      </w:r>
      <w:r>
        <w:tab/>
      </w:r>
      <w:r>
        <w:tab/>
      </w:r>
      <w:r>
        <w:tab/>
        <w:t>________________________</w:t>
      </w:r>
    </w:p>
    <w:p w:rsidR="00BC3E39" w:rsidRPr="00750DD4" w:rsidRDefault="00BC3E39" w:rsidP="008B4964">
      <w:pPr>
        <w:jc w:val="both"/>
      </w:pPr>
      <w:r w:rsidRPr="00750DD4">
        <w:t xml:space="preserve"> «_____»____________ 20____г.</w:t>
      </w:r>
      <w:r w:rsidRPr="00750DD4">
        <w:tab/>
      </w:r>
      <w:r w:rsidRPr="00750DD4">
        <w:tab/>
      </w:r>
      <w:r w:rsidRPr="00750DD4">
        <w:tab/>
      </w:r>
      <w:r w:rsidRPr="00750DD4">
        <w:tab/>
      </w:r>
      <w:r w:rsidRPr="00750DD4">
        <w:tab/>
        <w:t>«_____»___________ 20__ г.</w:t>
      </w:r>
    </w:p>
    <w:p w:rsidR="00BC3E39" w:rsidRPr="00750DD4" w:rsidRDefault="00BC3E39" w:rsidP="004839BE">
      <w:pPr>
        <w:jc w:val="both"/>
      </w:pPr>
    </w:p>
    <w:p w:rsidR="00BC3E39" w:rsidRPr="00750DD4" w:rsidRDefault="00BC3E39" w:rsidP="004839BE">
      <w:pPr>
        <w:jc w:val="both"/>
      </w:pPr>
      <w:r>
        <w:t>М.П.</w:t>
      </w:r>
      <w:r>
        <w:tab/>
      </w:r>
      <w:r>
        <w:tab/>
      </w:r>
      <w:r>
        <w:tab/>
      </w:r>
      <w:r>
        <w:tab/>
      </w:r>
      <w:r>
        <w:tab/>
      </w:r>
      <w:r>
        <w:tab/>
      </w:r>
      <w:r>
        <w:tab/>
      </w:r>
      <w:r>
        <w:tab/>
      </w:r>
      <w:r>
        <w:tab/>
      </w:r>
      <w:r w:rsidRPr="00750DD4">
        <w:t>М.П.</w:t>
      </w:r>
    </w:p>
    <w:p w:rsidR="00BC3E39" w:rsidRDefault="00BC3E39" w:rsidP="00630903"/>
    <w:p w:rsidR="00BC3E39" w:rsidRDefault="00BC3E39" w:rsidP="00630903"/>
    <w:sectPr w:rsidR="00BC3E39" w:rsidSect="00030FD3">
      <w:headerReference w:type="even" r:id="rId12"/>
      <w:headerReference w:type="default" r:id="rId13"/>
      <w:pgSz w:w="11906" w:h="16838" w:code="9"/>
      <w:pgMar w:top="1276" w:right="851" w:bottom="1079"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3E39" w:rsidRDefault="00BC3E39">
      <w:r>
        <w:separator/>
      </w:r>
    </w:p>
  </w:endnote>
  <w:endnote w:type="continuationSeparator" w:id="1">
    <w:p w:rsidR="00BC3E39" w:rsidRDefault="00BC3E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3E39" w:rsidRDefault="00BC3E39">
      <w:r>
        <w:separator/>
      </w:r>
    </w:p>
  </w:footnote>
  <w:footnote w:type="continuationSeparator" w:id="1">
    <w:p w:rsidR="00BC3E39" w:rsidRDefault="00BC3E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E39" w:rsidRDefault="00BC3E39" w:rsidP="00E53AF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C3E39" w:rsidRDefault="00BC3E3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E39" w:rsidRDefault="00BC3E39" w:rsidP="00E53AF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BC3E39" w:rsidRDefault="00BC3E3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86DC5"/>
    <w:multiLevelType w:val="multilevel"/>
    <w:tmpl w:val="EA1CDA80"/>
    <w:lvl w:ilvl="0">
      <w:start w:val="1"/>
      <w:numFmt w:val="decimal"/>
      <w:lvlText w:val="%1."/>
      <w:lvlJc w:val="left"/>
      <w:pPr>
        <w:ind w:left="1005" w:hanging="1005"/>
      </w:pPr>
      <w:rPr>
        <w:rFonts w:cs="Times New Roman" w:hint="default"/>
        <w:color w:val="000000"/>
      </w:rPr>
    </w:lvl>
    <w:lvl w:ilvl="1">
      <w:start w:val="3"/>
      <w:numFmt w:val="decimal"/>
      <w:lvlText w:val="%1.%2."/>
      <w:lvlJc w:val="left"/>
      <w:pPr>
        <w:ind w:left="1545" w:hanging="1005"/>
      </w:pPr>
      <w:rPr>
        <w:rFonts w:cs="Times New Roman" w:hint="default"/>
        <w:color w:val="000000"/>
      </w:rPr>
    </w:lvl>
    <w:lvl w:ilvl="2">
      <w:start w:val="1"/>
      <w:numFmt w:val="decimal"/>
      <w:lvlText w:val="%1.%2.%3."/>
      <w:lvlJc w:val="left"/>
      <w:pPr>
        <w:ind w:left="2085" w:hanging="1005"/>
      </w:pPr>
      <w:rPr>
        <w:rFonts w:cs="Times New Roman" w:hint="default"/>
        <w:color w:val="000000"/>
      </w:rPr>
    </w:lvl>
    <w:lvl w:ilvl="3">
      <w:start w:val="1"/>
      <w:numFmt w:val="decimal"/>
      <w:lvlText w:val="%1.%2.%3.%4."/>
      <w:lvlJc w:val="left"/>
      <w:pPr>
        <w:ind w:left="2625" w:hanging="1005"/>
      </w:pPr>
      <w:rPr>
        <w:rFonts w:cs="Times New Roman" w:hint="default"/>
        <w:color w:val="000000"/>
      </w:rPr>
    </w:lvl>
    <w:lvl w:ilvl="4">
      <w:start w:val="1"/>
      <w:numFmt w:val="decimal"/>
      <w:lvlText w:val="%1.%2.%3.%4.%5."/>
      <w:lvlJc w:val="left"/>
      <w:pPr>
        <w:ind w:left="3240" w:hanging="1080"/>
      </w:pPr>
      <w:rPr>
        <w:rFonts w:cs="Times New Roman" w:hint="default"/>
        <w:color w:val="000000"/>
      </w:rPr>
    </w:lvl>
    <w:lvl w:ilvl="5">
      <w:start w:val="1"/>
      <w:numFmt w:val="decimal"/>
      <w:lvlText w:val="%1.%2.%3.%4.%5.%6."/>
      <w:lvlJc w:val="left"/>
      <w:pPr>
        <w:ind w:left="3780" w:hanging="1080"/>
      </w:pPr>
      <w:rPr>
        <w:rFonts w:cs="Times New Roman" w:hint="default"/>
        <w:color w:val="000000"/>
      </w:rPr>
    </w:lvl>
    <w:lvl w:ilvl="6">
      <w:start w:val="1"/>
      <w:numFmt w:val="decimal"/>
      <w:lvlText w:val="%1.%2.%3.%4.%5.%6.%7."/>
      <w:lvlJc w:val="left"/>
      <w:pPr>
        <w:ind w:left="4680" w:hanging="1440"/>
      </w:pPr>
      <w:rPr>
        <w:rFonts w:cs="Times New Roman" w:hint="default"/>
        <w:color w:val="000000"/>
      </w:rPr>
    </w:lvl>
    <w:lvl w:ilvl="7">
      <w:start w:val="1"/>
      <w:numFmt w:val="decimal"/>
      <w:lvlText w:val="%1.%2.%3.%4.%5.%6.%7.%8."/>
      <w:lvlJc w:val="left"/>
      <w:pPr>
        <w:ind w:left="5220" w:hanging="1440"/>
      </w:pPr>
      <w:rPr>
        <w:rFonts w:cs="Times New Roman" w:hint="default"/>
        <w:color w:val="000000"/>
      </w:rPr>
    </w:lvl>
    <w:lvl w:ilvl="8">
      <w:start w:val="1"/>
      <w:numFmt w:val="decimal"/>
      <w:lvlText w:val="%1.%2.%3.%4.%5.%6.%7.%8.%9."/>
      <w:lvlJc w:val="left"/>
      <w:pPr>
        <w:ind w:left="6120" w:hanging="1800"/>
      </w:pPr>
      <w:rPr>
        <w:rFonts w:cs="Times New Roman" w:hint="default"/>
        <w:color w:val="000000"/>
      </w:rPr>
    </w:lvl>
  </w:abstractNum>
  <w:abstractNum w:abstractNumId="1">
    <w:nsid w:val="3CEB4D2D"/>
    <w:multiLevelType w:val="multilevel"/>
    <w:tmpl w:val="EF52D904"/>
    <w:lvl w:ilvl="0">
      <w:start w:val="1"/>
      <w:numFmt w:val="decimal"/>
      <w:lvlText w:val="%1"/>
      <w:lvlJc w:val="left"/>
      <w:pPr>
        <w:ind w:left="1365" w:hanging="1365"/>
      </w:pPr>
      <w:rPr>
        <w:rFonts w:cs="Times New Roman" w:hint="default"/>
      </w:rPr>
    </w:lvl>
    <w:lvl w:ilvl="1">
      <w:start w:val="1"/>
      <w:numFmt w:val="decimal"/>
      <w:lvlText w:val="%1.%2"/>
      <w:lvlJc w:val="left"/>
      <w:pPr>
        <w:ind w:left="1932" w:hanging="1365"/>
      </w:pPr>
      <w:rPr>
        <w:rFonts w:cs="Times New Roman" w:hint="default"/>
      </w:rPr>
    </w:lvl>
    <w:lvl w:ilvl="2">
      <w:start w:val="1"/>
      <w:numFmt w:val="decimal"/>
      <w:lvlText w:val="%1.%2.%3"/>
      <w:lvlJc w:val="left"/>
      <w:pPr>
        <w:ind w:left="2499" w:hanging="1365"/>
      </w:pPr>
      <w:rPr>
        <w:rFonts w:cs="Times New Roman" w:hint="default"/>
      </w:rPr>
    </w:lvl>
    <w:lvl w:ilvl="3">
      <w:start w:val="1"/>
      <w:numFmt w:val="decimal"/>
      <w:lvlText w:val="%1.%2.%3.%4"/>
      <w:lvlJc w:val="left"/>
      <w:pPr>
        <w:ind w:left="3066" w:hanging="1365"/>
      </w:pPr>
      <w:rPr>
        <w:rFonts w:cs="Times New Roman" w:hint="default"/>
      </w:rPr>
    </w:lvl>
    <w:lvl w:ilvl="4">
      <w:start w:val="1"/>
      <w:numFmt w:val="decimal"/>
      <w:lvlText w:val="%1.%2.%3.%4.%5"/>
      <w:lvlJc w:val="left"/>
      <w:pPr>
        <w:ind w:left="3633" w:hanging="1365"/>
      </w:pPr>
      <w:rPr>
        <w:rFonts w:cs="Times New Roman" w:hint="default"/>
      </w:rPr>
    </w:lvl>
    <w:lvl w:ilvl="5">
      <w:start w:val="1"/>
      <w:numFmt w:val="decimal"/>
      <w:lvlText w:val="%1.%2.%3.%4.%5.%6"/>
      <w:lvlJc w:val="left"/>
      <w:pPr>
        <w:ind w:left="4200" w:hanging="1365"/>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39BE"/>
    <w:rsid w:val="00013DC2"/>
    <w:rsid w:val="00030FD3"/>
    <w:rsid w:val="00040122"/>
    <w:rsid w:val="0007024D"/>
    <w:rsid w:val="00083CC9"/>
    <w:rsid w:val="0017629B"/>
    <w:rsid w:val="002320EB"/>
    <w:rsid w:val="002701E9"/>
    <w:rsid w:val="00297861"/>
    <w:rsid w:val="002C0800"/>
    <w:rsid w:val="002E6109"/>
    <w:rsid w:val="00362FE0"/>
    <w:rsid w:val="003B7D29"/>
    <w:rsid w:val="004839BE"/>
    <w:rsid w:val="004C5A5E"/>
    <w:rsid w:val="00503EF3"/>
    <w:rsid w:val="005E43DD"/>
    <w:rsid w:val="00630903"/>
    <w:rsid w:val="00670F7F"/>
    <w:rsid w:val="006A0E99"/>
    <w:rsid w:val="006A66CA"/>
    <w:rsid w:val="006A7495"/>
    <w:rsid w:val="006D45FF"/>
    <w:rsid w:val="007215FF"/>
    <w:rsid w:val="007301E4"/>
    <w:rsid w:val="00731ECC"/>
    <w:rsid w:val="00750DD4"/>
    <w:rsid w:val="00754AB7"/>
    <w:rsid w:val="00757834"/>
    <w:rsid w:val="00783CB3"/>
    <w:rsid w:val="007B7852"/>
    <w:rsid w:val="00837C17"/>
    <w:rsid w:val="008746F2"/>
    <w:rsid w:val="008B4964"/>
    <w:rsid w:val="008F46F0"/>
    <w:rsid w:val="009354E8"/>
    <w:rsid w:val="009C7DF1"/>
    <w:rsid w:val="00AB727E"/>
    <w:rsid w:val="00AE58D3"/>
    <w:rsid w:val="00AF5041"/>
    <w:rsid w:val="00B23BDD"/>
    <w:rsid w:val="00B90F33"/>
    <w:rsid w:val="00BC3E39"/>
    <w:rsid w:val="00C372C5"/>
    <w:rsid w:val="00CF2533"/>
    <w:rsid w:val="00D2452E"/>
    <w:rsid w:val="00D726D1"/>
    <w:rsid w:val="00DA2DAC"/>
    <w:rsid w:val="00DB1851"/>
    <w:rsid w:val="00DB4531"/>
    <w:rsid w:val="00E13546"/>
    <w:rsid w:val="00E53AF6"/>
    <w:rsid w:val="00F0288F"/>
    <w:rsid w:val="00F41FF7"/>
    <w:rsid w:val="00F61D94"/>
    <w:rsid w:val="00F66CA5"/>
    <w:rsid w:val="00F73454"/>
    <w:rsid w:val="00FC454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9BE"/>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839BE"/>
    <w:pPr>
      <w:tabs>
        <w:tab w:val="center" w:pos="4677"/>
        <w:tab w:val="right" w:pos="9355"/>
      </w:tabs>
    </w:pPr>
  </w:style>
  <w:style w:type="character" w:customStyle="1" w:styleId="HeaderChar">
    <w:name w:val="Header Char"/>
    <w:basedOn w:val="DefaultParagraphFont"/>
    <w:link w:val="Header"/>
    <w:uiPriority w:val="99"/>
    <w:locked/>
    <w:rsid w:val="004839BE"/>
    <w:rPr>
      <w:rFonts w:cs="Times New Roman"/>
      <w:sz w:val="24"/>
      <w:szCs w:val="24"/>
      <w:lang w:val="ru-RU" w:eastAsia="ru-RU" w:bidi="ar-SA"/>
    </w:rPr>
  </w:style>
  <w:style w:type="paragraph" w:styleId="BodyText">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Знак"/>
    <w:basedOn w:val="Normal"/>
    <w:link w:val="BodyTextChar"/>
    <w:uiPriority w:val="99"/>
    <w:rsid w:val="004839BE"/>
    <w:pPr>
      <w:jc w:val="both"/>
    </w:pPr>
  </w:style>
  <w:style w:type="character" w:customStyle="1" w:styleId="BodyTextChar">
    <w:name w:val="Body Text Char"/>
    <w:aliases w:val="Знак2 Char,Основной текст Знак Знак Знак Char,Основной текст Знак1 Знак Знак Знак Char,Основной текст Знак Знак Знак Знак Знак Char,Знак Знак Знак Знак Знак Знак Char,Знак Знак1 Знак Знак Знак Char,Основной текст Знак2 Знак Знак Char"/>
    <w:basedOn w:val="DefaultParagraphFont"/>
    <w:link w:val="BodyText"/>
    <w:uiPriority w:val="99"/>
    <w:locked/>
    <w:rsid w:val="004839BE"/>
    <w:rPr>
      <w:rFonts w:cs="Times New Roman"/>
      <w:sz w:val="24"/>
      <w:szCs w:val="24"/>
      <w:lang w:val="ru-RU" w:eastAsia="ru-RU" w:bidi="ar-SA"/>
    </w:rPr>
  </w:style>
  <w:style w:type="paragraph" w:customStyle="1" w:styleId="ConsPlusNormal">
    <w:name w:val="ConsPlusNormal"/>
    <w:uiPriority w:val="99"/>
    <w:rsid w:val="004839BE"/>
    <w:pPr>
      <w:widowControl w:val="0"/>
      <w:autoSpaceDE w:val="0"/>
      <w:autoSpaceDN w:val="0"/>
      <w:adjustRightInd w:val="0"/>
      <w:ind w:firstLine="720"/>
    </w:pPr>
    <w:rPr>
      <w:rFonts w:ascii="Arial" w:hAnsi="Arial" w:cs="Arial"/>
      <w:sz w:val="20"/>
      <w:szCs w:val="20"/>
    </w:rPr>
  </w:style>
  <w:style w:type="paragraph" w:customStyle="1" w:styleId="Char">
    <w:name w:val="Char Знак Знак"/>
    <w:basedOn w:val="Normal"/>
    <w:uiPriority w:val="99"/>
    <w:rsid w:val="004839BE"/>
    <w:pPr>
      <w:widowControl w:val="0"/>
      <w:adjustRightInd w:val="0"/>
      <w:spacing w:after="160" w:line="240" w:lineRule="exact"/>
      <w:jc w:val="right"/>
    </w:pPr>
    <w:rPr>
      <w:rFonts w:ascii="Arial" w:hAnsi="Arial" w:cs="Arial"/>
      <w:sz w:val="20"/>
      <w:szCs w:val="20"/>
      <w:lang w:val="en-GB" w:eastAsia="en-US"/>
    </w:rPr>
  </w:style>
  <w:style w:type="paragraph" w:styleId="BodyTextIndent">
    <w:name w:val="Body Text Indent"/>
    <w:basedOn w:val="Normal"/>
    <w:link w:val="BodyTextIndentChar"/>
    <w:uiPriority w:val="99"/>
    <w:rsid w:val="004839BE"/>
    <w:pPr>
      <w:widowControl w:val="0"/>
      <w:autoSpaceDE w:val="0"/>
      <w:autoSpaceDN w:val="0"/>
      <w:adjustRightInd w:val="0"/>
      <w:spacing w:after="120"/>
      <w:ind w:left="283"/>
    </w:pPr>
    <w:rPr>
      <w:rFonts w:ascii="Arial" w:hAnsi="Arial" w:cs="Arial"/>
      <w:sz w:val="18"/>
      <w:szCs w:val="18"/>
    </w:rPr>
  </w:style>
  <w:style w:type="character" w:customStyle="1" w:styleId="BodyTextIndentChar">
    <w:name w:val="Body Text Indent Char"/>
    <w:basedOn w:val="DefaultParagraphFont"/>
    <w:link w:val="BodyTextIndent"/>
    <w:uiPriority w:val="99"/>
    <w:locked/>
    <w:rsid w:val="004839BE"/>
    <w:rPr>
      <w:rFonts w:ascii="Arial" w:hAnsi="Arial" w:cs="Arial"/>
      <w:sz w:val="18"/>
      <w:szCs w:val="18"/>
      <w:lang w:val="ru-RU" w:eastAsia="ru-RU" w:bidi="ar-SA"/>
    </w:rPr>
  </w:style>
  <w:style w:type="paragraph" w:styleId="ListParagraph">
    <w:name w:val="List Paragraph"/>
    <w:basedOn w:val="Normal"/>
    <w:uiPriority w:val="99"/>
    <w:qFormat/>
    <w:rsid w:val="004839BE"/>
    <w:pPr>
      <w:spacing w:line="360" w:lineRule="auto"/>
      <w:ind w:left="720"/>
      <w:contextualSpacing/>
      <w:jc w:val="both"/>
    </w:pPr>
    <w:rPr>
      <w:sz w:val="28"/>
      <w:szCs w:val="22"/>
      <w:lang w:eastAsia="en-US"/>
    </w:rPr>
  </w:style>
  <w:style w:type="paragraph" w:customStyle="1" w:styleId="Style5">
    <w:name w:val="Style5"/>
    <w:basedOn w:val="Normal"/>
    <w:uiPriority w:val="99"/>
    <w:rsid w:val="004839BE"/>
    <w:pPr>
      <w:widowControl w:val="0"/>
      <w:autoSpaceDE w:val="0"/>
      <w:autoSpaceDN w:val="0"/>
      <w:adjustRightInd w:val="0"/>
      <w:spacing w:before="240" w:after="60" w:line="288" w:lineRule="exact"/>
      <w:ind w:firstLine="677"/>
      <w:jc w:val="both"/>
    </w:pPr>
  </w:style>
  <w:style w:type="paragraph" w:customStyle="1" w:styleId="Style12">
    <w:name w:val="Style12"/>
    <w:basedOn w:val="Normal"/>
    <w:uiPriority w:val="99"/>
    <w:rsid w:val="004839BE"/>
    <w:pPr>
      <w:widowControl w:val="0"/>
      <w:autoSpaceDE w:val="0"/>
      <w:autoSpaceDN w:val="0"/>
      <w:adjustRightInd w:val="0"/>
      <w:spacing w:before="240" w:after="60" w:line="360" w:lineRule="auto"/>
    </w:pPr>
  </w:style>
  <w:style w:type="paragraph" w:customStyle="1" w:styleId="Style14">
    <w:name w:val="Style14"/>
    <w:basedOn w:val="Normal"/>
    <w:uiPriority w:val="99"/>
    <w:rsid w:val="004839BE"/>
    <w:pPr>
      <w:widowControl w:val="0"/>
      <w:autoSpaceDE w:val="0"/>
      <w:autoSpaceDN w:val="0"/>
      <w:adjustRightInd w:val="0"/>
      <w:spacing w:before="240" w:after="60" w:line="278" w:lineRule="exact"/>
      <w:ind w:firstLine="706"/>
      <w:jc w:val="both"/>
    </w:pPr>
  </w:style>
  <w:style w:type="paragraph" w:customStyle="1" w:styleId="Style19">
    <w:name w:val="Style19"/>
    <w:basedOn w:val="Normal"/>
    <w:uiPriority w:val="99"/>
    <w:rsid w:val="004839BE"/>
    <w:pPr>
      <w:widowControl w:val="0"/>
      <w:autoSpaceDE w:val="0"/>
      <w:autoSpaceDN w:val="0"/>
      <w:adjustRightInd w:val="0"/>
      <w:spacing w:before="240" w:after="60" w:line="281" w:lineRule="exact"/>
      <w:ind w:firstLine="768"/>
      <w:jc w:val="both"/>
    </w:pPr>
  </w:style>
  <w:style w:type="character" w:customStyle="1" w:styleId="FontStyle28">
    <w:name w:val="Font Style28"/>
    <w:basedOn w:val="DefaultParagraphFont"/>
    <w:uiPriority w:val="99"/>
    <w:rsid w:val="004839BE"/>
    <w:rPr>
      <w:rFonts w:ascii="Times New Roman" w:hAnsi="Times New Roman" w:cs="Times New Roman"/>
      <w:i/>
      <w:iCs/>
      <w:color w:val="000000"/>
      <w:sz w:val="18"/>
      <w:szCs w:val="18"/>
    </w:rPr>
  </w:style>
  <w:style w:type="character" w:customStyle="1" w:styleId="FontStyle29">
    <w:name w:val="Font Style29"/>
    <w:basedOn w:val="DefaultParagraphFont"/>
    <w:uiPriority w:val="99"/>
    <w:rsid w:val="004839BE"/>
    <w:rPr>
      <w:rFonts w:ascii="Times New Roman" w:hAnsi="Times New Roman" w:cs="Times New Roman"/>
      <w:color w:val="000000"/>
      <w:sz w:val="22"/>
      <w:szCs w:val="22"/>
    </w:rPr>
  </w:style>
  <w:style w:type="character" w:customStyle="1" w:styleId="FontStyle30">
    <w:name w:val="Font Style30"/>
    <w:basedOn w:val="DefaultParagraphFont"/>
    <w:uiPriority w:val="99"/>
    <w:rsid w:val="004839BE"/>
    <w:rPr>
      <w:rFonts w:ascii="Times New Roman" w:hAnsi="Times New Roman" w:cs="Times New Roman"/>
      <w:b/>
      <w:bCs/>
      <w:color w:val="000000"/>
      <w:sz w:val="22"/>
      <w:szCs w:val="22"/>
    </w:rPr>
  </w:style>
  <w:style w:type="paragraph" w:customStyle="1" w:styleId="21">
    <w:name w:val="Основной текст с отступом 21"/>
    <w:basedOn w:val="Normal"/>
    <w:uiPriority w:val="99"/>
    <w:rsid w:val="004839BE"/>
    <w:pPr>
      <w:widowControl w:val="0"/>
      <w:overflowPunct w:val="0"/>
      <w:autoSpaceDE w:val="0"/>
      <w:autoSpaceDN w:val="0"/>
      <w:adjustRightInd w:val="0"/>
      <w:ind w:firstLine="708"/>
      <w:jc w:val="both"/>
      <w:textAlignment w:val="baseline"/>
    </w:pPr>
    <w:rPr>
      <w:rFonts w:ascii="Peterburg" w:hAnsi="Peterburg"/>
      <w:szCs w:val="20"/>
    </w:rPr>
  </w:style>
  <w:style w:type="paragraph" w:customStyle="1" w:styleId="xl42">
    <w:name w:val="xl42"/>
    <w:basedOn w:val="Normal"/>
    <w:uiPriority w:val="99"/>
    <w:rsid w:val="004839BE"/>
    <w:pPr>
      <w:pBdr>
        <w:left w:val="single" w:sz="4" w:space="0" w:color="auto"/>
        <w:right w:val="single" w:sz="4" w:space="0" w:color="auto"/>
      </w:pBdr>
      <w:spacing w:before="100" w:beforeAutospacing="1" w:after="100" w:afterAutospacing="1"/>
      <w:jc w:val="center"/>
      <w:textAlignment w:val="top"/>
    </w:pPr>
    <w:rPr>
      <w:rFonts w:ascii="Times New Roman CYR" w:hAnsi="Times New Roman CYR"/>
      <w:b/>
      <w:bCs/>
    </w:rPr>
  </w:style>
  <w:style w:type="paragraph" w:customStyle="1" w:styleId="text-1">
    <w:name w:val="text-1"/>
    <w:basedOn w:val="Normal"/>
    <w:uiPriority w:val="99"/>
    <w:rsid w:val="004839BE"/>
    <w:pPr>
      <w:spacing w:before="100" w:beforeAutospacing="1" w:after="100" w:afterAutospacing="1"/>
    </w:pPr>
  </w:style>
  <w:style w:type="paragraph" w:styleId="Closing">
    <w:name w:val="Closing"/>
    <w:basedOn w:val="Normal"/>
    <w:link w:val="ClosingChar"/>
    <w:uiPriority w:val="99"/>
    <w:rsid w:val="004839BE"/>
    <w:pPr>
      <w:spacing w:line="220" w:lineRule="atLeast"/>
      <w:ind w:left="835"/>
    </w:pPr>
    <w:rPr>
      <w:sz w:val="20"/>
      <w:szCs w:val="20"/>
      <w:lang w:eastAsia="en-US"/>
    </w:rPr>
  </w:style>
  <w:style w:type="character" w:customStyle="1" w:styleId="ClosingChar">
    <w:name w:val="Closing Char"/>
    <w:basedOn w:val="DefaultParagraphFont"/>
    <w:link w:val="Closing"/>
    <w:uiPriority w:val="99"/>
    <w:locked/>
    <w:rsid w:val="004839BE"/>
    <w:rPr>
      <w:rFonts w:cs="Times New Roman"/>
      <w:lang w:val="ru-RU" w:eastAsia="en-US" w:bidi="ar-SA"/>
    </w:rPr>
  </w:style>
  <w:style w:type="paragraph" w:customStyle="1" w:styleId="Style7">
    <w:name w:val="Style7"/>
    <w:basedOn w:val="Normal"/>
    <w:uiPriority w:val="99"/>
    <w:rsid w:val="004839BE"/>
    <w:pPr>
      <w:widowControl w:val="0"/>
      <w:autoSpaceDE w:val="0"/>
      <w:autoSpaceDN w:val="0"/>
      <w:adjustRightInd w:val="0"/>
      <w:spacing w:before="240" w:after="60" w:line="360" w:lineRule="auto"/>
    </w:pPr>
  </w:style>
  <w:style w:type="paragraph" w:customStyle="1" w:styleId="Style8">
    <w:name w:val="Style8"/>
    <w:basedOn w:val="Normal"/>
    <w:uiPriority w:val="99"/>
    <w:rsid w:val="004839BE"/>
    <w:pPr>
      <w:widowControl w:val="0"/>
      <w:autoSpaceDE w:val="0"/>
      <w:autoSpaceDN w:val="0"/>
      <w:adjustRightInd w:val="0"/>
      <w:spacing w:before="240" w:after="60" w:line="276" w:lineRule="exact"/>
      <w:ind w:firstLine="1963"/>
      <w:jc w:val="both"/>
    </w:pPr>
  </w:style>
  <w:style w:type="paragraph" w:customStyle="1" w:styleId="Style10">
    <w:name w:val="Style10"/>
    <w:basedOn w:val="Normal"/>
    <w:uiPriority w:val="99"/>
    <w:rsid w:val="004839BE"/>
    <w:pPr>
      <w:widowControl w:val="0"/>
      <w:autoSpaceDE w:val="0"/>
      <w:autoSpaceDN w:val="0"/>
      <w:adjustRightInd w:val="0"/>
      <w:spacing w:before="240" w:after="60" w:line="360" w:lineRule="auto"/>
    </w:pPr>
  </w:style>
  <w:style w:type="character" w:customStyle="1" w:styleId="FontStyle27">
    <w:name w:val="Font Style27"/>
    <w:basedOn w:val="DefaultParagraphFont"/>
    <w:uiPriority w:val="99"/>
    <w:rsid w:val="004839BE"/>
    <w:rPr>
      <w:rFonts w:ascii="Times New Roman" w:hAnsi="Times New Roman" w:cs="Times New Roman"/>
      <w:b/>
      <w:bCs/>
      <w:color w:val="000000"/>
      <w:sz w:val="16"/>
      <w:szCs w:val="16"/>
    </w:rPr>
  </w:style>
  <w:style w:type="paragraph" w:customStyle="1" w:styleId="31">
    <w:name w:val="Основной текст 31"/>
    <w:basedOn w:val="Normal"/>
    <w:uiPriority w:val="99"/>
    <w:rsid w:val="004839BE"/>
    <w:pPr>
      <w:widowControl w:val="0"/>
      <w:overflowPunct w:val="0"/>
      <w:autoSpaceDE w:val="0"/>
      <w:autoSpaceDN w:val="0"/>
      <w:adjustRightInd w:val="0"/>
      <w:textAlignment w:val="baseline"/>
    </w:pPr>
    <w:rPr>
      <w:rFonts w:ascii="Arial" w:hAnsi="Arial"/>
      <w:b/>
      <w:i/>
      <w:szCs w:val="20"/>
    </w:rPr>
  </w:style>
  <w:style w:type="character" w:styleId="PageNumber">
    <w:name w:val="page number"/>
    <w:basedOn w:val="DefaultParagraphFont"/>
    <w:uiPriority w:val="99"/>
    <w:rsid w:val="004839BE"/>
    <w:rPr>
      <w:rFonts w:cs="Times New Roman"/>
    </w:rPr>
  </w:style>
  <w:style w:type="paragraph" w:styleId="BalloonText">
    <w:name w:val="Balloon Text"/>
    <w:basedOn w:val="Normal"/>
    <w:link w:val="BalloonTextChar"/>
    <w:uiPriority w:val="99"/>
    <w:semiHidden/>
    <w:rsid w:val="00362FE0"/>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character" w:styleId="Hyperlink">
    <w:name w:val="Hyperlink"/>
    <w:basedOn w:val="DefaultParagraphFont"/>
    <w:uiPriority w:val="99"/>
    <w:rsid w:val="00B90F33"/>
    <w:rPr>
      <w:rFonts w:cs="Times New Roman"/>
      <w:color w:val="0000FF"/>
      <w:u w:val="single"/>
    </w:rPr>
  </w:style>
  <w:style w:type="paragraph" w:styleId="NormalWeb">
    <w:name w:val="Normal (Web)"/>
    <w:basedOn w:val="Normal"/>
    <w:uiPriority w:val="99"/>
    <w:rsid w:val="00B90F33"/>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siref://0.0/Pages/0/"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eac.khv.ru/post15_4.ht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siref://0.0/Pages/0/"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siref://0.0/Pages/0/" TargetMode="External"/><Relationship Id="rId4" Type="http://schemas.openxmlformats.org/officeDocument/2006/relationships/webSettings" Target="webSettings.xml"/><Relationship Id="rId9" Type="http://schemas.openxmlformats.org/officeDocument/2006/relationships/hyperlink" Target="http://eac.khv.ru/post15_4.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10</Pages>
  <Words>3932</Words>
  <Characters>22416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subject/>
  <dc:creator>YakovlevaG</dc:creator>
  <cp:keywords/>
  <dc:description/>
  <cp:lastModifiedBy>Гречкин</cp:lastModifiedBy>
  <cp:revision>5</cp:revision>
  <cp:lastPrinted>2011-09-13T13:21:00Z</cp:lastPrinted>
  <dcterms:created xsi:type="dcterms:W3CDTF">2011-09-02T13:09:00Z</dcterms:created>
  <dcterms:modified xsi:type="dcterms:W3CDTF">2011-09-13T13:22:00Z</dcterms:modified>
</cp:coreProperties>
</file>