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01F" w:rsidRPr="00670F7F" w:rsidRDefault="004D701F" w:rsidP="008B4964">
      <w:pPr>
        <w:ind w:left="4680"/>
        <w:jc w:val="center"/>
        <w:rPr>
          <w:color w:val="000000"/>
          <w:sz w:val="28"/>
          <w:szCs w:val="28"/>
        </w:rPr>
      </w:pPr>
      <w:r w:rsidRPr="00670F7F">
        <w:rPr>
          <w:color w:val="000000"/>
          <w:sz w:val="28"/>
          <w:szCs w:val="28"/>
        </w:rPr>
        <w:t>УТВЕРЖДАЮ:</w:t>
      </w:r>
    </w:p>
    <w:p w:rsidR="004D701F" w:rsidRPr="00670F7F" w:rsidRDefault="004D701F" w:rsidP="008B4964">
      <w:pPr>
        <w:ind w:left="4680"/>
        <w:jc w:val="center"/>
        <w:rPr>
          <w:color w:val="000000"/>
          <w:sz w:val="28"/>
          <w:szCs w:val="28"/>
        </w:rPr>
      </w:pPr>
      <w:r w:rsidRPr="00670F7F">
        <w:rPr>
          <w:color w:val="000000"/>
          <w:sz w:val="28"/>
          <w:szCs w:val="28"/>
        </w:rPr>
        <w:t>Приложение №1</w:t>
      </w:r>
    </w:p>
    <w:p w:rsidR="004D701F" w:rsidRPr="00670F7F" w:rsidRDefault="004D701F" w:rsidP="008B4964">
      <w:pPr>
        <w:ind w:left="4680"/>
        <w:jc w:val="center"/>
        <w:rPr>
          <w:color w:val="000000"/>
          <w:sz w:val="28"/>
          <w:szCs w:val="28"/>
        </w:rPr>
      </w:pPr>
      <w:r w:rsidRPr="00670F7F">
        <w:rPr>
          <w:color w:val="000000"/>
          <w:sz w:val="28"/>
          <w:szCs w:val="28"/>
        </w:rPr>
        <w:t>Председатель ТСЖ «</w:t>
      </w:r>
      <w:r>
        <w:rPr>
          <w:color w:val="000000"/>
          <w:sz w:val="28"/>
          <w:szCs w:val="28"/>
        </w:rPr>
        <w:t>Котовского 84</w:t>
      </w:r>
      <w:r w:rsidRPr="00670F7F">
        <w:rPr>
          <w:color w:val="000000"/>
          <w:sz w:val="28"/>
          <w:szCs w:val="28"/>
        </w:rPr>
        <w:t>»</w:t>
      </w:r>
    </w:p>
    <w:p w:rsidR="004D701F" w:rsidRPr="00670F7F" w:rsidRDefault="004D701F" w:rsidP="008B4964">
      <w:pPr>
        <w:ind w:left="4680"/>
        <w:jc w:val="center"/>
        <w:rPr>
          <w:color w:val="000000"/>
          <w:sz w:val="28"/>
          <w:szCs w:val="28"/>
        </w:rPr>
      </w:pPr>
      <w:r w:rsidRPr="00670F7F">
        <w:rPr>
          <w:color w:val="000000"/>
          <w:sz w:val="28"/>
          <w:szCs w:val="28"/>
        </w:rPr>
        <w:t>___________</w:t>
      </w:r>
      <w:r>
        <w:rPr>
          <w:color w:val="000000"/>
          <w:sz w:val="28"/>
          <w:szCs w:val="28"/>
        </w:rPr>
        <w:t>Андреева Е.И</w:t>
      </w:r>
      <w:r w:rsidRPr="00670F7F">
        <w:rPr>
          <w:color w:val="000000"/>
          <w:sz w:val="28"/>
          <w:szCs w:val="28"/>
        </w:rPr>
        <w:t>.</w:t>
      </w:r>
    </w:p>
    <w:p w:rsidR="004D701F" w:rsidRPr="006A0E99" w:rsidRDefault="004D701F" w:rsidP="00AF5041">
      <w:pPr>
        <w:ind w:left="4680"/>
        <w:jc w:val="center"/>
        <w:rPr>
          <w:bCs/>
          <w:sz w:val="28"/>
          <w:szCs w:val="28"/>
        </w:rPr>
      </w:pPr>
      <w:r>
        <w:rPr>
          <w:color w:val="000000"/>
          <w:sz w:val="28"/>
          <w:szCs w:val="28"/>
        </w:rPr>
        <w:t>_______________________</w:t>
      </w:r>
    </w:p>
    <w:p w:rsidR="004D701F" w:rsidRDefault="004D701F" w:rsidP="004839BE">
      <w:pPr>
        <w:spacing w:after="200"/>
        <w:ind w:left="720"/>
        <w:contextualSpacing/>
        <w:jc w:val="right"/>
        <w:rPr>
          <w:b/>
          <w:sz w:val="28"/>
          <w:szCs w:val="28"/>
        </w:rPr>
      </w:pPr>
    </w:p>
    <w:p w:rsidR="004D701F" w:rsidRDefault="004D701F" w:rsidP="004839BE">
      <w:pPr>
        <w:spacing w:after="200"/>
        <w:ind w:left="720"/>
        <w:contextualSpacing/>
        <w:jc w:val="right"/>
        <w:rPr>
          <w:b/>
          <w:sz w:val="28"/>
          <w:szCs w:val="28"/>
        </w:rPr>
      </w:pPr>
    </w:p>
    <w:p w:rsidR="004D701F" w:rsidRPr="00503EF3" w:rsidRDefault="004D701F" w:rsidP="004839BE">
      <w:pPr>
        <w:spacing w:after="200"/>
        <w:ind w:left="720"/>
        <w:contextualSpacing/>
        <w:jc w:val="right"/>
        <w:rPr>
          <w:b/>
          <w:sz w:val="28"/>
          <w:szCs w:val="28"/>
        </w:rPr>
      </w:pPr>
    </w:p>
    <w:p w:rsidR="004D701F" w:rsidRPr="007301E4" w:rsidRDefault="004D701F" w:rsidP="004839BE">
      <w:pPr>
        <w:spacing w:after="200" w:line="276" w:lineRule="auto"/>
        <w:ind w:left="720"/>
        <w:contextualSpacing/>
        <w:jc w:val="center"/>
        <w:rPr>
          <w:b/>
          <w:sz w:val="28"/>
          <w:szCs w:val="28"/>
        </w:rPr>
      </w:pPr>
      <w:r>
        <w:rPr>
          <w:b/>
          <w:sz w:val="28"/>
          <w:szCs w:val="28"/>
        </w:rPr>
        <w:t>Проект</w:t>
      </w:r>
      <w:r w:rsidRPr="007301E4">
        <w:rPr>
          <w:b/>
          <w:sz w:val="28"/>
          <w:szCs w:val="28"/>
        </w:rPr>
        <w:t xml:space="preserve"> договора подряда на выполнение работ по капитальном</w:t>
      </w:r>
      <w:r>
        <w:rPr>
          <w:b/>
          <w:sz w:val="28"/>
          <w:szCs w:val="28"/>
        </w:rPr>
        <w:t>у ремонту многоквартирных домов</w:t>
      </w:r>
    </w:p>
    <w:p w:rsidR="004D701F" w:rsidRPr="007301E4" w:rsidRDefault="004D701F" w:rsidP="004839BE">
      <w:pPr>
        <w:pStyle w:val="31"/>
        <w:widowControl/>
        <w:spacing w:line="360" w:lineRule="auto"/>
        <w:ind w:firstLine="900"/>
        <w:jc w:val="center"/>
        <w:rPr>
          <w:rFonts w:ascii="Times New Roman" w:hAnsi="Times New Roman"/>
          <w:i w:val="0"/>
          <w:sz w:val="28"/>
          <w:szCs w:val="28"/>
        </w:rPr>
      </w:pPr>
      <w:r w:rsidRPr="007301E4">
        <w:rPr>
          <w:rFonts w:ascii="Times New Roman" w:hAnsi="Times New Roman"/>
          <w:i w:val="0"/>
          <w:sz w:val="28"/>
          <w:szCs w:val="28"/>
        </w:rPr>
        <w:t>Договор №___</w:t>
      </w:r>
    </w:p>
    <w:p w:rsidR="004D701F" w:rsidRPr="007301E4" w:rsidRDefault="004D701F" w:rsidP="004839BE">
      <w:pPr>
        <w:jc w:val="center"/>
        <w:rPr>
          <w:b/>
          <w:sz w:val="28"/>
          <w:szCs w:val="28"/>
        </w:rPr>
      </w:pPr>
      <w:r w:rsidRPr="007301E4">
        <w:rPr>
          <w:b/>
          <w:sz w:val="28"/>
          <w:szCs w:val="28"/>
        </w:rPr>
        <w:t>на выполнение работ по капитальному ремонту многоквартирного дома</w:t>
      </w:r>
    </w:p>
    <w:p w:rsidR="004D701F" w:rsidRPr="00750DD4" w:rsidRDefault="004D701F" w:rsidP="004839BE">
      <w:pPr>
        <w:pStyle w:val="31"/>
        <w:widowControl/>
        <w:jc w:val="right"/>
        <w:rPr>
          <w:rFonts w:ascii="Times New Roman" w:hAnsi="Times New Roman"/>
          <w:b w:val="0"/>
          <w:i w:val="0"/>
          <w:szCs w:val="24"/>
        </w:rPr>
      </w:pPr>
      <w:r w:rsidRPr="00750DD4">
        <w:rPr>
          <w:rFonts w:ascii="Times New Roman" w:hAnsi="Times New Roman"/>
          <w:b w:val="0"/>
          <w:i w:val="0"/>
          <w:szCs w:val="24"/>
        </w:rPr>
        <w:tab/>
        <w:t>«____»___________ 20__ года</w:t>
      </w:r>
    </w:p>
    <w:p w:rsidR="004D701F" w:rsidRDefault="004D701F" w:rsidP="004839BE">
      <w:pPr>
        <w:jc w:val="both"/>
      </w:pPr>
    </w:p>
    <w:p w:rsidR="004D701F" w:rsidRDefault="004D701F" w:rsidP="004839BE">
      <w:pPr>
        <w:jc w:val="both"/>
      </w:pPr>
    </w:p>
    <w:p w:rsidR="004D701F" w:rsidRPr="00750DD4" w:rsidRDefault="004D701F" w:rsidP="00F66CA5">
      <w:pPr>
        <w:ind w:firstLine="708"/>
        <w:jc w:val="both"/>
      </w:pPr>
      <w:r>
        <w:t>ТСЖ «Котовского 84</w:t>
      </w:r>
      <w:r w:rsidRPr="00670F7F">
        <w:t xml:space="preserve">» в лице председателя </w:t>
      </w:r>
      <w:r>
        <w:t>Андреевой Евгении Ивановны</w:t>
      </w:r>
      <w:r w:rsidRPr="00670F7F">
        <w:t>, действующего на основании  Устава</w:t>
      </w:r>
      <w:r>
        <w:t xml:space="preserve"> </w:t>
      </w:r>
      <w:r w:rsidRPr="00750DD4">
        <w:rPr>
          <w:i/>
        </w:rPr>
        <w:t>(далее - Заказчик)</w:t>
      </w:r>
      <w:r w:rsidRPr="00750DD4">
        <w:t xml:space="preserve"> с одной стороны и ___________________________________________________</w:t>
      </w:r>
      <w:r>
        <w:t>__________________________</w:t>
      </w:r>
    </w:p>
    <w:p w:rsidR="004D701F" w:rsidRPr="00750DD4" w:rsidRDefault="004D701F" w:rsidP="004839BE">
      <w:pPr>
        <w:jc w:val="both"/>
      </w:pPr>
      <w:r w:rsidRPr="00750DD4">
        <w:t>_____________________________________________________________________________</w:t>
      </w:r>
    </w:p>
    <w:p w:rsidR="004D701F" w:rsidRPr="00750DD4" w:rsidRDefault="004D701F" w:rsidP="004839BE">
      <w:pPr>
        <w:jc w:val="center"/>
        <w:rPr>
          <w:i/>
        </w:rPr>
      </w:pPr>
      <w:r w:rsidRPr="00750DD4">
        <w:rPr>
          <w:i/>
        </w:rPr>
        <w:t xml:space="preserve">(полное наименование подрядной организации) </w:t>
      </w:r>
    </w:p>
    <w:p w:rsidR="004D701F" w:rsidRPr="00750DD4" w:rsidRDefault="004D701F" w:rsidP="004839BE">
      <w:pPr>
        <w:jc w:val="both"/>
      </w:pPr>
      <w:r w:rsidRPr="00750DD4">
        <w:t>в лице _______________________________________________________________________, действующего на основании _______________________________________________</w:t>
      </w:r>
      <w:r w:rsidRPr="00750DD4">
        <w:rPr>
          <w:i/>
        </w:rPr>
        <w:t>(далее - Подрядчик)</w:t>
      </w:r>
      <w:r w:rsidRPr="00750DD4">
        <w:t>, именуемые в дальнейшем «Стороны» заключили настоящий Договор о нижеследующем:</w:t>
      </w:r>
    </w:p>
    <w:p w:rsidR="004D701F" w:rsidRPr="00750DD4" w:rsidRDefault="004D701F" w:rsidP="004839BE">
      <w:pPr>
        <w:jc w:val="both"/>
      </w:pPr>
    </w:p>
    <w:p w:rsidR="004D701F" w:rsidRPr="00750DD4" w:rsidRDefault="004D701F" w:rsidP="004839BE">
      <w:pPr>
        <w:ind w:left="360"/>
        <w:jc w:val="center"/>
        <w:rPr>
          <w:b/>
        </w:rPr>
      </w:pPr>
      <w:r w:rsidRPr="00750DD4">
        <w:rPr>
          <w:b/>
        </w:rPr>
        <w:t>Статья 1.</w:t>
      </w:r>
      <w:r w:rsidRPr="00750DD4">
        <w:rPr>
          <w:b/>
        </w:rPr>
        <w:tab/>
        <w:t xml:space="preserve">Предмет </w:t>
      </w:r>
      <w:r w:rsidRPr="00750DD4">
        <w:rPr>
          <w:b/>
          <w:iCs/>
        </w:rPr>
        <w:t xml:space="preserve">и существенные условия </w:t>
      </w:r>
      <w:r w:rsidRPr="00750DD4">
        <w:rPr>
          <w:b/>
        </w:rPr>
        <w:t>договора</w:t>
      </w:r>
    </w:p>
    <w:p w:rsidR="004D701F" w:rsidRPr="00750DD4" w:rsidRDefault="004D701F" w:rsidP="004839BE">
      <w:pPr>
        <w:ind w:left="360"/>
        <w:jc w:val="center"/>
        <w:rPr>
          <w:b/>
        </w:rPr>
      </w:pPr>
    </w:p>
    <w:p w:rsidR="004D701F" w:rsidRPr="00750DD4" w:rsidRDefault="004D701F" w:rsidP="004839BE">
      <w:pPr>
        <w:widowControl w:val="0"/>
        <w:numPr>
          <w:ilvl w:val="1"/>
          <w:numId w:val="1"/>
        </w:numPr>
        <w:autoSpaceDE w:val="0"/>
        <w:autoSpaceDN w:val="0"/>
        <w:adjustRightInd w:val="0"/>
        <w:ind w:left="0" w:firstLine="567"/>
        <w:jc w:val="both"/>
      </w:pPr>
      <w:r w:rsidRPr="00670F7F">
        <w:t>Заказчик поручает, а Подрядчик принимает на себя обязательства по выполнению работ по ка</w:t>
      </w:r>
      <w:r>
        <w:t>питальному ремонту внутридомовых инженерных</w:t>
      </w:r>
      <w:r w:rsidRPr="00670F7F">
        <w:t xml:space="preserve"> систем</w:t>
      </w:r>
      <w:r>
        <w:t xml:space="preserve"> теплоснабжения, водо</w:t>
      </w:r>
      <w:r w:rsidRPr="00670F7F">
        <w:t>снабжения</w:t>
      </w:r>
      <w:r>
        <w:t xml:space="preserve"> и водоотведения</w:t>
      </w:r>
      <w:r w:rsidRPr="00670F7F">
        <w:t xml:space="preserve"> </w:t>
      </w:r>
      <w:r w:rsidRPr="00670F7F">
        <w:rPr>
          <w:i/>
        </w:rPr>
        <w:t xml:space="preserve">(далее - работы) </w:t>
      </w:r>
      <w:r w:rsidRPr="00670F7F">
        <w:t xml:space="preserve">многоквартирного дома </w:t>
      </w:r>
      <w:r w:rsidRPr="00670F7F">
        <w:rPr>
          <w:i/>
        </w:rPr>
        <w:t>(далее – объект),</w:t>
      </w:r>
      <w:r w:rsidRPr="00670F7F">
        <w:t xml:space="preserve"> расположенного по адресу: г.Краснодар, ул.</w:t>
      </w:r>
      <w:r>
        <w:t>Котовского, 84</w:t>
      </w:r>
      <w:r w:rsidRPr="00670F7F">
        <w:t xml:space="preserve"> </w:t>
      </w:r>
      <w:r w:rsidRPr="00750DD4">
        <w:t>в соответствии с технической  и сметной документацией, прилагаемой к Договору.</w:t>
      </w:r>
    </w:p>
    <w:p w:rsidR="004D701F" w:rsidRPr="00750DD4" w:rsidRDefault="004D701F" w:rsidP="004839BE">
      <w:pPr>
        <w:widowControl w:val="0"/>
        <w:numPr>
          <w:ilvl w:val="1"/>
          <w:numId w:val="1"/>
        </w:numPr>
        <w:autoSpaceDE w:val="0"/>
        <w:autoSpaceDN w:val="0"/>
        <w:adjustRightInd w:val="0"/>
        <w:ind w:left="0" w:firstLine="567"/>
        <w:jc w:val="both"/>
      </w:pPr>
      <w:r w:rsidRPr="00750DD4">
        <w:rPr>
          <w:bCs/>
        </w:rPr>
        <w:t xml:space="preserve">Общая стоимость работ по Договору составляет___________________________ рублей, в том числе НДС__________________________________________________ рублей. </w:t>
      </w:r>
    </w:p>
    <w:p w:rsidR="004D701F" w:rsidRPr="00750DD4" w:rsidRDefault="004D701F" w:rsidP="004839BE">
      <w:pPr>
        <w:ind w:firstLine="567"/>
        <w:jc w:val="both"/>
        <w:rPr>
          <w:bCs/>
        </w:rPr>
      </w:pPr>
      <w:r w:rsidRPr="00750DD4">
        <w:rPr>
          <w:bCs/>
        </w:rPr>
        <w:t>Стоимость по видам работ составляет:</w:t>
      </w:r>
    </w:p>
    <w:p w:rsidR="004D701F" w:rsidRPr="00750DD4" w:rsidRDefault="004D701F" w:rsidP="004839BE">
      <w:pPr>
        <w:jc w:val="both"/>
        <w:rPr>
          <w:bCs/>
        </w:rPr>
      </w:pPr>
      <w:r w:rsidRPr="00750DD4">
        <w:rPr>
          <w:bCs/>
        </w:rPr>
        <w:t>______________________________________________________________________ рублей,</w:t>
      </w:r>
    </w:p>
    <w:p w:rsidR="004D701F" w:rsidRPr="00750DD4" w:rsidRDefault="004D701F" w:rsidP="004839BE">
      <w:pPr>
        <w:ind w:firstLine="993"/>
        <w:jc w:val="center"/>
        <w:rPr>
          <w:bCs/>
          <w:i/>
        </w:rPr>
      </w:pPr>
      <w:r w:rsidRPr="00750DD4">
        <w:rPr>
          <w:bCs/>
          <w:i/>
        </w:rPr>
        <w:t>(вид работ)</w:t>
      </w:r>
    </w:p>
    <w:p w:rsidR="004D701F" w:rsidRPr="00750DD4" w:rsidRDefault="004D701F" w:rsidP="004839BE">
      <w:pPr>
        <w:jc w:val="both"/>
        <w:rPr>
          <w:bCs/>
        </w:rPr>
      </w:pPr>
      <w:r w:rsidRPr="00750DD4">
        <w:rPr>
          <w:bCs/>
        </w:rPr>
        <w:t>______________________________________________________________________ рублей;</w:t>
      </w:r>
    </w:p>
    <w:p w:rsidR="004D701F" w:rsidRPr="00750DD4" w:rsidRDefault="004D701F" w:rsidP="004839BE">
      <w:pPr>
        <w:ind w:firstLine="993"/>
        <w:jc w:val="center"/>
        <w:rPr>
          <w:bCs/>
          <w:i/>
        </w:rPr>
      </w:pPr>
      <w:r w:rsidRPr="00750DD4">
        <w:rPr>
          <w:bCs/>
          <w:i/>
        </w:rPr>
        <w:t>(вид работ)</w:t>
      </w:r>
    </w:p>
    <w:p w:rsidR="004D701F" w:rsidRPr="00750DD4" w:rsidRDefault="004D701F" w:rsidP="004839BE">
      <w:pPr>
        <w:jc w:val="both"/>
        <w:rPr>
          <w:bCs/>
        </w:rPr>
      </w:pPr>
      <w:r w:rsidRPr="00750DD4">
        <w:rPr>
          <w:bCs/>
        </w:rPr>
        <w:t>_____________</w:t>
      </w:r>
      <w:r w:rsidRPr="00750DD4">
        <w:rPr>
          <w:bCs/>
          <w:lang w:val="en-US"/>
        </w:rPr>
        <w:t>________</w:t>
      </w:r>
      <w:r w:rsidRPr="00750DD4">
        <w:rPr>
          <w:bCs/>
        </w:rPr>
        <w:t>_________________________________________________ рублей,.</w:t>
      </w:r>
    </w:p>
    <w:p w:rsidR="004D701F" w:rsidRPr="00750DD4" w:rsidRDefault="004D701F" w:rsidP="004839BE">
      <w:pPr>
        <w:ind w:firstLine="993"/>
        <w:jc w:val="center"/>
        <w:rPr>
          <w:bCs/>
          <w:i/>
        </w:rPr>
      </w:pPr>
      <w:r w:rsidRPr="00750DD4">
        <w:rPr>
          <w:bCs/>
          <w:i/>
        </w:rPr>
        <w:t>(вид работ)</w:t>
      </w:r>
    </w:p>
    <w:p w:rsidR="004D701F" w:rsidRPr="00750DD4" w:rsidRDefault="004D701F" w:rsidP="00F73454">
      <w:pPr>
        <w:numPr>
          <w:ilvl w:val="1"/>
          <w:numId w:val="2"/>
        </w:numPr>
        <w:ind w:left="0" w:firstLine="540"/>
        <w:jc w:val="both"/>
        <w:rPr>
          <w:bCs/>
        </w:rPr>
      </w:pPr>
      <w:r w:rsidRPr="00750DD4">
        <w:rPr>
          <w:bCs/>
        </w:rPr>
        <w:t>Указанная в пункте 1.2 стоимость работ увеличению не подлежит</w:t>
      </w:r>
      <w:r>
        <w:rPr>
          <w:bCs/>
        </w:rPr>
        <w:t>, за исключением случаев, указанных в статье 11 настоящего Договора</w:t>
      </w:r>
      <w:r w:rsidRPr="00750DD4">
        <w:rPr>
          <w:bCs/>
        </w:rPr>
        <w:t>.</w:t>
      </w:r>
    </w:p>
    <w:p w:rsidR="004D701F" w:rsidRPr="00750DD4" w:rsidRDefault="004D701F" w:rsidP="004839BE">
      <w:pPr>
        <w:numPr>
          <w:ilvl w:val="1"/>
          <w:numId w:val="2"/>
        </w:numPr>
        <w:jc w:val="both"/>
        <w:rPr>
          <w:bCs/>
        </w:rPr>
      </w:pPr>
      <w:r w:rsidRPr="00750DD4">
        <w:rPr>
          <w:bCs/>
        </w:rPr>
        <w:t xml:space="preserve">Срок выполнения работ составляет </w:t>
      </w:r>
      <w:r>
        <w:rPr>
          <w:bCs/>
        </w:rPr>
        <w:t>50</w:t>
      </w:r>
      <w:r w:rsidRPr="00750DD4">
        <w:rPr>
          <w:bCs/>
        </w:rPr>
        <w:t xml:space="preserve"> дней.</w:t>
      </w:r>
      <w:r w:rsidRPr="00750DD4">
        <w:rPr>
          <w:bCs/>
          <w:i/>
        </w:rPr>
        <w:t xml:space="preserve"> </w:t>
      </w:r>
    </w:p>
    <w:p w:rsidR="004D701F" w:rsidRPr="00750DD4" w:rsidRDefault="004D701F" w:rsidP="004839BE">
      <w:pPr>
        <w:numPr>
          <w:ilvl w:val="1"/>
          <w:numId w:val="2"/>
        </w:numPr>
        <w:ind w:left="0" w:firstLine="540"/>
        <w:jc w:val="both"/>
        <w:rPr>
          <w:bCs/>
        </w:rPr>
      </w:pPr>
      <w:r w:rsidRPr="00750DD4">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D701F" w:rsidRPr="00750DD4" w:rsidRDefault="004D701F" w:rsidP="004839BE">
      <w:pPr>
        <w:numPr>
          <w:ilvl w:val="1"/>
          <w:numId w:val="2"/>
        </w:numPr>
        <w:ind w:left="0" w:firstLine="540"/>
        <w:jc w:val="both"/>
        <w:rPr>
          <w:bCs/>
        </w:rPr>
      </w:pPr>
      <w:r w:rsidRPr="00750DD4">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D701F" w:rsidRPr="00750DD4" w:rsidRDefault="004D701F" w:rsidP="004839BE">
      <w:pPr>
        <w:pStyle w:val="ListParagraph"/>
        <w:spacing w:line="240" w:lineRule="auto"/>
        <w:ind w:left="0" w:firstLine="540"/>
        <w:rPr>
          <w:sz w:val="24"/>
          <w:szCs w:val="24"/>
        </w:rPr>
      </w:pPr>
    </w:p>
    <w:p w:rsidR="004D701F" w:rsidRPr="00750DD4" w:rsidRDefault="004D701F" w:rsidP="004839BE">
      <w:pPr>
        <w:numPr>
          <w:ilvl w:val="1"/>
          <w:numId w:val="2"/>
        </w:numPr>
        <w:ind w:left="0" w:firstLine="540"/>
        <w:jc w:val="both"/>
        <w:rPr>
          <w:bCs/>
        </w:rPr>
      </w:pPr>
      <w:r w:rsidRPr="00750DD4">
        <w:t>Основанием для заключения настоящего Договора является _________________ ______________№ __________ от «___»________20__ г.</w:t>
      </w:r>
    </w:p>
    <w:p w:rsidR="004D701F" w:rsidRPr="00750DD4" w:rsidRDefault="004D701F" w:rsidP="004839BE">
      <w:pPr>
        <w:ind w:firstLine="426"/>
        <w:jc w:val="center"/>
        <w:rPr>
          <w:b/>
        </w:rPr>
      </w:pPr>
    </w:p>
    <w:p w:rsidR="004D701F" w:rsidRPr="00750DD4" w:rsidRDefault="004D701F" w:rsidP="004839BE">
      <w:pPr>
        <w:ind w:firstLine="426"/>
        <w:jc w:val="center"/>
        <w:rPr>
          <w:b/>
        </w:rPr>
      </w:pPr>
      <w:r w:rsidRPr="00750DD4">
        <w:rPr>
          <w:b/>
        </w:rPr>
        <w:t>Статья 2.</w:t>
      </w:r>
      <w:r w:rsidRPr="00750DD4">
        <w:rPr>
          <w:b/>
        </w:rPr>
        <w:tab/>
        <w:t>Обеспечение исполнения обязательств подрядчика</w:t>
      </w:r>
    </w:p>
    <w:p w:rsidR="004D701F" w:rsidRPr="00750DD4" w:rsidRDefault="004D701F" w:rsidP="004839BE">
      <w:pPr>
        <w:ind w:firstLine="426"/>
        <w:jc w:val="center"/>
        <w:rPr>
          <w:b/>
        </w:rPr>
      </w:pPr>
    </w:p>
    <w:p w:rsidR="004D701F" w:rsidRPr="00750DD4" w:rsidRDefault="004D701F" w:rsidP="004839BE">
      <w:pPr>
        <w:ind w:firstLine="567"/>
        <w:jc w:val="both"/>
      </w:pPr>
      <w:r w:rsidRPr="00750DD4">
        <w:t>2.1.</w:t>
      </w:r>
      <w:r w:rsidRPr="00750DD4">
        <w:tab/>
      </w:r>
      <w:r>
        <w:t xml:space="preserve">Обеспечением исполнения обязательств Подрядчика по Договору </w:t>
      </w:r>
      <w:r w:rsidRPr="00750DD4">
        <w:t xml:space="preserve"> </w:t>
      </w:r>
      <w:r>
        <w:t>является _____________ (безотзывная банковская гарантия, договор поручительства или передача Заказчику денежных средств. Способ обеспечения исполнения договора выбирается Подрядчиком самостоятельно) в размере 10% от начальной (максимальной) цены договора подряда на сумму в размере 147 058,0</w:t>
      </w:r>
      <w:r w:rsidRPr="003B7D29">
        <w:t xml:space="preserve">0 </w:t>
      </w:r>
      <w:r>
        <w:t>рублей. Подрядчик обязан представить Заказчику обеспечение исполнения обязательств по Договору до даты подписания Договора Сторонами.</w:t>
      </w:r>
    </w:p>
    <w:p w:rsidR="004D701F" w:rsidRPr="00750DD4" w:rsidRDefault="004D701F" w:rsidP="004839BE">
      <w:pPr>
        <w:pStyle w:val="Style19"/>
        <w:widowControl/>
        <w:spacing w:line="240" w:lineRule="auto"/>
        <w:ind w:firstLine="567"/>
      </w:pPr>
      <w:r w:rsidRPr="00750DD4">
        <w:t>2.2.</w:t>
      </w:r>
      <w:r w:rsidRPr="00750DD4">
        <w:tab/>
        <w:t>Обеспечением исполнения обязательств Подрядчика по устранению выявленных дефектов в гарантийный период является ______________________ на сумму___________________рублей,</w:t>
      </w:r>
      <w:r w:rsidRPr="00750DD4">
        <w:rPr>
          <w:rStyle w:val="FontStyle29"/>
          <w:sz w:val="24"/>
          <w:szCs w:val="24"/>
        </w:rPr>
        <w:t xml:space="preserve"> действующее до истечения гарантийного периода. Подрядчик обязан представить Заказчику данное </w:t>
      </w:r>
      <w:r w:rsidRPr="00750DD4">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D701F" w:rsidRPr="00750DD4" w:rsidRDefault="004D701F" w:rsidP="004839BE">
      <w:pPr>
        <w:pStyle w:val="Style19"/>
        <w:widowControl/>
        <w:spacing w:before="0" w:after="0" w:line="240" w:lineRule="auto"/>
        <w:ind w:firstLine="567"/>
      </w:pPr>
    </w:p>
    <w:p w:rsidR="004D701F" w:rsidRPr="00750DD4" w:rsidRDefault="004D701F" w:rsidP="004839BE">
      <w:pPr>
        <w:ind w:firstLine="706"/>
        <w:jc w:val="center"/>
        <w:rPr>
          <w:b/>
        </w:rPr>
      </w:pPr>
      <w:r w:rsidRPr="00750DD4">
        <w:rPr>
          <w:b/>
        </w:rPr>
        <w:t>Статья 3.</w:t>
      </w:r>
      <w:r w:rsidRPr="00750DD4">
        <w:rPr>
          <w:b/>
        </w:rPr>
        <w:tab/>
        <w:t>Порядок оплаты работ</w:t>
      </w:r>
    </w:p>
    <w:p w:rsidR="004D701F" w:rsidRPr="00750DD4" w:rsidRDefault="004D701F" w:rsidP="004839BE">
      <w:pPr>
        <w:ind w:firstLine="706"/>
        <w:jc w:val="both"/>
        <w:rPr>
          <w:b/>
        </w:rPr>
      </w:pPr>
    </w:p>
    <w:p w:rsidR="004D701F" w:rsidRPr="00750DD4" w:rsidRDefault="004D701F" w:rsidP="00CF2533">
      <w:pPr>
        <w:pStyle w:val="BodyTextIndent"/>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течение 15</w:t>
      </w:r>
      <w:r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r w:rsidRPr="00750DD4">
        <w:rPr>
          <w:rFonts w:ascii="Times New Roman" w:hAnsi="Times New Roman" w:cs="Times New Roman"/>
          <w:sz w:val="24"/>
          <w:szCs w:val="24"/>
        </w:rPr>
        <w:t xml:space="preserve">с даты подписания Заказчиком указанных документов </w:t>
      </w:r>
    </w:p>
    <w:p w:rsidR="004D701F" w:rsidRPr="00750DD4" w:rsidRDefault="004D701F" w:rsidP="004839BE">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4D701F" w:rsidRPr="00750DD4" w:rsidRDefault="004D701F" w:rsidP="004839BE">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4D701F" w:rsidRPr="00750DD4" w:rsidRDefault="004D701F" w:rsidP="004839BE">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4D701F" w:rsidRPr="00750DD4" w:rsidRDefault="004D701F" w:rsidP="004839BE">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4D701F" w:rsidRPr="00750DD4" w:rsidRDefault="004D701F" w:rsidP="004839BE">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4D701F" w:rsidRPr="00750DD4" w:rsidRDefault="004D701F" w:rsidP="004839BE">
      <w:pPr>
        <w:pStyle w:val="Style12"/>
        <w:widowControl/>
        <w:spacing w:after="0" w:line="240" w:lineRule="auto"/>
        <w:jc w:val="center"/>
        <w:rPr>
          <w:rStyle w:val="FontStyle30"/>
          <w:sz w:val="24"/>
          <w:szCs w:val="24"/>
        </w:rPr>
      </w:pPr>
    </w:p>
    <w:p w:rsidR="004D701F" w:rsidRPr="00750DD4"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4D701F" w:rsidRPr="00750DD4" w:rsidRDefault="004D701F" w:rsidP="004839BE">
      <w:pPr>
        <w:pStyle w:val="Style12"/>
        <w:widowControl/>
        <w:spacing w:before="0" w:after="0" w:line="240" w:lineRule="auto"/>
        <w:jc w:val="center"/>
        <w:rPr>
          <w:rStyle w:val="FontStyle30"/>
          <w:sz w:val="24"/>
          <w:szCs w:val="24"/>
        </w:rPr>
      </w:pPr>
    </w:p>
    <w:p w:rsidR="004D701F" w:rsidRPr="00750DD4" w:rsidRDefault="004D701F" w:rsidP="004839BE">
      <w:pPr>
        <w:tabs>
          <w:tab w:val="left" w:pos="1418"/>
        </w:tabs>
        <w:ind w:firstLine="567"/>
        <w:jc w:val="both"/>
      </w:pPr>
      <w:r w:rsidRPr="00750DD4">
        <w:t>5.1.</w:t>
      </w:r>
      <w:r w:rsidRPr="00750DD4">
        <w:tab/>
        <w:t xml:space="preserve">При выполнении настоящего Договора Заказчик обязан: </w:t>
      </w:r>
    </w:p>
    <w:p w:rsidR="004D701F" w:rsidRPr="00750DD4" w:rsidRDefault="004D701F" w:rsidP="004839BE">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4D701F" w:rsidRPr="00750DD4" w:rsidRDefault="004D701F" w:rsidP="004839BE">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4D701F" w:rsidRPr="00750DD4" w:rsidRDefault="004D701F" w:rsidP="004839BE">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4D701F" w:rsidRPr="00750DD4" w:rsidRDefault="004D701F" w:rsidP="004839BE">
      <w:pPr>
        <w:pStyle w:val="Style14"/>
        <w:widowControl/>
        <w:tabs>
          <w:tab w:val="left" w:pos="1418"/>
          <w:tab w:val="left" w:pos="1560"/>
        </w:tabs>
        <w:spacing w:before="0" w:after="0" w:line="240" w:lineRule="auto"/>
        <w:ind w:firstLine="567"/>
      </w:pPr>
      <w:r w:rsidRPr="00750DD4">
        <w:rPr>
          <w:rStyle w:val="FontStyle29"/>
          <w:sz w:val="24"/>
          <w:szCs w:val="24"/>
        </w:rPr>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4D701F" w:rsidRPr="00750DD4" w:rsidRDefault="004D701F" w:rsidP="004839BE">
      <w:pPr>
        <w:tabs>
          <w:tab w:val="left" w:pos="1418"/>
        </w:tabs>
        <w:ind w:firstLine="567"/>
        <w:jc w:val="both"/>
      </w:pPr>
      <w:r w:rsidRPr="00750DD4">
        <w:rPr>
          <w:rStyle w:val="FontStyle29"/>
          <w:sz w:val="24"/>
          <w:szCs w:val="24"/>
        </w:rPr>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D701F" w:rsidRPr="00750DD4"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4D701F" w:rsidRPr="00750DD4" w:rsidRDefault="004D701F" w:rsidP="004839BE">
      <w:pPr>
        <w:pStyle w:val="Style12"/>
        <w:widowControl/>
        <w:spacing w:before="0" w:after="0" w:line="240" w:lineRule="auto"/>
        <w:jc w:val="center"/>
        <w:rPr>
          <w:rStyle w:val="FontStyle30"/>
          <w:sz w:val="24"/>
          <w:szCs w:val="24"/>
        </w:rPr>
      </w:pPr>
    </w:p>
    <w:p w:rsidR="004D701F" w:rsidRPr="00750DD4" w:rsidRDefault="004D701F" w:rsidP="004839BE">
      <w:pPr>
        <w:ind w:firstLine="567"/>
        <w:jc w:val="both"/>
      </w:pPr>
      <w:r w:rsidRPr="00750DD4">
        <w:t>6.1.</w:t>
      </w:r>
      <w:r w:rsidRPr="00750DD4">
        <w:tab/>
        <w:t xml:space="preserve">При выполнении Договора Подрядчик обязан: </w:t>
      </w:r>
    </w:p>
    <w:p w:rsidR="004D701F" w:rsidRPr="00750DD4" w:rsidRDefault="004D701F" w:rsidP="004839BE">
      <w:pPr>
        <w:pStyle w:val="Style14"/>
        <w:widowControl/>
        <w:spacing w:before="0" w:after="0" w:line="240" w:lineRule="auto"/>
        <w:ind w:firstLine="567"/>
      </w:pPr>
      <w:r w:rsidRPr="00750DD4">
        <w:t>6.1.1.</w:t>
      </w:r>
      <w:r w:rsidRPr="00750DD4">
        <w:tab/>
        <w:t xml:space="preserve">Принять от Заказчика по акту объект в срок, указанный в пункте 5.1.1. </w:t>
      </w:r>
    </w:p>
    <w:p w:rsidR="004D701F" w:rsidRPr="00750DD4" w:rsidRDefault="004D701F" w:rsidP="004839BE">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4D701F" w:rsidRPr="00750DD4" w:rsidRDefault="004D701F" w:rsidP="004839BE">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4D701F" w:rsidRPr="00750DD4" w:rsidRDefault="004D701F" w:rsidP="004839BE">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4D701F" w:rsidRPr="00750DD4" w:rsidRDefault="004D701F" w:rsidP="004839BE">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D701F" w:rsidRPr="00750DD4" w:rsidRDefault="004D701F" w:rsidP="004839BE">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D701F" w:rsidRPr="00750DD4" w:rsidRDefault="004D701F" w:rsidP="00030FD3">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D701F" w:rsidRPr="00750DD4" w:rsidRDefault="004D701F" w:rsidP="00030FD3">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D701F" w:rsidRPr="00750DD4" w:rsidRDefault="004D701F" w:rsidP="00030FD3">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D701F" w:rsidRPr="00750DD4" w:rsidRDefault="004D701F" w:rsidP="00030FD3">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D701F" w:rsidRPr="00750DD4" w:rsidRDefault="004D701F" w:rsidP="00030FD3">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4D701F" w:rsidRPr="00750DD4" w:rsidRDefault="004D701F" w:rsidP="00030FD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4D701F" w:rsidRPr="00750DD4" w:rsidRDefault="004D701F" w:rsidP="00030FD3">
      <w:pPr>
        <w:ind w:firstLine="567"/>
        <w:jc w:val="both"/>
      </w:pPr>
      <w:r w:rsidRPr="00750DD4">
        <w:t>6.1.13.</w:t>
      </w:r>
      <w:r w:rsidRPr="00750DD4">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D701F" w:rsidRPr="00750DD4" w:rsidRDefault="004D701F" w:rsidP="00030FD3">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D701F" w:rsidRPr="00750DD4" w:rsidRDefault="004D701F" w:rsidP="004839BE">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4D701F" w:rsidRPr="00750DD4" w:rsidRDefault="004D701F" w:rsidP="004839BE">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D701F" w:rsidRPr="00750DD4"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t>Выполнение работ</w:t>
      </w:r>
    </w:p>
    <w:p w:rsidR="004D701F" w:rsidRPr="008F46F0" w:rsidRDefault="004D701F" w:rsidP="00F73454">
      <w:pPr>
        <w:pStyle w:val="Style8"/>
        <w:widowControl/>
        <w:spacing w:line="240" w:lineRule="auto"/>
        <w:ind w:firstLine="567"/>
        <w:rPr>
          <w:sz w:val="18"/>
          <w:szCs w:val="18"/>
        </w:rPr>
      </w:pPr>
      <w:r>
        <w:t xml:space="preserve">7.1. </w:t>
      </w:r>
      <w:r w:rsidRPr="00750DD4">
        <w:t>Полномочным представителем Заказчика</w:t>
      </w:r>
      <w:r>
        <w:t xml:space="preserve"> является   </w:t>
      </w:r>
      <w:r w:rsidRPr="008F46F0">
        <w:rPr>
          <w:sz w:val="18"/>
          <w:szCs w:val="18"/>
        </w:rPr>
        <w:t>____</w:t>
      </w:r>
      <w:r>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Pr>
          <w:sz w:val="18"/>
          <w:szCs w:val="18"/>
        </w:rPr>
        <w:t>________________</w:t>
      </w:r>
      <w:r w:rsidRPr="008F46F0">
        <w:rPr>
          <w:sz w:val="18"/>
          <w:szCs w:val="18"/>
        </w:rPr>
        <w:t>________</w:t>
      </w:r>
    </w:p>
    <w:p w:rsidR="004D701F" w:rsidRPr="00750DD4" w:rsidRDefault="004D701F" w:rsidP="008F46F0">
      <w:pPr>
        <w:pStyle w:val="Style10"/>
        <w:widowControl/>
        <w:spacing w:line="240" w:lineRule="auto"/>
        <w:jc w:val="center"/>
        <w:rPr>
          <w:rStyle w:val="FontStyle28"/>
          <w:sz w:val="24"/>
          <w:szCs w:val="24"/>
        </w:rPr>
      </w:pPr>
      <w:r w:rsidRPr="00750DD4">
        <w:rPr>
          <w:rStyle w:val="FontStyle28"/>
          <w:sz w:val="24"/>
          <w:szCs w:val="24"/>
        </w:rPr>
        <w:t xml:space="preserve"> (должность, Ф.И.О., документ, подтверждающий полномочия,  адрес, контактные телефоны)</w:t>
      </w:r>
    </w:p>
    <w:p w:rsidR="004D701F" w:rsidRPr="00750DD4" w:rsidRDefault="004D701F" w:rsidP="004839BE">
      <w:pPr>
        <w:pStyle w:val="Style12"/>
        <w:widowControl/>
        <w:spacing w:after="0" w:line="240" w:lineRule="auto"/>
        <w:ind w:firstLine="567"/>
        <w:jc w:val="both"/>
      </w:pPr>
      <w:r w:rsidRPr="00750DD4">
        <w:t>7.2.</w:t>
      </w:r>
      <w:r>
        <w:t xml:space="preserve"> </w:t>
      </w:r>
      <w:r w:rsidRPr="00750DD4">
        <w:t>Полномочным представителем Подрядчика является:</w:t>
      </w:r>
    </w:p>
    <w:p w:rsidR="004D701F" w:rsidRPr="00750DD4" w:rsidRDefault="004D701F" w:rsidP="004839BE">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4D701F" w:rsidRPr="00750DD4" w:rsidRDefault="004D701F" w:rsidP="004839BE">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Pr>
          <w:rStyle w:val="FontStyle28"/>
          <w:sz w:val="24"/>
          <w:szCs w:val="24"/>
        </w:rPr>
        <w:t>, адрес, контактные телефоны</w:t>
      </w:r>
      <w:r w:rsidRPr="00750DD4">
        <w:rPr>
          <w:rStyle w:val="FontStyle28"/>
          <w:sz w:val="24"/>
          <w:szCs w:val="24"/>
        </w:rPr>
        <w:t>)</w:t>
      </w:r>
    </w:p>
    <w:p w:rsidR="004D701F" w:rsidRPr="00750DD4" w:rsidRDefault="004D701F" w:rsidP="00030FD3">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4D701F" w:rsidRPr="00750DD4" w:rsidRDefault="004D701F" w:rsidP="00030FD3">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4D701F" w:rsidRPr="00750DD4" w:rsidRDefault="004D701F" w:rsidP="00030FD3">
      <w:pPr>
        <w:pStyle w:val="Style12"/>
        <w:widowControl/>
        <w:spacing w:before="0" w:after="0" w:line="240" w:lineRule="auto"/>
        <w:ind w:firstLine="567"/>
        <w:jc w:val="both"/>
      </w:pPr>
      <w:r w:rsidRPr="00750DD4">
        <w:t>7.4.1.</w:t>
      </w:r>
      <w:r w:rsidRPr="00750DD4">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4D701F" w:rsidRPr="00750DD4" w:rsidRDefault="004D701F" w:rsidP="00030FD3">
      <w:pPr>
        <w:pStyle w:val="Style12"/>
        <w:widowControl/>
        <w:spacing w:before="0" w:after="0" w:line="240" w:lineRule="auto"/>
        <w:ind w:firstLine="567"/>
        <w:jc w:val="both"/>
      </w:pPr>
      <w:r w:rsidRPr="00750DD4">
        <w:t>7.4.2.</w:t>
      </w:r>
      <w:r w:rsidRPr="00750DD4">
        <w:tab/>
        <w:t>Принятие своевременных мер и контроль за устранением выявленных дефектов в технической и сметной документации;</w:t>
      </w:r>
    </w:p>
    <w:p w:rsidR="004D701F" w:rsidRPr="00750DD4" w:rsidRDefault="004D701F" w:rsidP="00630903">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D701F" w:rsidRPr="00750DD4" w:rsidRDefault="004D701F" w:rsidP="00630903">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4D701F" w:rsidRPr="00750DD4" w:rsidRDefault="004D701F" w:rsidP="00630903">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4D701F" w:rsidRPr="00750DD4" w:rsidRDefault="004D701F" w:rsidP="00630903">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4D701F" w:rsidRPr="00750DD4" w:rsidRDefault="004D701F" w:rsidP="00630903">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4D701F" w:rsidRPr="00750DD4" w:rsidRDefault="004D701F" w:rsidP="00630903">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4D701F" w:rsidRPr="00750DD4" w:rsidRDefault="004D701F" w:rsidP="00630903">
      <w:pPr>
        <w:pStyle w:val="Style12"/>
        <w:widowControl/>
        <w:spacing w:before="0" w:after="0" w:line="240" w:lineRule="auto"/>
        <w:ind w:firstLine="567"/>
        <w:jc w:val="both"/>
      </w:pPr>
      <w:r w:rsidRPr="00750DD4">
        <w:t>7.5.2.</w:t>
      </w:r>
      <w:r w:rsidRPr="00750DD4">
        <w:tab/>
        <w:t>Давать в письменной форме замечания Подрядчику и требовать от него устранения указанных в замечаниях недостатков.</w:t>
      </w:r>
    </w:p>
    <w:p w:rsidR="004D701F" w:rsidRPr="00750DD4" w:rsidRDefault="004D701F" w:rsidP="00630903">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4D701F" w:rsidRPr="00750DD4" w:rsidRDefault="004D701F" w:rsidP="00630903">
      <w:pPr>
        <w:pStyle w:val="Style12"/>
        <w:widowControl/>
        <w:spacing w:before="0" w:after="0" w:line="240" w:lineRule="auto"/>
        <w:ind w:firstLine="567"/>
        <w:jc w:val="both"/>
      </w:pPr>
      <w:r w:rsidRPr="00750DD4">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D701F" w:rsidRPr="00750DD4" w:rsidRDefault="004D701F" w:rsidP="00630903">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D701F" w:rsidRPr="00750DD4" w:rsidRDefault="004D701F" w:rsidP="00630903">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D701F" w:rsidRPr="00750DD4" w:rsidRDefault="004D701F" w:rsidP="00630903">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4D701F" w:rsidRPr="00750DD4" w:rsidRDefault="004D701F" w:rsidP="00630903">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D701F" w:rsidRPr="00750DD4" w:rsidRDefault="004D701F" w:rsidP="00630903">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4D701F" w:rsidRPr="00750DD4" w:rsidRDefault="004D701F" w:rsidP="00630903">
      <w:pPr>
        <w:pStyle w:val="Closing"/>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D701F" w:rsidRPr="00750DD4" w:rsidRDefault="004D701F" w:rsidP="00630903">
      <w:pPr>
        <w:pStyle w:val="Closing"/>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D701F" w:rsidRPr="00750DD4" w:rsidRDefault="004D701F" w:rsidP="004839BE">
      <w:pPr>
        <w:pStyle w:val="Style12"/>
        <w:widowControl/>
        <w:spacing w:after="0" w:line="240" w:lineRule="auto"/>
        <w:jc w:val="center"/>
        <w:rPr>
          <w:rStyle w:val="FontStyle30"/>
          <w:sz w:val="24"/>
          <w:szCs w:val="24"/>
        </w:rPr>
      </w:pPr>
      <w:r>
        <w:rPr>
          <w:rStyle w:val="FontStyle30"/>
          <w:sz w:val="24"/>
          <w:szCs w:val="24"/>
        </w:rPr>
        <w:t>С</w:t>
      </w:r>
      <w:r w:rsidRPr="00750DD4">
        <w:rPr>
          <w:rStyle w:val="FontStyle30"/>
          <w:sz w:val="24"/>
          <w:szCs w:val="24"/>
        </w:rPr>
        <w:t>татья 8.</w:t>
      </w:r>
      <w:r w:rsidRPr="00750DD4">
        <w:rPr>
          <w:rStyle w:val="FontStyle30"/>
          <w:sz w:val="24"/>
          <w:szCs w:val="24"/>
        </w:rPr>
        <w:tab/>
        <w:t>Сдача и приемка объекта в эксплуатацию</w:t>
      </w:r>
    </w:p>
    <w:p w:rsidR="004D701F" w:rsidRPr="00750DD4" w:rsidRDefault="004D701F" w:rsidP="004839BE">
      <w:pPr>
        <w:pStyle w:val="Style12"/>
        <w:widowControl/>
        <w:spacing w:before="0" w:after="0" w:line="240" w:lineRule="auto"/>
        <w:jc w:val="center"/>
        <w:rPr>
          <w:rStyle w:val="FontStyle30"/>
          <w:sz w:val="24"/>
          <w:szCs w:val="24"/>
        </w:rPr>
      </w:pPr>
    </w:p>
    <w:p w:rsidR="004D701F" w:rsidRPr="00750DD4" w:rsidRDefault="004D701F" w:rsidP="004839BE">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D701F" w:rsidRPr="00750DD4" w:rsidRDefault="004D701F" w:rsidP="004839BE">
      <w:pPr>
        <w:ind w:firstLine="567"/>
        <w:jc w:val="both"/>
      </w:pPr>
    </w:p>
    <w:p w:rsidR="004D701F" w:rsidRPr="00750DD4" w:rsidRDefault="004D701F" w:rsidP="00630903">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D701F" w:rsidRPr="00750DD4" w:rsidRDefault="004D701F" w:rsidP="00630903">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D701F" w:rsidRPr="00750DD4" w:rsidRDefault="004D701F" w:rsidP="00630903">
      <w:pPr>
        <w:pStyle w:val="Style5"/>
        <w:widowControl/>
        <w:spacing w:before="0" w:after="0" w:line="240" w:lineRule="auto"/>
        <w:ind w:firstLine="567"/>
      </w:pPr>
      <w:r w:rsidRPr="00750DD4">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4D701F" w:rsidRPr="00750DD4" w:rsidRDefault="004D701F" w:rsidP="00630903">
      <w:pPr>
        <w:pStyle w:val="Style5"/>
        <w:widowControl/>
        <w:spacing w:before="0" w:after="0" w:line="240" w:lineRule="auto"/>
        <w:ind w:firstLine="567"/>
      </w:pPr>
      <w:r w:rsidRPr="00750DD4">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4D701F" w:rsidRPr="00750DD4" w:rsidRDefault="004D701F" w:rsidP="00630903">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4D701F"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t>Гарантии качества по сданным работам</w:t>
      </w:r>
    </w:p>
    <w:p w:rsidR="004D701F" w:rsidRPr="00750DD4" w:rsidRDefault="004D701F" w:rsidP="004839BE">
      <w:pPr>
        <w:pStyle w:val="Style12"/>
        <w:widowControl/>
        <w:spacing w:after="0" w:line="240" w:lineRule="auto"/>
        <w:jc w:val="center"/>
        <w:rPr>
          <w:rStyle w:val="FontStyle30"/>
          <w:sz w:val="24"/>
          <w:szCs w:val="24"/>
        </w:rPr>
      </w:pPr>
    </w:p>
    <w:p w:rsidR="004D701F" w:rsidRPr="00750DD4" w:rsidRDefault="004D701F" w:rsidP="00630903">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4D701F" w:rsidRPr="00750DD4" w:rsidRDefault="004D701F" w:rsidP="006309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D701F" w:rsidRPr="00750DD4" w:rsidRDefault="004D701F"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Pr>
          <w:rStyle w:val="FontStyle29"/>
          <w:sz w:val="24"/>
          <w:szCs w:val="24"/>
        </w:rPr>
        <w:t>воего представителя не позднее 7</w:t>
      </w:r>
      <w:r w:rsidRPr="00750DD4">
        <w:rPr>
          <w:rStyle w:val="FontStyle29"/>
          <w:sz w:val="24"/>
          <w:szCs w:val="24"/>
        </w:rPr>
        <w:t xml:space="preserve">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D701F" w:rsidRPr="00750DD4" w:rsidRDefault="004D701F"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4D701F" w:rsidRPr="00750DD4" w:rsidRDefault="004D701F"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4D701F" w:rsidRPr="00750DD4" w:rsidRDefault="004D701F" w:rsidP="004839BE">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t>Ответственность сторон</w:t>
      </w:r>
    </w:p>
    <w:p w:rsidR="004D701F" w:rsidRPr="00750DD4" w:rsidRDefault="004D701F" w:rsidP="004839BE">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D701F" w:rsidRPr="00750DD4" w:rsidRDefault="004D701F" w:rsidP="004839BE">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4D701F" w:rsidRPr="00750DD4" w:rsidRDefault="004D701F" w:rsidP="004839BE">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D701F" w:rsidRPr="00750DD4" w:rsidRDefault="004D701F" w:rsidP="004839BE">
      <w:pPr>
        <w:ind w:firstLine="567"/>
        <w:jc w:val="both"/>
      </w:pPr>
      <w:r w:rsidRPr="00750DD4">
        <w:rPr>
          <w:rStyle w:val="FontStyle29"/>
          <w:sz w:val="24"/>
          <w:szCs w:val="24"/>
        </w:rPr>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D701F" w:rsidRPr="00750DD4" w:rsidRDefault="004D701F" w:rsidP="004839BE">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D701F" w:rsidRPr="00750DD4" w:rsidRDefault="004D701F" w:rsidP="004839BE">
      <w:pPr>
        <w:ind w:firstLine="567"/>
        <w:jc w:val="both"/>
      </w:pPr>
      <w:r w:rsidRPr="00750DD4">
        <w:t>10.6.</w:t>
      </w:r>
      <w:r w:rsidRPr="00750DD4">
        <w:tab/>
        <w:t>Указанные в настоящей статье штрафы взимаются за каждое нарушение в отдельности.</w:t>
      </w:r>
    </w:p>
    <w:p w:rsidR="004D701F" w:rsidRPr="00750DD4" w:rsidRDefault="004D701F" w:rsidP="004839BE">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D701F" w:rsidRPr="00750DD4"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t>Внесение изменений в техническую документацию</w:t>
      </w:r>
    </w:p>
    <w:p w:rsidR="004D701F" w:rsidRPr="00750DD4" w:rsidRDefault="004D701F" w:rsidP="004839BE">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D701F" w:rsidRPr="00750DD4" w:rsidRDefault="004D701F" w:rsidP="00630903">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D701F" w:rsidRPr="00750DD4" w:rsidRDefault="004D701F" w:rsidP="00630903">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4D701F" w:rsidRPr="00750DD4" w:rsidRDefault="004D701F" w:rsidP="004839BE">
      <w:pPr>
        <w:pStyle w:val="Style14"/>
        <w:widowControl/>
        <w:tabs>
          <w:tab w:val="left" w:pos="709"/>
        </w:tabs>
        <w:spacing w:after="0" w:line="240" w:lineRule="auto"/>
        <w:ind w:firstLine="567"/>
        <w:rPr>
          <w:rStyle w:val="FontStyle29"/>
          <w:sz w:val="24"/>
          <w:szCs w:val="24"/>
        </w:rPr>
      </w:pPr>
    </w:p>
    <w:p w:rsidR="004D701F" w:rsidRPr="00750DD4"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t>Обстоятельства непреодолимой силы</w:t>
      </w:r>
    </w:p>
    <w:p w:rsidR="004D701F" w:rsidRPr="00750DD4" w:rsidRDefault="004D701F" w:rsidP="004839BE">
      <w:pPr>
        <w:ind w:firstLine="567"/>
        <w:jc w:val="both"/>
        <w:rPr>
          <w:rStyle w:val="FontStyle29"/>
          <w:sz w:val="24"/>
          <w:szCs w:val="24"/>
        </w:rPr>
      </w:pPr>
    </w:p>
    <w:p w:rsidR="004D701F" w:rsidRPr="00750DD4" w:rsidRDefault="004D701F" w:rsidP="004839BE">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D701F" w:rsidRPr="00750DD4" w:rsidRDefault="004D701F" w:rsidP="004839BE">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D701F" w:rsidRPr="00750DD4" w:rsidRDefault="004D701F" w:rsidP="004839BE">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4D701F" w:rsidRPr="00750DD4"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t>Порядок расторжения договора</w:t>
      </w:r>
    </w:p>
    <w:p w:rsidR="004D701F" w:rsidRPr="00750DD4" w:rsidRDefault="004D701F" w:rsidP="004839BE">
      <w:pPr>
        <w:pStyle w:val="Style12"/>
        <w:widowControl/>
        <w:spacing w:after="0" w:line="240" w:lineRule="auto"/>
        <w:jc w:val="center"/>
        <w:rPr>
          <w:rStyle w:val="FontStyle30"/>
          <w:sz w:val="24"/>
          <w:szCs w:val="24"/>
        </w:rPr>
      </w:pPr>
    </w:p>
    <w:p w:rsidR="004D701F" w:rsidRPr="00750DD4" w:rsidRDefault="004D701F" w:rsidP="004839BE">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D701F" w:rsidRPr="00750DD4" w:rsidRDefault="004D701F" w:rsidP="004839BE">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t>13.1.</w:t>
      </w:r>
      <w:r>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D701F" w:rsidRPr="00750DD4" w:rsidRDefault="004D701F" w:rsidP="004839BE">
      <w:pPr>
        <w:tabs>
          <w:tab w:val="left" w:pos="1068"/>
        </w:tabs>
        <w:ind w:firstLine="567"/>
        <w:jc w:val="both"/>
      </w:pPr>
      <w:r w:rsidRPr="00750DD4">
        <w:t>13.1.</w:t>
      </w:r>
      <w:r>
        <w:t>2</w:t>
      </w:r>
      <w:r w:rsidRPr="00750DD4">
        <w:t>.</w:t>
      </w:r>
      <w:r w:rsidRPr="00750DD4">
        <w:tab/>
        <w:t>В случае неоднократного нарушения Подрядчиком обязательств по Договору.</w:t>
      </w:r>
    </w:p>
    <w:p w:rsidR="004D701F" w:rsidRPr="00750DD4" w:rsidRDefault="004D701F" w:rsidP="004839BE">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D701F" w:rsidRPr="00750DD4" w:rsidRDefault="004D701F" w:rsidP="004839BE">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4D701F" w:rsidRDefault="004D701F" w:rsidP="004839BE">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t>Разрешение споров</w:t>
      </w:r>
    </w:p>
    <w:p w:rsidR="004D701F" w:rsidRPr="00750DD4" w:rsidRDefault="004D701F" w:rsidP="004839BE">
      <w:pPr>
        <w:pStyle w:val="Style12"/>
        <w:widowControl/>
        <w:spacing w:after="0" w:line="240" w:lineRule="auto"/>
        <w:jc w:val="center"/>
        <w:rPr>
          <w:rStyle w:val="FontStyle30"/>
          <w:sz w:val="24"/>
          <w:szCs w:val="24"/>
        </w:rPr>
      </w:pPr>
    </w:p>
    <w:p w:rsidR="004D701F" w:rsidRPr="00750DD4" w:rsidRDefault="004D701F"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4D701F" w:rsidRPr="00750DD4" w:rsidRDefault="004D701F"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D701F" w:rsidRPr="00750DD4" w:rsidRDefault="004D701F"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D701F" w:rsidRPr="00750DD4" w:rsidRDefault="004D701F" w:rsidP="00630903">
      <w:pPr>
        <w:pStyle w:val="Style14"/>
        <w:widowControl/>
        <w:tabs>
          <w:tab w:val="left" w:pos="709"/>
        </w:tabs>
        <w:spacing w:before="0" w:after="0" w:line="240" w:lineRule="auto"/>
        <w:ind w:firstLine="0"/>
        <w:jc w:val="center"/>
        <w:rPr>
          <w:b/>
        </w:rPr>
      </w:pPr>
    </w:p>
    <w:p w:rsidR="004D701F" w:rsidRPr="00750DD4" w:rsidRDefault="004D701F" w:rsidP="004839BE">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t>Особые условия</w:t>
      </w:r>
    </w:p>
    <w:p w:rsidR="004D701F" w:rsidRPr="00013DC2" w:rsidRDefault="004D701F" w:rsidP="00B90F33">
      <w:pPr>
        <w:pStyle w:val="NormalWeb"/>
        <w:jc w:val="both"/>
        <w:rPr>
          <w:sz w:val="28"/>
          <w:szCs w:val="28"/>
        </w:rPr>
      </w:pPr>
      <w:r>
        <w:rPr>
          <w:rStyle w:val="FontStyle30"/>
          <w:sz w:val="24"/>
          <w:szCs w:val="24"/>
        </w:rPr>
        <w:t>15.1.</w:t>
      </w:r>
      <w:r w:rsidRPr="00B90F33">
        <w:rPr>
          <w:color w:val="FF0000"/>
          <w:sz w:val="28"/>
          <w:szCs w:val="28"/>
        </w:rPr>
        <w:t xml:space="preserve"> </w:t>
      </w:r>
      <w:r w:rsidRPr="00B90F33">
        <w:t xml:space="preserve">При составлении акта выполненных работ подрядчик руководствуется методическими указаниями МДС 81-35.2004 «Методика определения стоимости строительной продукции на территории Российской Федерации» (утв. </w:t>
      </w:r>
      <w:hyperlink r:id="rId7" w:history="1">
        <w:r w:rsidRPr="00B90F33">
          <w:t>постановлением Госстроя России от 05.03.2004 №15/1</w:t>
        </w:r>
      </w:hyperlink>
      <w:r w:rsidRPr="00B90F33">
        <w:t xml:space="preserve">), методическими указаниями МДС 81-33.2004 «Методические указания по определению величины накладных расходов в строительстве» (утв. постановлением Госстроя России от 12 января 2004 № 6), методическими указаниями МДС 81-25.2001   «Методические указания по определению величины сметной прибыли в строительстве» (утв. постановлением Госстроя России от 28.02.2001 № 15), а также </w:t>
      </w:r>
      <w:bookmarkStart w:id="1" w:name="searchresult0"/>
      <w:r w:rsidRPr="00B90F33">
        <w:t xml:space="preserve">инструкцией </w:t>
      </w:r>
      <w:hyperlink r:id="rId8" w:anchor="searchresult0" w:history="1">
        <w:r w:rsidRPr="00B90F33">
          <w:t>МДС</w:t>
        </w:r>
      </w:hyperlink>
      <w:bookmarkEnd w:id="1"/>
      <w:r w:rsidRPr="00B90F33">
        <w:t xml:space="preserve"> </w:t>
      </w:r>
      <w:bookmarkStart w:id="2" w:name="searchresult1"/>
      <w:r w:rsidRPr="00B90F33">
        <w:fldChar w:fldCharType="begin"/>
      </w:r>
      <w:r w:rsidRPr="00B90F33">
        <w:instrText xml:space="preserve"> HYPERLINK "siref://0.0/Pages/0/" \l "searchresult1" </w:instrText>
      </w:r>
      <w:r w:rsidRPr="00B90F33">
        <w:fldChar w:fldCharType="separate"/>
      </w:r>
      <w:r w:rsidRPr="00B90F33">
        <w:t>13-1.99 </w:t>
      </w:r>
      <w:r w:rsidRPr="00B90F33">
        <w:fldChar w:fldCharType="end"/>
      </w:r>
      <w:bookmarkEnd w:id="2"/>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1999 г. № 79) , письмами Министерства регионального развития Российской Федерации №41099-КК/08 от 07.12.2010, №3757-КК/08 от 21.02.2011, №20246-АП/08 от 28.07.2011г. Порядок применения коэффициентов к нормам затрат труда, оплате труда рабочих, нормам времени и затратам на эксплуатацию машин  при наличии условий отличных от принятых в сметно-нормативной базе регламентируется методическими указаниями МДС 81-35.2004 «Методика определения стоимости строительной продукции на территории Российской Федерации» (утв. </w:t>
      </w:r>
      <w:hyperlink r:id="rId9" w:history="1">
        <w:r w:rsidRPr="00B90F33">
          <w:t>постановлением Госстроя России от 05.03.2004 №15/1</w:t>
        </w:r>
      </w:hyperlink>
      <w:r w:rsidRPr="00B90F33">
        <w:t xml:space="preserve">), письмом Федерального агентства по строительству и жилищно-коммунальному хозяйству от 23.06.2004 г. № АП-3230/06 «О порядке применения Приложения №1 к Методике определения стоимости строительной продукции на территории Российской Федерации (МДС 81-35.2004), инструкцией </w:t>
      </w:r>
      <w:hyperlink r:id="rId10" w:anchor="searchresult0" w:history="1">
        <w:r w:rsidRPr="00B90F33">
          <w:t>МДС</w:t>
        </w:r>
      </w:hyperlink>
      <w:r w:rsidRPr="00B90F33">
        <w:t xml:space="preserve"> </w:t>
      </w:r>
      <w:hyperlink r:id="rId11" w:anchor="searchresult1" w:history="1">
        <w:r w:rsidRPr="00B90F33">
          <w:t>13-1.99 </w:t>
        </w:r>
      </w:hyperlink>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1999 г. № 79).</w:t>
      </w:r>
    </w:p>
    <w:p w:rsidR="004D701F" w:rsidRPr="00750DD4" w:rsidRDefault="004D701F" w:rsidP="004839BE">
      <w:pPr>
        <w:pStyle w:val="Header"/>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16.Прочие условия</w:t>
      </w:r>
    </w:p>
    <w:p w:rsidR="004D701F" w:rsidRPr="00750DD4" w:rsidRDefault="004D701F" w:rsidP="004839BE">
      <w:pPr>
        <w:ind w:firstLine="567"/>
        <w:jc w:val="both"/>
      </w:pPr>
    </w:p>
    <w:p w:rsidR="004D701F" w:rsidRPr="00750DD4" w:rsidRDefault="004D701F" w:rsidP="004839BE">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4D701F" w:rsidRPr="00750DD4" w:rsidRDefault="004D701F" w:rsidP="004839BE">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4D701F" w:rsidRPr="00750DD4" w:rsidRDefault="004D701F" w:rsidP="004839BE">
      <w:pPr>
        <w:ind w:firstLine="567"/>
        <w:jc w:val="both"/>
      </w:pPr>
      <w:r w:rsidRPr="00750DD4">
        <w:t>16.3.</w:t>
      </w:r>
      <w:r w:rsidRPr="00750DD4">
        <w:tab/>
        <w:t xml:space="preserve">Договор составлен в </w:t>
      </w:r>
      <w:r>
        <w:t>3</w:t>
      </w:r>
      <w:r w:rsidRPr="00750DD4">
        <w:t>-х подлинных экземплярах, имеющих равную юридическую силу, а именно: 1 экземпляр Заказчику, 1 экземпляр Подрядчику</w:t>
      </w:r>
      <w:r>
        <w:t>, 1 экземпляр Организатору торгов</w:t>
      </w:r>
      <w:r w:rsidRPr="00750DD4">
        <w:t>.</w:t>
      </w:r>
    </w:p>
    <w:p w:rsidR="004D701F" w:rsidRPr="00750DD4" w:rsidRDefault="004D701F" w:rsidP="004839BE">
      <w:pPr>
        <w:ind w:firstLine="567"/>
        <w:jc w:val="both"/>
        <w:rPr>
          <w:color w:val="FF0000"/>
        </w:rPr>
      </w:pPr>
      <w:r w:rsidRPr="00750DD4">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4D701F" w:rsidRPr="00750DD4" w:rsidRDefault="004D701F" w:rsidP="004839BE">
      <w:pPr>
        <w:pStyle w:val="Header"/>
        <w:ind w:left="425"/>
        <w:jc w:val="center"/>
        <w:rPr>
          <w:b/>
        </w:rPr>
      </w:pPr>
    </w:p>
    <w:p w:rsidR="004D701F" w:rsidRPr="00750DD4" w:rsidRDefault="004D701F" w:rsidP="004839BE">
      <w:pPr>
        <w:pStyle w:val="Header"/>
        <w:ind w:left="425"/>
        <w:jc w:val="center"/>
        <w:rPr>
          <w:rStyle w:val="FontStyle30"/>
          <w:color w:val="FF0000"/>
          <w:sz w:val="24"/>
          <w:szCs w:val="24"/>
        </w:rPr>
      </w:pPr>
      <w:r w:rsidRPr="00750DD4">
        <w:rPr>
          <w:b/>
        </w:rPr>
        <w:t>Статья</w:t>
      </w:r>
      <w:r w:rsidRPr="00750DD4">
        <w:t xml:space="preserve"> </w:t>
      </w:r>
      <w:r w:rsidRPr="00750DD4">
        <w:rPr>
          <w:rStyle w:val="FontStyle30"/>
          <w:sz w:val="24"/>
          <w:szCs w:val="24"/>
        </w:rPr>
        <w:t>17.</w:t>
      </w:r>
      <w:r w:rsidRPr="00750DD4">
        <w:rPr>
          <w:rStyle w:val="FontStyle30"/>
          <w:sz w:val="24"/>
          <w:szCs w:val="24"/>
        </w:rPr>
        <w:tab/>
        <w:t>Приложения к настоящему договору</w:t>
      </w:r>
    </w:p>
    <w:p w:rsidR="004D701F" w:rsidRPr="00750DD4" w:rsidRDefault="004D701F" w:rsidP="004839BE">
      <w:pPr>
        <w:pStyle w:val="Header"/>
        <w:ind w:firstLine="425"/>
        <w:rPr>
          <w:bCs/>
        </w:rPr>
      </w:pPr>
    </w:p>
    <w:p w:rsidR="004D701F" w:rsidRPr="00D8774F" w:rsidRDefault="004D701F" w:rsidP="004839BE">
      <w:pPr>
        <w:pStyle w:val="Header"/>
        <w:ind w:firstLine="425"/>
        <w:rPr>
          <w:bCs/>
        </w:rPr>
      </w:pPr>
      <w:r w:rsidRPr="00750DD4">
        <w:rPr>
          <w:bCs/>
        </w:rPr>
        <w:t xml:space="preserve">Приложениями к настоящему договору, составляющими его неотъемлемую часть, </w:t>
      </w:r>
      <w:r w:rsidRPr="00D8774F">
        <w:rPr>
          <w:bCs/>
        </w:rPr>
        <w:t>являются следующие документы:</w:t>
      </w:r>
    </w:p>
    <w:p w:rsidR="004D701F" w:rsidRPr="00D8774F" w:rsidRDefault="004D701F" w:rsidP="008B4964">
      <w:pPr>
        <w:pStyle w:val="Header"/>
        <w:rPr>
          <w:bCs/>
        </w:rPr>
      </w:pPr>
      <w:r w:rsidRPr="00D8774F">
        <w:rPr>
          <w:bCs/>
        </w:rPr>
        <w:t>№ 1.Техническое задание на 3-х листах;</w:t>
      </w:r>
    </w:p>
    <w:p w:rsidR="004D701F" w:rsidRPr="00D8774F" w:rsidRDefault="004D701F" w:rsidP="008B4964">
      <w:pPr>
        <w:pStyle w:val="Header"/>
        <w:rPr>
          <w:bCs/>
        </w:rPr>
      </w:pPr>
      <w:r w:rsidRPr="00D8774F">
        <w:rPr>
          <w:bCs/>
        </w:rPr>
        <w:t xml:space="preserve">№ 2. Локальный сметный расчет на </w:t>
      </w:r>
      <w:r>
        <w:rPr>
          <w:bCs/>
        </w:rPr>
        <w:t>теплоснабжение</w:t>
      </w:r>
      <w:r w:rsidRPr="00D8774F">
        <w:rPr>
          <w:bCs/>
        </w:rPr>
        <w:t xml:space="preserve"> на 8-и листах;</w:t>
      </w:r>
    </w:p>
    <w:p w:rsidR="004D701F" w:rsidRPr="00D8774F" w:rsidRDefault="004D701F" w:rsidP="008B4964">
      <w:pPr>
        <w:pStyle w:val="Header"/>
        <w:rPr>
          <w:bCs/>
        </w:rPr>
      </w:pPr>
      <w:r w:rsidRPr="00D8774F">
        <w:rPr>
          <w:bCs/>
        </w:rPr>
        <w:t>№ 3. Ведомость объемов работ</w:t>
      </w:r>
      <w:r>
        <w:rPr>
          <w:bCs/>
        </w:rPr>
        <w:t xml:space="preserve"> №1</w:t>
      </w:r>
      <w:r w:rsidRPr="00D8774F">
        <w:rPr>
          <w:bCs/>
        </w:rPr>
        <w:t xml:space="preserve"> на </w:t>
      </w:r>
      <w:r>
        <w:rPr>
          <w:bCs/>
        </w:rPr>
        <w:t>3</w:t>
      </w:r>
      <w:r w:rsidRPr="00D8774F">
        <w:rPr>
          <w:bCs/>
        </w:rPr>
        <w:t>-х листах.</w:t>
      </w:r>
    </w:p>
    <w:p w:rsidR="004D701F" w:rsidRPr="00D8774F" w:rsidRDefault="004D701F" w:rsidP="00236174">
      <w:pPr>
        <w:pStyle w:val="Header"/>
        <w:rPr>
          <w:bCs/>
        </w:rPr>
      </w:pPr>
      <w:r w:rsidRPr="00D8774F">
        <w:rPr>
          <w:bCs/>
        </w:rPr>
        <w:t xml:space="preserve">№ 4. Локальный сметный расчет на </w:t>
      </w:r>
      <w:r>
        <w:rPr>
          <w:bCs/>
        </w:rPr>
        <w:t>водоснабжение</w:t>
      </w:r>
      <w:r w:rsidRPr="00D8774F">
        <w:rPr>
          <w:bCs/>
        </w:rPr>
        <w:t xml:space="preserve"> на </w:t>
      </w:r>
      <w:r>
        <w:rPr>
          <w:bCs/>
        </w:rPr>
        <w:t>7</w:t>
      </w:r>
      <w:r w:rsidRPr="00D8774F">
        <w:rPr>
          <w:bCs/>
        </w:rPr>
        <w:t>-и листах;</w:t>
      </w:r>
    </w:p>
    <w:p w:rsidR="004D701F" w:rsidRDefault="004D701F" w:rsidP="00D8774F">
      <w:pPr>
        <w:pStyle w:val="Header"/>
        <w:rPr>
          <w:bCs/>
        </w:rPr>
      </w:pPr>
      <w:r w:rsidRPr="00D8774F">
        <w:rPr>
          <w:bCs/>
        </w:rPr>
        <w:t xml:space="preserve">№ 5. Ведомость объемов работ </w:t>
      </w:r>
      <w:r>
        <w:rPr>
          <w:bCs/>
        </w:rPr>
        <w:t xml:space="preserve">№2 </w:t>
      </w:r>
      <w:r w:rsidRPr="00D8774F">
        <w:rPr>
          <w:bCs/>
        </w:rPr>
        <w:t xml:space="preserve">на </w:t>
      </w:r>
      <w:r>
        <w:rPr>
          <w:bCs/>
        </w:rPr>
        <w:t>3-х</w:t>
      </w:r>
      <w:r w:rsidRPr="00D8774F">
        <w:rPr>
          <w:bCs/>
        </w:rPr>
        <w:t xml:space="preserve"> лист</w:t>
      </w:r>
      <w:r>
        <w:rPr>
          <w:bCs/>
        </w:rPr>
        <w:t>ах</w:t>
      </w:r>
      <w:r w:rsidRPr="00D8774F">
        <w:rPr>
          <w:bCs/>
        </w:rPr>
        <w:t>.</w:t>
      </w:r>
    </w:p>
    <w:p w:rsidR="004D701F" w:rsidRPr="00D8774F" w:rsidRDefault="004D701F" w:rsidP="00D8774F">
      <w:pPr>
        <w:pStyle w:val="Header"/>
        <w:rPr>
          <w:bCs/>
        </w:rPr>
      </w:pPr>
      <w:r w:rsidRPr="00D8774F">
        <w:rPr>
          <w:bCs/>
        </w:rPr>
        <w:t xml:space="preserve">№ </w:t>
      </w:r>
      <w:r>
        <w:rPr>
          <w:bCs/>
        </w:rPr>
        <w:t>6</w:t>
      </w:r>
      <w:r w:rsidRPr="00D8774F">
        <w:rPr>
          <w:bCs/>
        </w:rPr>
        <w:t xml:space="preserve">. Локальный сметный расчет на водоотведение на </w:t>
      </w:r>
      <w:r>
        <w:rPr>
          <w:bCs/>
        </w:rPr>
        <w:t>5</w:t>
      </w:r>
      <w:r w:rsidRPr="00D8774F">
        <w:rPr>
          <w:bCs/>
        </w:rPr>
        <w:t>-и листах;</w:t>
      </w:r>
    </w:p>
    <w:p w:rsidR="004D701F" w:rsidRPr="00040122" w:rsidRDefault="004D701F" w:rsidP="00D8774F">
      <w:pPr>
        <w:pStyle w:val="Header"/>
        <w:rPr>
          <w:bCs/>
        </w:rPr>
      </w:pPr>
      <w:r w:rsidRPr="00D8774F">
        <w:rPr>
          <w:bCs/>
        </w:rPr>
        <w:t xml:space="preserve">№ </w:t>
      </w:r>
      <w:r>
        <w:rPr>
          <w:bCs/>
        </w:rPr>
        <w:t>7</w:t>
      </w:r>
      <w:r w:rsidRPr="00D8774F">
        <w:rPr>
          <w:bCs/>
        </w:rPr>
        <w:t xml:space="preserve">. Ведомость объемов работ </w:t>
      </w:r>
      <w:r>
        <w:rPr>
          <w:bCs/>
        </w:rPr>
        <w:t xml:space="preserve">№3 </w:t>
      </w:r>
      <w:r w:rsidRPr="00D8774F">
        <w:rPr>
          <w:bCs/>
        </w:rPr>
        <w:t xml:space="preserve">на </w:t>
      </w:r>
      <w:r>
        <w:rPr>
          <w:bCs/>
        </w:rPr>
        <w:t>2</w:t>
      </w:r>
      <w:r w:rsidRPr="00D8774F">
        <w:rPr>
          <w:bCs/>
        </w:rPr>
        <w:t>-</w:t>
      </w:r>
      <w:r>
        <w:rPr>
          <w:bCs/>
        </w:rPr>
        <w:t>х</w:t>
      </w:r>
      <w:r w:rsidRPr="00D8774F">
        <w:rPr>
          <w:bCs/>
        </w:rPr>
        <w:t xml:space="preserve"> лист</w:t>
      </w:r>
      <w:r>
        <w:rPr>
          <w:bCs/>
        </w:rPr>
        <w:t>ах</w:t>
      </w:r>
      <w:r w:rsidRPr="00D8774F">
        <w:rPr>
          <w:bCs/>
        </w:rPr>
        <w:t>.</w:t>
      </w:r>
    </w:p>
    <w:p w:rsidR="004D701F" w:rsidRDefault="004D701F" w:rsidP="004839BE">
      <w:pPr>
        <w:pStyle w:val="BodyText"/>
        <w:jc w:val="center"/>
        <w:rPr>
          <w:b/>
          <w:bCs/>
        </w:rPr>
      </w:pPr>
    </w:p>
    <w:p w:rsidR="004D701F" w:rsidRPr="00750DD4" w:rsidRDefault="004D701F" w:rsidP="004839BE">
      <w:pPr>
        <w:pStyle w:val="BodyText"/>
        <w:jc w:val="center"/>
        <w:rPr>
          <w:b/>
          <w:bCs/>
        </w:rPr>
      </w:pPr>
    </w:p>
    <w:p w:rsidR="004D701F" w:rsidRPr="00750DD4" w:rsidRDefault="004D701F" w:rsidP="004839BE">
      <w:pPr>
        <w:pStyle w:val="BodyText"/>
        <w:jc w:val="center"/>
        <w:rPr>
          <w:b/>
          <w:bCs/>
        </w:rPr>
      </w:pPr>
      <w:r w:rsidRPr="00750DD4">
        <w:rPr>
          <w:b/>
          <w:bCs/>
        </w:rPr>
        <w:t>Статья18.</w:t>
      </w:r>
      <w:r w:rsidRPr="00750DD4">
        <w:rPr>
          <w:b/>
          <w:bCs/>
        </w:rPr>
        <w:tab/>
        <w:t xml:space="preserve"> Местонахождение </w:t>
      </w:r>
      <w:r>
        <w:rPr>
          <w:b/>
          <w:bCs/>
        </w:rPr>
        <w:t>и</w:t>
      </w:r>
      <w:r w:rsidRPr="00750DD4">
        <w:rPr>
          <w:b/>
          <w:bCs/>
        </w:rPr>
        <w:t xml:space="preserve"> реквизиты сторон</w:t>
      </w:r>
    </w:p>
    <w:p w:rsidR="004D701F" w:rsidRPr="00750DD4" w:rsidRDefault="004D701F" w:rsidP="004839BE">
      <w:pPr>
        <w:ind w:firstLine="426"/>
        <w:jc w:val="both"/>
        <w:rPr>
          <w:b/>
        </w:rPr>
      </w:pPr>
    </w:p>
    <w:p w:rsidR="004D701F" w:rsidRPr="00750DD4" w:rsidRDefault="004D701F" w:rsidP="004839BE">
      <w:pPr>
        <w:ind w:firstLine="426"/>
        <w:jc w:val="both"/>
        <w:rPr>
          <w:b/>
        </w:rPr>
      </w:pPr>
      <w:r w:rsidRPr="00750DD4">
        <w:rPr>
          <w:b/>
        </w:rPr>
        <w:t>18.1.</w:t>
      </w:r>
      <w:r w:rsidRPr="00750DD4">
        <w:rPr>
          <w:b/>
        </w:rPr>
        <w:tab/>
      </w:r>
      <w:r w:rsidRPr="00750DD4">
        <w:rPr>
          <w:b/>
          <w:bCs/>
          <w:iCs/>
        </w:rPr>
        <w:t>Заказчик</w:t>
      </w:r>
      <w:r w:rsidRPr="00750DD4">
        <w:rPr>
          <w:b/>
        </w:rPr>
        <w:t xml:space="preserve">: </w:t>
      </w:r>
    </w:p>
    <w:p w:rsidR="004D701F" w:rsidRPr="00040122" w:rsidRDefault="004D701F" w:rsidP="008B4964">
      <w:r w:rsidRPr="00040122">
        <w:t>Местонахождение: г.Краснодар, ул.</w:t>
      </w:r>
      <w:r>
        <w:t>Котовского, 84</w:t>
      </w:r>
      <w:r w:rsidRPr="00040122">
        <w:t xml:space="preserve">. </w:t>
      </w:r>
    </w:p>
    <w:p w:rsidR="004D701F" w:rsidRDefault="004D701F" w:rsidP="008B4964">
      <w:pPr>
        <w:pBdr>
          <w:bottom w:val="single" w:sz="12" w:space="7" w:color="auto"/>
        </w:pBdr>
      </w:pPr>
      <w:r w:rsidRPr="00040122">
        <w:t>Реквизиты: ИНН 2</w:t>
      </w:r>
      <w:r>
        <w:t>308157600, ОГРН 1092308004007</w:t>
      </w:r>
      <w:r w:rsidRPr="00040122">
        <w:t xml:space="preserve">, р/сч </w:t>
      </w:r>
      <w:r>
        <w:t>40703810730000030132</w:t>
      </w:r>
    </w:p>
    <w:p w:rsidR="004D701F" w:rsidRDefault="004D701F" w:rsidP="008B4964">
      <w:pPr>
        <w:pBdr>
          <w:bottom w:val="single" w:sz="12" w:space="7" w:color="auto"/>
        </w:pBdr>
      </w:pPr>
    </w:p>
    <w:p w:rsidR="004D701F" w:rsidRPr="00750DD4" w:rsidRDefault="004D701F" w:rsidP="004839BE">
      <w:pPr>
        <w:rPr>
          <w:b/>
        </w:rPr>
      </w:pPr>
    </w:p>
    <w:p w:rsidR="004D701F" w:rsidRPr="00750DD4" w:rsidRDefault="004D701F" w:rsidP="004839BE">
      <w:pPr>
        <w:ind w:firstLine="426"/>
        <w:rPr>
          <w:b/>
        </w:rPr>
      </w:pPr>
      <w:r w:rsidRPr="00750DD4">
        <w:rPr>
          <w:b/>
        </w:rPr>
        <w:t>18.2.</w:t>
      </w:r>
      <w:r w:rsidRPr="00750DD4">
        <w:rPr>
          <w:b/>
        </w:rPr>
        <w:tab/>
        <w:t>Подрядчик:_______________________________________________________</w:t>
      </w:r>
    </w:p>
    <w:p w:rsidR="004D701F" w:rsidRPr="00750DD4" w:rsidRDefault="004D701F" w:rsidP="004839BE">
      <w:r w:rsidRPr="00750DD4">
        <w:t>Местонахождение:_____________________________________________________________</w:t>
      </w:r>
    </w:p>
    <w:p w:rsidR="004D701F" w:rsidRPr="00750DD4" w:rsidRDefault="004D701F" w:rsidP="004839BE">
      <w:r w:rsidRPr="00750DD4">
        <w:t>Реквизиты:____________________________________________________________________</w:t>
      </w:r>
    </w:p>
    <w:p w:rsidR="004D701F" w:rsidRDefault="004D701F" w:rsidP="004839BE">
      <w:pPr>
        <w:ind w:firstLine="567"/>
        <w:jc w:val="center"/>
        <w:rPr>
          <w:b/>
        </w:rPr>
      </w:pPr>
    </w:p>
    <w:p w:rsidR="004D701F" w:rsidRDefault="004D701F" w:rsidP="004839BE">
      <w:pPr>
        <w:ind w:firstLine="567"/>
        <w:jc w:val="center"/>
        <w:rPr>
          <w:b/>
        </w:rPr>
      </w:pPr>
    </w:p>
    <w:p w:rsidR="004D701F" w:rsidRDefault="004D701F" w:rsidP="004839BE">
      <w:pPr>
        <w:ind w:firstLine="567"/>
        <w:jc w:val="center"/>
        <w:rPr>
          <w:b/>
        </w:rPr>
      </w:pPr>
    </w:p>
    <w:p w:rsidR="004D701F" w:rsidRDefault="004D701F" w:rsidP="004839BE">
      <w:pPr>
        <w:ind w:firstLine="567"/>
        <w:jc w:val="center"/>
        <w:rPr>
          <w:b/>
        </w:rPr>
      </w:pPr>
    </w:p>
    <w:p w:rsidR="004D701F" w:rsidRPr="00750DD4" w:rsidRDefault="004D701F" w:rsidP="004839BE">
      <w:pPr>
        <w:ind w:firstLine="567"/>
        <w:jc w:val="center"/>
        <w:rPr>
          <w:b/>
        </w:rPr>
      </w:pPr>
      <w:r w:rsidRPr="00750DD4">
        <w:rPr>
          <w:b/>
        </w:rPr>
        <w:t>Подписи сторон</w:t>
      </w:r>
    </w:p>
    <w:p w:rsidR="004D701F" w:rsidRPr="00750DD4" w:rsidRDefault="004D701F" w:rsidP="004839BE">
      <w:pPr>
        <w:jc w:val="both"/>
        <w:rPr>
          <w:b/>
        </w:rPr>
      </w:pPr>
    </w:p>
    <w:p w:rsidR="004D701F" w:rsidRDefault="004D701F" w:rsidP="004839BE">
      <w:pPr>
        <w:jc w:val="both"/>
        <w:rPr>
          <w:b/>
        </w:rPr>
      </w:pPr>
      <w:r w:rsidRPr="00750DD4">
        <w:rPr>
          <w:b/>
        </w:rPr>
        <w:t xml:space="preserve">Заказчик </w:t>
      </w:r>
      <w:r w:rsidRPr="00750DD4">
        <w:rPr>
          <w:b/>
        </w:rPr>
        <w:tab/>
      </w:r>
      <w:r>
        <w:rPr>
          <w:b/>
        </w:rPr>
        <w:tab/>
      </w:r>
      <w:r>
        <w:rPr>
          <w:b/>
        </w:rPr>
        <w:tab/>
      </w:r>
      <w:r>
        <w:rPr>
          <w:b/>
        </w:rPr>
        <w:tab/>
      </w:r>
      <w:r>
        <w:rPr>
          <w:b/>
        </w:rPr>
        <w:tab/>
      </w:r>
      <w:r>
        <w:rPr>
          <w:b/>
        </w:rPr>
        <w:tab/>
      </w:r>
      <w:r>
        <w:rPr>
          <w:b/>
        </w:rPr>
        <w:tab/>
      </w:r>
      <w:r>
        <w:rPr>
          <w:b/>
        </w:rPr>
        <w:tab/>
      </w:r>
      <w:r w:rsidRPr="00750DD4">
        <w:rPr>
          <w:b/>
        </w:rPr>
        <w:t>Подрядчик</w:t>
      </w:r>
    </w:p>
    <w:p w:rsidR="004D701F" w:rsidRPr="00040122" w:rsidRDefault="004D701F" w:rsidP="008B4964">
      <w:pPr>
        <w:jc w:val="both"/>
        <w:rPr>
          <w:b/>
        </w:rPr>
      </w:pPr>
      <w:r w:rsidRPr="00040122">
        <w:rPr>
          <w:b/>
        </w:rPr>
        <w:t>Председатель ТСЖ «</w:t>
      </w:r>
      <w:r>
        <w:rPr>
          <w:b/>
        </w:rPr>
        <w:t>Котовского 84</w:t>
      </w:r>
      <w:r w:rsidRPr="00040122">
        <w:rPr>
          <w:b/>
        </w:rPr>
        <w:t>»</w:t>
      </w:r>
      <w:r w:rsidRPr="00040122">
        <w:rPr>
          <w:b/>
        </w:rPr>
        <w:tab/>
      </w:r>
      <w:r w:rsidRPr="00040122">
        <w:rPr>
          <w:b/>
        </w:rPr>
        <w:tab/>
      </w:r>
      <w:r w:rsidRPr="00040122">
        <w:rPr>
          <w:b/>
        </w:rPr>
        <w:tab/>
      </w:r>
      <w:r w:rsidRPr="00040122">
        <w:rPr>
          <w:b/>
        </w:rPr>
        <w:tab/>
      </w:r>
      <w:r w:rsidRPr="00040122">
        <w:rPr>
          <w:b/>
        </w:rPr>
        <w:tab/>
      </w:r>
      <w:r w:rsidRPr="00040122">
        <w:rPr>
          <w:b/>
        </w:rPr>
        <w:tab/>
      </w:r>
      <w:r w:rsidRPr="00040122">
        <w:rPr>
          <w:b/>
        </w:rPr>
        <w:tab/>
      </w:r>
      <w:r w:rsidRPr="00040122">
        <w:rPr>
          <w:b/>
        </w:rPr>
        <w:tab/>
      </w:r>
    </w:p>
    <w:p w:rsidR="004D701F" w:rsidRPr="00040122" w:rsidRDefault="004D701F" w:rsidP="008B4964">
      <w:pPr>
        <w:jc w:val="both"/>
      </w:pPr>
    </w:p>
    <w:p w:rsidR="004D701F" w:rsidRDefault="004D701F" w:rsidP="008B4964">
      <w:pPr>
        <w:jc w:val="both"/>
      </w:pPr>
      <w:r w:rsidRPr="00040122">
        <w:t>_______________</w:t>
      </w:r>
      <w:r>
        <w:t>Е.И.Андреева</w:t>
      </w:r>
      <w:r>
        <w:tab/>
      </w:r>
      <w:r>
        <w:tab/>
      </w:r>
      <w:r>
        <w:tab/>
      </w:r>
      <w:r>
        <w:tab/>
      </w:r>
      <w:r>
        <w:tab/>
        <w:t>________________________</w:t>
      </w:r>
    </w:p>
    <w:p w:rsidR="004D701F" w:rsidRPr="00750DD4" w:rsidRDefault="004D701F" w:rsidP="008B4964">
      <w:pPr>
        <w:jc w:val="both"/>
      </w:pPr>
      <w:r w:rsidRPr="00750DD4">
        <w:t xml:space="preserve"> «_____»____________ 20____г.</w:t>
      </w:r>
      <w:r w:rsidRPr="00750DD4">
        <w:tab/>
      </w:r>
      <w:r w:rsidRPr="00750DD4">
        <w:tab/>
      </w:r>
      <w:r w:rsidRPr="00750DD4">
        <w:tab/>
      </w:r>
      <w:r w:rsidRPr="00750DD4">
        <w:tab/>
      </w:r>
      <w:r w:rsidRPr="00750DD4">
        <w:tab/>
        <w:t>«_____»___________ 20__ г.</w:t>
      </w:r>
    </w:p>
    <w:p w:rsidR="004D701F" w:rsidRPr="00750DD4" w:rsidRDefault="004D701F" w:rsidP="004839BE">
      <w:pPr>
        <w:jc w:val="both"/>
      </w:pPr>
    </w:p>
    <w:p w:rsidR="004D701F" w:rsidRPr="00750DD4" w:rsidRDefault="004D701F" w:rsidP="004839BE">
      <w:pPr>
        <w:jc w:val="both"/>
      </w:pPr>
      <w:r>
        <w:t>М.П.</w:t>
      </w:r>
      <w:r>
        <w:tab/>
      </w:r>
      <w:r>
        <w:tab/>
      </w:r>
      <w:r>
        <w:tab/>
      </w:r>
      <w:r>
        <w:tab/>
      </w:r>
      <w:r>
        <w:tab/>
      </w:r>
      <w:r>
        <w:tab/>
      </w:r>
      <w:r>
        <w:tab/>
      </w:r>
      <w:r>
        <w:tab/>
      </w:r>
      <w:r>
        <w:tab/>
      </w:r>
      <w:r w:rsidRPr="00750DD4">
        <w:t>М.П.</w:t>
      </w:r>
    </w:p>
    <w:p w:rsidR="004D701F" w:rsidRDefault="004D701F" w:rsidP="00630903"/>
    <w:p w:rsidR="004D701F" w:rsidRDefault="004D701F" w:rsidP="00630903"/>
    <w:sectPr w:rsidR="004D701F" w:rsidSect="00030FD3">
      <w:headerReference w:type="even" r:id="rId12"/>
      <w:headerReference w:type="default" r:id="rId13"/>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01F" w:rsidRDefault="004D701F">
      <w:r>
        <w:separator/>
      </w:r>
    </w:p>
  </w:endnote>
  <w:endnote w:type="continuationSeparator" w:id="1">
    <w:p w:rsidR="004D701F" w:rsidRDefault="004D70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01F" w:rsidRDefault="004D701F">
      <w:r>
        <w:separator/>
      </w:r>
    </w:p>
  </w:footnote>
  <w:footnote w:type="continuationSeparator" w:id="1">
    <w:p w:rsidR="004D701F" w:rsidRDefault="004D70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01F" w:rsidRDefault="004D701F" w:rsidP="00E53A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701F" w:rsidRDefault="004D70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01F" w:rsidRDefault="004D701F" w:rsidP="00E53A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4D701F" w:rsidRDefault="004D70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cs="Times New Roman" w:hint="default"/>
        <w:color w:val="000000"/>
      </w:rPr>
    </w:lvl>
    <w:lvl w:ilvl="1">
      <w:start w:val="3"/>
      <w:numFmt w:val="decimal"/>
      <w:lvlText w:val="%1.%2."/>
      <w:lvlJc w:val="left"/>
      <w:pPr>
        <w:ind w:left="1545" w:hanging="1005"/>
      </w:pPr>
      <w:rPr>
        <w:rFonts w:cs="Times New Roman" w:hint="default"/>
        <w:color w:val="000000"/>
      </w:rPr>
    </w:lvl>
    <w:lvl w:ilvl="2">
      <w:start w:val="1"/>
      <w:numFmt w:val="decimal"/>
      <w:lvlText w:val="%1.%2.%3."/>
      <w:lvlJc w:val="left"/>
      <w:pPr>
        <w:ind w:left="2085" w:hanging="1005"/>
      </w:pPr>
      <w:rPr>
        <w:rFonts w:cs="Times New Roman" w:hint="default"/>
        <w:color w:val="000000"/>
      </w:rPr>
    </w:lvl>
    <w:lvl w:ilvl="3">
      <w:start w:val="1"/>
      <w:numFmt w:val="decimal"/>
      <w:lvlText w:val="%1.%2.%3.%4."/>
      <w:lvlJc w:val="left"/>
      <w:pPr>
        <w:ind w:left="2625" w:hanging="1005"/>
      </w:pPr>
      <w:rPr>
        <w:rFonts w:cs="Times New Roman" w:hint="default"/>
        <w:color w:val="000000"/>
      </w:rPr>
    </w:lvl>
    <w:lvl w:ilvl="4">
      <w:start w:val="1"/>
      <w:numFmt w:val="decimal"/>
      <w:lvlText w:val="%1.%2.%3.%4.%5."/>
      <w:lvlJc w:val="left"/>
      <w:pPr>
        <w:ind w:left="3240" w:hanging="1080"/>
      </w:pPr>
      <w:rPr>
        <w:rFonts w:cs="Times New Roman" w:hint="default"/>
        <w:color w:val="000000"/>
      </w:rPr>
    </w:lvl>
    <w:lvl w:ilvl="5">
      <w:start w:val="1"/>
      <w:numFmt w:val="decimal"/>
      <w:lvlText w:val="%1.%2.%3.%4.%5.%6."/>
      <w:lvlJc w:val="left"/>
      <w:pPr>
        <w:ind w:left="3780" w:hanging="1080"/>
      </w:pPr>
      <w:rPr>
        <w:rFonts w:cs="Times New Roman" w:hint="default"/>
        <w:color w:val="000000"/>
      </w:rPr>
    </w:lvl>
    <w:lvl w:ilvl="6">
      <w:start w:val="1"/>
      <w:numFmt w:val="decimal"/>
      <w:lvlText w:val="%1.%2.%3.%4.%5.%6.%7."/>
      <w:lvlJc w:val="left"/>
      <w:pPr>
        <w:ind w:left="4680" w:hanging="1440"/>
      </w:pPr>
      <w:rPr>
        <w:rFonts w:cs="Times New Roman" w:hint="default"/>
        <w:color w:val="000000"/>
      </w:rPr>
    </w:lvl>
    <w:lvl w:ilvl="7">
      <w:start w:val="1"/>
      <w:numFmt w:val="decimal"/>
      <w:lvlText w:val="%1.%2.%3.%4.%5.%6.%7.%8."/>
      <w:lvlJc w:val="left"/>
      <w:pPr>
        <w:ind w:left="5220" w:hanging="1440"/>
      </w:pPr>
      <w:rPr>
        <w:rFonts w:cs="Times New Roman" w:hint="default"/>
        <w:color w:val="000000"/>
      </w:rPr>
    </w:lvl>
    <w:lvl w:ilvl="8">
      <w:start w:val="1"/>
      <w:numFmt w:val="decimal"/>
      <w:lvlText w:val="%1.%2.%3.%4.%5.%6.%7.%8.%9."/>
      <w:lvlJc w:val="left"/>
      <w:pPr>
        <w:ind w:left="6120" w:hanging="1800"/>
      </w:pPr>
      <w:rPr>
        <w:rFonts w:cs="Times New Roman"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cs="Times New Roman" w:hint="default"/>
      </w:rPr>
    </w:lvl>
    <w:lvl w:ilvl="1">
      <w:start w:val="1"/>
      <w:numFmt w:val="decimal"/>
      <w:lvlText w:val="%1.%2"/>
      <w:lvlJc w:val="left"/>
      <w:pPr>
        <w:ind w:left="1932" w:hanging="1365"/>
      </w:pPr>
      <w:rPr>
        <w:rFonts w:cs="Times New Roman" w:hint="default"/>
      </w:rPr>
    </w:lvl>
    <w:lvl w:ilvl="2">
      <w:start w:val="1"/>
      <w:numFmt w:val="decimal"/>
      <w:lvlText w:val="%1.%2.%3"/>
      <w:lvlJc w:val="left"/>
      <w:pPr>
        <w:ind w:left="2499" w:hanging="1365"/>
      </w:pPr>
      <w:rPr>
        <w:rFonts w:cs="Times New Roman" w:hint="default"/>
      </w:rPr>
    </w:lvl>
    <w:lvl w:ilvl="3">
      <w:start w:val="1"/>
      <w:numFmt w:val="decimal"/>
      <w:lvlText w:val="%1.%2.%3.%4"/>
      <w:lvlJc w:val="left"/>
      <w:pPr>
        <w:ind w:left="3066" w:hanging="1365"/>
      </w:pPr>
      <w:rPr>
        <w:rFonts w:cs="Times New Roman" w:hint="default"/>
      </w:rPr>
    </w:lvl>
    <w:lvl w:ilvl="4">
      <w:start w:val="1"/>
      <w:numFmt w:val="decimal"/>
      <w:lvlText w:val="%1.%2.%3.%4.%5"/>
      <w:lvlJc w:val="left"/>
      <w:pPr>
        <w:ind w:left="3633" w:hanging="1365"/>
      </w:pPr>
      <w:rPr>
        <w:rFonts w:cs="Times New Roman" w:hint="default"/>
      </w:rPr>
    </w:lvl>
    <w:lvl w:ilvl="5">
      <w:start w:val="1"/>
      <w:numFmt w:val="decimal"/>
      <w:lvlText w:val="%1.%2.%3.%4.%5.%6"/>
      <w:lvlJc w:val="left"/>
      <w:pPr>
        <w:ind w:left="4200" w:hanging="1365"/>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39BE"/>
    <w:rsid w:val="00013DC2"/>
    <w:rsid w:val="00030FD3"/>
    <w:rsid w:val="00040122"/>
    <w:rsid w:val="0007024D"/>
    <w:rsid w:val="00083CC9"/>
    <w:rsid w:val="000C2651"/>
    <w:rsid w:val="0017629B"/>
    <w:rsid w:val="00181891"/>
    <w:rsid w:val="002320EB"/>
    <w:rsid w:val="00236174"/>
    <w:rsid w:val="00297861"/>
    <w:rsid w:val="002C0800"/>
    <w:rsid w:val="002E6109"/>
    <w:rsid w:val="00362FE0"/>
    <w:rsid w:val="003B7D29"/>
    <w:rsid w:val="004839BE"/>
    <w:rsid w:val="004D701F"/>
    <w:rsid w:val="00503EF3"/>
    <w:rsid w:val="005E43DD"/>
    <w:rsid w:val="00630903"/>
    <w:rsid w:val="00670F7F"/>
    <w:rsid w:val="006A0E99"/>
    <w:rsid w:val="006A7495"/>
    <w:rsid w:val="007215FF"/>
    <w:rsid w:val="007301E4"/>
    <w:rsid w:val="00750DD4"/>
    <w:rsid w:val="00754AB7"/>
    <w:rsid w:val="00757834"/>
    <w:rsid w:val="00783CB3"/>
    <w:rsid w:val="00837C17"/>
    <w:rsid w:val="008746F2"/>
    <w:rsid w:val="008B4964"/>
    <w:rsid w:val="008F46F0"/>
    <w:rsid w:val="009354E8"/>
    <w:rsid w:val="009C7DF1"/>
    <w:rsid w:val="00AB727E"/>
    <w:rsid w:val="00AE58D3"/>
    <w:rsid w:val="00AF5041"/>
    <w:rsid w:val="00B90F33"/>
    <w:rsid w:val="00C372C5"/>
    <w:rsid w:val="00C635D8"/>
    <w:rsid w:val="00C92167"/>
    <w:rsid w:val="00CF2533"/>
    <w:rsid w:val="00D2452E"/>
    <w:rsid w:val="00D726D1"/>
    <w:rsid w:val="00D8774F"/>
    <w:rsid w:val="00DB1851"/>
    <w:rsid w:val="00DB4531"/>
    <w:rsid w:val="00E07D3E"/>
    <w:rsid w:val="00E53AF6"/>
    <w:rsid w:val="00F0288F"/>
    <w:rsid w:val="00F41FF7"/>
    <w:rsid w:val="00F61D94"/>
    <w:rsid w:val="00F66CA5"/>
    <w:rsid w:val="00F7345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9B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9BE"/>
    <w:pPr>
      <w:tabs>
        <w:tab w:val="center" w:pos="4677"/>
        <w:tab w:val="right" w:pos="9355"/>
      </w:tabs>
    </w:pPr>
  </w:style>
  <w:style w:type="character" w:customStyle="1" w:styleId="HeaderChar">
    <w:name w:val="Header Char"/>
    <w:basedOn w:val="DefaultParagraphFont"/>
    <w:link w:val="Header"/>
    <w:uiPriority w:val="99"/>
    <w:locked/>
    <w:rsid w:val="004839BE"/>
    <w:rPr>
      <w:rFonts w:cs="Times New Roman"/>
      <w:sz w:val="24"/>
      <w:szCs w:val="24"/>
      <w:lang w:val="ru-RU" w:eastAsia="ru-RU" w:bidi="ar-SA"/>
    </w:rPr>
  </w:style>
  <w:style w:type="paragraph" w:styleId="BodyText">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Normal"/>
    <w:link w:val="BodyTextChar"/>
    <w:uiPriority w:val="99"/>
    <w:rsid w:val="004839BE"/>
    <w:pPr>
      <w:jc w:val="both"/>
    </w:pPr>
  </w:style>
  <w:style w:type="character" w:customStyle="1" w:styleId="BodyTextChar">
    <w:name w:val="Body Text Char"/>
    <w:aliases w:val="Знак2 Char,Основной текст Знак Знак Знак Char,Основной текст Знак1 Знак Знак Знак Char,Основной текст Знак Знак Знак Знак Знак Char,Знак Знак Знак Знак Знак Знак Char,Знак Знак1 Знак Знак Знак Char,Основной текст Знак2 Знак Знак Char"/>
    <w:basedOn w:val="DefaultParagraphFont"/>
    <w:link w:val="BodyText"/>
    <w:uiPriority w:val="99"/>
    <w:locked/>
    <w:rsid w:val="004839BE"/>
    <w:rPr>
      <w:rFonts w:cs="Times New Roman"/>
      <w:sz w:val="24"/>
      <w:szCs w:val="24"/>
      <w:lang w:val="ru-RU" w:eastAsia="ru-RU" w:bidi="ar-SA"/>
    </w:rPr>
  </w:style>
  <w:style w:type="paragraph" w:customStyle="1" w:styleId="ConsPlusNormal">
    <w:name w:val="ConsPlusNormal"/>
    <w:uiPriority w:val="99"/>
    <w:rsid w:val="004839BE"/>
    <w:pPr>
      <w:widowControl w:val="0"/>
      <w:autoSpaceDE w:val="0"/>
      <w:autoSpaceDN w:val="0"/>
      <w:adjustRightInd w:val="0"/>
      <w:ind w:firstLine="720"/>
    </w:pPr>
    <w:rPr>
      <w:rFonts w:ascii="Arial" w:hAnsi="Arial" w:cs="Arial"/>
      <w:sz w:val="20"/>
      <w:szCs w:val="20"/>
    </w:rPr>
  </w:style>
  <w:style w:type="paragraph" w:customStyle="1" w:styleId="Char">
    <w:name w:val="Char Знак Знак"/>
    <w:basedOn w:val="Normal"/>
    <w:uiPriority w:val="99"/>
    <w:rsid w:val="004839BE"/>
    <w:pPr>
      <w:widowControl w:val="0"/>
      <w:adjustRightInd w:val="0"/>
      <w:spacing w:after="160" w:line="240" w:lineRule="exact"/>
      <w:jc w:val="right"/>
    </w:pPr>
    <w:rPr>
      <w:rFonts w:ascii="Arial" w:hAnsi="Arial" w:cs="Arial"/>
      <w:sz w:val="20"/>
      <w:szCs w:val="20"/>
      <w:lang w:val="en-GB" w:eastAsia="en-US"/>
    </w:rPr>
  </w:style>
  <w:style w:type="paragraph" w:styleId="BodyTextIndent">
    <w:name w:val="Body Text Indent"/>
    <w:basedOn w:val="Normal"/>
    <w:link w:val="BodyTextIndentChar"/>
    <w:uiPriority w:val="99"/>
    <w:rsid w:val="004839BE"/>
    <w:pPr>
      <w:widowControl w:val="0"/>
      <w:autoSpaceDE w:val="0"/>
      <w:autoSpaceDN w:val="0"/>
      <w:adjustRightInd w:val="0"/>
      <w:spacing w:after="120"/>
      <w:ind w:left="283"/>
    </w:pPr>
    <w:rPr>
      <w:rFonts w:ascii="Arial" w:hAnsi="Arial" w:cs="Arial"/>
      <w:sz w:val="18"/>
      <w:szCs w:val="18"/>
    </w:rPr>
  </w:style>
  <w:style w:type="character" w:customStyle="1" w:styleId="BodyTextIndentChar">
    <w:name w:val="Body Text Indent Char"/>
    <w:basedOn w:val="DefaultParagraphFont"/>
    <w:link w:val="BodyTextIndent"/>
    <w:uiPriority w:val="99"/>
    <w:locked/>
    <w:rsid w:val="004839BE"/>
    <w:rPr>
      <w:rFonts w:ascii="Arial" w:hAnsi="Arial" w:cs="Arial"/>
      <w:sz w:val="18"/>
      <w:szCs w:val="18"/>
      <w:lang w:val="ru-RU" w:eastAsia="ru-RU" w:bidi="ar-SA"/>
    </w:rPr>
  </w:style>
  <w:style w:type="paragraph" w:styleId="ListParagraph">
    <w:name w:val="List Paragraph"/>
    <w:basedOn w:val="Normal"/>
    <w:uiPriority w:val="99"/>
    <w:qFormat/>
    <w:rsid w:val="004839BE"/>
    <w:pPr>
      <w:spacing w:line="360" w:lineRule="auto"/>
      <w:ind w:left="720"/>
      <w:contextualSpacing/>
      <w:jc w:val="both"/>
    </w:pPr>
    <w:rPr>
      <w:sz w:val="28"/>
      <w:szCs w:val="22"/>
      <w:lang w:eastAsia="en-US"/>
    </w:rPr>
  </w:style>
  <w:style w:type="paragraph" w:customStyle="1" w:styleId="Style5">
    <w:name w:val="Style5"/>
    <w:basedOn w:val="Normal"/>
    <w:uiPriority w:val="99"/>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Normal"/>
    <w:uiPriority w:val="99"/>
    <w:rsid w:val="004839BE"/>
    <w:pPr>
      <w:widowControl w:val="0"/>
      <w:autoSpaceDE w:val="0"/>
      <w:autoSpaceDN w:val="0"/>
      <w:adjustRightInd w:val="0"/>
      <w:spacing w:before="240" w:after="60" w:line="360" w:lineRule="auto"/>
    </w:pPr>
  </w:style>
  <w:style w:type="paragraph" w:customStyle="1" w:styleId="Style14">
    <w:name w:val="Style14"/>
    <w:basedOn w:val="Normal"/>
    <w:uiPriority w:val="99"/>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Normal"/>
    <w:uiPriority w:val="99"/>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DefaultParagraphFont"/>
    <w:uiPriority w:val="99"/>
    <w:rsid w:val="004839B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4839BE"/>
    <w:rPr>
      <w:rFonts w:ascii="Times New Roman" w:hAnsi="Times New Roman" w:cs="Times New Roman"/>
      <w:color w:val="000000"/>
      <w:sz w:val="22"/>
      <w:szCs w:val="22"/>
    </w:rPr>
  </w:style>
  <w:style w:type="character" w:customStyle="1" w:styleId="FontStyle30">
    <w:name w:val="Font Style30"/>
    <w:basedOn w:val="DefaultParagraphFont"/>
    <w:uiPriority w:val="99"/>
    <w:rsid w:val="004839B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Normal"/>
    <w:uiPriority w:val="99"/>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Normal"/>
    <w:uiPriority w:val="99"/>
    <w:rsid w:val="004839BE"/>
    <w:pPr>
      <w:spacing w:before="100" w:beforeAutospacing="1" w:after="100" w:afterAutospacing="1"/>
    </w:pPr>
  </w:style>
  <w:style w:type="paragraph" w:styleId="Closing">
    <w:name w:val="Closing"/>
    <w:basedOn w:val="Normal"/>
    <w:link w:val="ClosingChar"/>
    <w:uiPriority w:val="99"/>
    <w:rsid w:val="004839BE"/>
    <w:pPr>
      <w:spacing w:line="220" w:lineRule="atLeast"/>
      <w:ind w:left="835"/>
    </w:pPr>
    <w:rPr>
      <w:sz w:val="20"/>
      <w:szCs w:val="20"/>
      <w:lang w:eastAsia="en-US"/>
    </w:rPr>
  </w:style>
  <w:style w:type="character" w:customStyle="1" w:styleId="ClosingChar">
    <w:name w:val="Closing Char"/>
    <w:basedOn w:val="DefaultParagraphFont"/>
    <w:link w:val="Closing"/>
    <w:uiPriority w:val="99"/>
    <w:locked/>
    <w:rsid w:val="004839BE"/>
    <w:rPr>
      <w:rFonts w:cs="Times New Roman"/>
      <w:lang w:val="ru-RU" w:eastAsia="en-US" w:bidi="ar-SA"/>
    </w:rPr>
  </w:style>
  <w:style w:type="paragraph" w:customStyle="1" w:styleId="Style7">
    <w:name w:val="Style7"/>
    <w:basedOn w:val="Normal"/>
    <w:uiPriority w:val="99"/>
    <w:rsid w:val="004839BE"/>
    <w:pPr>
      <w:widowControl w:val="0"/>
      <w:autoSpaceDE w:val="0"/>
      <w:autoSpaceDN w:val="0"/>
      <w:adjustRightInd w:val="0"/>
      <w:spacing w:before="240" w:after="60" w:line="360" w:lineRule="auto"/>
    </w:pPr>
  </w:style>
  <w:style w:type="paragraph" w:customStyle="1" w:styleId="Style8">
    <w:name w:val="Style8"/>
    <w:basedOn w:val="Normal"/>
    <w:uiPriority w:val="99"/>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Normal"/>
    <w:uiPriority w:val="99"/>
    <w:rsid w:val="004839BE"/>
    <w:pPr>
      <w:widowControl w:val="0"/>
      <w:autoSpaceDE w:val="0"/>
      <w:autoSpaceDN w:val="0"/>
      <w:adjustRightInd w:val="0"/>
      <w:spacing w:before="240" w:after="60" w:line="360" w:lineRule="auto"/>
    </w:pPr>
  </w:style>
  <w:style w:type="character" w:customStyle="1" w:styleId="FontStyle27">
    <w:name w:val="Font Style27"/>
    <w:basedOn w:val="DefaultParagraphFont"/>
    <w:uiPriority w:val="99"/>
    <w:rsid w:val="004839BE"/>
    <w:rPr>
      <w:rFonts w:ascii="Times New Roman" w:hAnsi="Times New Roman" w:cs="Times New Roman"/>
      <w:b/>
      <w:bCs/>
      <w:color w:val="000000"/>
      <w:sz w:val="16"/>
      <w:szCs w:val="16"/>
    </w:rPr>
  </w:style>
  <w:style w:type="paragraph" w:customStyle="1" w:styleId="31">
    <w:name w:val="Основной текст 31"/>
    <w:basedOn w:val="Normal"/>
    <w:uiPriority w:val="99"/>
    <w:rsid w:val="004839BE"/>
    <w:pPr>
      <w:widowControl w:val="0"/>
      <w:overflowPunct w:val="0"/>
      <w:autoSpaceDE w:val="0"/>
      <w:autoSpaceDN w:val="0"/>
      <w:adjustRightInd w:val="0"/>
      <w:textAlignment w:val="baseline"/>
    </w:pPr>
    <w:rPr>
      <w:rFonts w:ascii="Arial" w:hAnsi="Arial"/>
      <w:b/>
      <w:i/>
      <w:szCs w:val="20"/>
    </w:rPr>
  </w:style>
  <w:style w:type="character" w:styleId="PageNumber">
    <w:name w:val="page number"/>
    <w:basedOn w:val="DefaultParagraphFont"/>
    <w:uiPriority w:val="99"/>
    <w:rsid w:val="004839BE"/>
    <w:rPr>
      <w:rFonts w:cs="Times New Roman"/>
    </w:rPr>
  </w:style>
  <w:style w:type="paragraph" w:styleId="BalloonText">
    <w:name w:val="Balloon Text"/>
    <w:basedOn w:val="Normal"/>
    <w:link w:val="BalloonTextChar"/>
    <w:uiPriority w:val="99"/>
    <w:semiHidden/>
    <w:rsid w:val="00362FE0"/>
    <w:rPr>
      <w:rFonts w:ascii="Tahoma" w:hAnsi="Tahoma" w:cs="Tahoma"/>
      <w:sz w:val="16"/>
      <w:szCs w:val="16"/>
    </w:rPr>
  </w:style>
  <w:style w:type="character" w:customStyle="1" w:styleId="BalloonTextChar">
    <w:name w:val="Balloon Text Char"/>
    <w:basedOn w:val="DefaultParagraphFont"/>
    <w:link w:val="BalloonText"/>
    <w:uiPriority w:val="99"/>
    <w:semiHidden/>
    <w:rsid w:val="00DF0B03"/>
    <w:rPr>
      <w:sz w:val="0"/>
      <w:szCs w:val="0"/>
    </w:rPr>
  </w:style>
  <w:style w:type="character" w:styleId="Hyperlink">
    <w:name w:val="Hyperlink"/>
    <w:basedOn w:val="DefaultParagraphFont"/>
    <w:uiPriority w:val="99"/>
    <w:rsid w:val="00B90F33"/>
    <w:rPr>
      <w:rFonts w:cs="Times New Roman"/>
      <w:color w:val="0000FF"/>
      <w:u w:val="single"/>
    </w:rPr>
  </w:style>
  <w:style w:type="paragraph" w:styleId="NormalWeb">
    <w:name w:val="Normal (Web)"/>
    <w:basedOn w:val="Normal"/>
    <w:uiPriority w:val="99"/>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siref://0.0/Pages/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eac.khv.ru/post15_4.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siref://0.0/Pages/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siref://0.0/Pages/0/" TargetMode="External"/><Relationship Id="rId4" Type="http://schemas.openxmlformats.org/officeDocument/2006/relationships/webSettings" Target="webSettings.xml"/><Relationship Id="rId9" Type="http://schemas.openxmlformats.org/officeDocument/2006/relationships/hyperlink" Target="http://eac.khv.ru/post15_4.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10</Pages>
  <Words>3955</Words>
  <Characters>22544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dc:description/>
  <cp:lastModifiedBy>Гречкин</cp:lastModifiedBy>
  <cp:revision>5</cp:revision>
  <cp:lastPrinted>2011-08-31T08:50:00Z</cp:lastPrinted>
  <dcterms:created xsi:type="dcterms:W3CDTF">2011-09-02T13:04:00Z</dcterms:created>
  <dcterms:modified xsi:type="dcterms:W3CDTF">2011-09-09T06:27:00Z</dcterms:modified>
</cp:coreProperties>
</file>